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8B9" w:rsidRDefault="00B008B9">
      <w:pPr>
        <w:spacing w:after="90" w:line="259" w:lineRule="auto"/>
        <w:ind w:left="190" w:right="0" w:firstLine="0"/>
      </w:pPr>
    </w:p>
    <w:p w:rsidR="00B008B9" w:rsidRDefault="00B008B9" w:rsidP="003C0AC8">
      <w:pPr>
        <w:spacing w:after="0"/>
        <w:ind w:right="552"/>
        <w:jc w:val="center"/>
        <w:rPr>
          <w:b/>
        </w:rPr>
      </w:pPr>
    </w:p>
    <w:p w:rsidR="00B008B9" w:rsidRDefault="00B008B9" w:rsidP="003C0AC8">
      <w:pPr>
        <w:spacing w:after="0"/>
        <w:ind w:right="552"/>
        <w:jc w:val="center"/>
        <w:rPr>
          <w:b/>
        </w:rPr>
      </w:pPr>
    </w:p>
    <w:p w:rsidR="00B008B9" w:rsidRDefault="00B008B9" w:rsidP="003C0AC8">
      <w:pPr>
        <w:spacing w:after="0"/>
        <w:ind w:right="552"/>
        <w:jc w:val="center"/>
        <w:rPr>
          <w:b/>
        </w:rPr>
      </w:pPr>
    </w:p>
    <w:p w:rsidR="00B008B9" w:rsidRDefault="00B008B9" w:rsidP="00064F33">
      <w:pPr>
        <w:tabs>
          <w:tab w:val="left" w:pos="9540"/>
        </w:tabs>
        <w:spacing w:after="0"/>
        <w:ind w:right="552"/>
        <w:jc w:val="center"/>
        <w:rPr>
          <w:b/>
        </w:rPr>
      </w:pPr>
    </w:p>
    <w:p w:rsidR="00B008B9" w:rsidRPr="007A5279" w:rsidRDefault="00B008B9" w:rsidP="00064F33">
      <w:pPr>
        <w:tabs>
          <w:tab w:val="left" w:pos="9540"/>
        </w:tabs>
        <w:spacing w:after="0" w:line="259" w:lineRule="auto"/>
        <w:ind w:left="0" w:right="552" w:firstLine="0"/>
        <w:jc w:val="center"/>
        <w:rPr>
          <w:b/>
          <w:sz w:val="22"/>
        </w:rPr>
      </w:pPr>
    </w:p>
    <w:p w:rsidR="00B008B9" w:rsidRDefault="00B008B9" w:rsidP="004D47B2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BANDO PER ESPERTI ESTERNI/INTERNI</w:t>
      </w:r>
    </w:p>
    <w:p w:rsidR="00B008B9" w:rsidRDefault="00B008B9" w:rsidP="004D47B2">
      <w:pPr>
        <w:spacing w:after="0" w:line="259" w:lineRule="auto"/>
        <w:ind w:left="0" w:right="552" w:firstLine="0"/>
        <w:rPr>
          <w:b/>
          <w:sz w:val="22"/>
        </w:rPr>
      </w:pPr>
    </w:p>
    <w:p w:rsidR="00B008B9" w:rsidRPr="00FA1118" w:rsidRDefault="00B008B9" w:rsidP="004D47B2">
      <w:pPr>
        <w:spacing w:after="0" w:line="259" w:lineRule="auto"/>
        <w:ind w:right="552"/>
        <w:jc w:val="center"/>
        <w:rPr>
          <w:rFonts w:ascii="Arial" w:hAnsi="Arial" w:cs="Arial"/>
          <w:b/>
          <w:szCs w:val="24"/>
        </w:rPr>
      </w:pPr>
      <w:r w:rsidRPr="00FA1118">
        <w:rPr>
          <w:rFonts w:ascii="Arial" w:hAnsi="Arial" w:cs="Arial"/>
          <w:b/>
          <w:szCs w:val="24"/>
        </w:rPr>
        <w:t>PON FSE 2014-2020</w:t>
      </w:r>
    </w:p>
    <w:p w:rsidR="00B008B9" w:rsidRPr="00FA1118" w:rsidRDefault="00B008B9" w:rsidP="004D47B2">
      <w:pPr>
        <w:spacing w:after="10" w:line="249" w:lineRule="auto"/>
        <w:ind w:left="122" w:right="276"/>
        <w:jc w:val="center"/>
        <w:rPr>
          <w:rFonts w:ascii="Arial" w:hAnsi="Arial" w:cs="Arial"/>
          <w:b/>
          <w:szCs w:val="24"/>
        </w:rPr>
      </w:pPr>
      <w:r w:rsidRPr="00FA1118">
        <w:rPr>
          <w:rFonts w:ascii="Arial" w:hAnsi="Arial" w:cs="Arial"/>
          <w:b/>
          <w:spacing w:val="8"/>
          <w:szCs w:val="24"/>
        </w:rPr>
        <w:t>"P</w:t>
      </w:r>
      <w:r>
        <w:rPr>
          <w:rFonts w:ascii="Arial" w:hAnsi="Arial" w:cs="Arial"/>
          <w:b/>
          <w:spacing w:val="8"/>
          <w:szCs w:val="24"/>
        </w:rPr>
        <w:t>er la scuola, competenze e ambienti per la l’apprendimento 2014/2020</w:t>
      </w:r>
      <w:r w:rsidRPr="00FA1118">
        <w:rPr>
          <w:rFonts w:ascii="Arial" w:hAnsi="Arial" w:cs="Arial"/>
          <w:b/>
          <w:spacing w:val="8"/>
          <w:szCs w:val="24"/>
        </w:rPr>
        <w:t>"</w:t>
      </w:r>
    </w:p>
    <w:p w:rsidR="00B008B9" w:rsidRPr="00C05A1E" w:rsidRDefault="00B008B9" w:rsidP="004D47B2">
      <w:pPr>
        <w:spacing w:after="0" w:line="259" w:lineRule="auto"/>
        <w:ind w:right="551"/>
        <w:jc w:val="center"/>
        <w:rPr>
          <w:rFonts w:ascii="Arial" w:hAnsi="Arial" w:cs="Arial"/>
          <w:b/>
          <w:color w:val="auto"/>
          <w:szCs w:val="24"/>
        </w:rPr>
      </w:pPr>
      <w:r w:rsidRPr="00FA1118">
        <w:rPr>
          <w:rFonts w:ascii="Arial" w:hAnsi="Arial" w:cs="Arial"/>
          <w:b/>
          <w:szCs w:val="24"/>
        </w:rPr>
        <w:t xml:space="preserve">Avviso Prot. n. </w:t>
      </w:r>
      <w:r>
        <w:rPr>
          <w:rFonts w:ascii="Arial" w:hAnsi="Arial" w:cs="Arial"/>
          <w:b/>
          <w:szCs w:val="24"/>
        </w:rPr>
        <w:t>4396</w:t>
      </w:r>
      <w:r w:rsidRPr="00FA1118">
        <w:rPr>
          <w:rFonts w:ascii="Arial" w:hAnsi="Arial" w:cs="Arial"/>
          <w:b/>
          <w:szCs w:val="24"/>
        </w:rPr>
        <w:t xml:space="preserve"> del 0</w:t>
      </w:r>
      <w:r>
        <w:rPr>
          <w:rFonts w:ascii="Arial" w:hAnsi="Arial" w:cs="Arial"/>
          <w:b/>
          <w:szCs w:val="24"/>
        </w:rPr>
        <w:t>9</w:t>
      </w:r>
      <w:r w:rsidRPr="00FA1118">
        <w:rPr>
          <w:rFonts w:ascii="Arial" w:hAnsi="Arial" w:cs="Arial"/>
          <w:b/>
          <w:szCs w:val="24"/>
        </w:rPr>
        <w:t>/03/</w:t>
      </w:r>
      <w:r w:rsidRPr="00C05A1E">
        <w:rPr>
          <w:rFonts w:ascii="Arial" w:hAnsi="Arial" w:cs="Arial"/>
          <w:b/>
          <w:color w:val="auto"/>
          <w:szCs w:val="24"/>
        </w:rPr>
        <w:t>201</w:t>
      </w:r>
      <w:r>
        <w:rPr>
          <w:rFonts w:ascii="Arial" w:hAnsi="Arial" w:cs="Arial"/>
          <w:b/>
          <w:color w:val="auto"/>
          <w:szCs w:val="24"/>
        </w:rPr>
        <w:t>8</w:t>
      </w:r>
    </w:p>
    <w:p w:rsidR="00B008B9" w:rsidRPr="00AE457A" w:rsidRDefault="00B008B9" w:rsidP="004D47B2">
      <w:pPr>
        <w:pStyle w:val="NoSpacing"/>
        <w:ind w:left="993" w:hanging="1135"/>
        <w:jc w:val="both"/>
        <w:rPr>
          <w:rFonts w:ascii="Arial" w:hAnsi="Arial" w:cs="Arial"/>
          <w:b/>
          <w:spacing w:val="14"/>
          <w:sz w:val="24"/>
          <w:szCs w:val="24"/>
        </w:rPr>
      </w:pPr>
      <w:r w:rsidRPr="00FA1118">
        <w:rPr>
          <w:rFonts w:ascii="Arial" w:hAnsi="Arial" w:cs="Arial"/>
          <w:spacing w:val="6"/>
          <w:sz w:val="24"/>
          <w:szCs w:val="24"/>
        </w:rPr>
        <w:t xml:space="preserve">                               </w:t>
      </w:r>
      <w:r w:rsidRPr="00AE457A">
        <w:rPr>
          <w:rFonts w:ascii="Arial" w:hAnsi="Arial" w:cs="Arial"/>
          <w:b/>
          <w:spacing w:val="6"/>
          <w:sz w:val="24"/>
          <w:szCs w:val="24"/>
        </w:rPr>
        <w:t>Asse I – Istruzione – Fondo Sociale Europeo (FSE).</w:t>
      </w:r>
    </w:p>
    <w:p w:rsidR="00B008B9" w:rsidRPr="00FA1118" w:rsidRDefault="00B008B9" w:rsidP="004D47B2">
      <w:pPr>
        <w:pStyle w:val="NoSpacing"/>
        <w:ind w:left="568" w:firstLine="425"/>
        <w:jc w:val="both"/>
        <w:rPr>
          <w:rFonts w:ascii="Arial" w:hAnsi="Arial" w:cs="Arial"/>
          <w:b/>
          <w:spacing w:val="-4"/>
          <w:sz w:val="24"/>
          <w:szCs w:val="24"/>
        </w:rPr>
      </w:pPr>
      <w:r w:rsidRPr="00FA1118">
        <w:rPr>
          <w:rFonts w:ascii="Arial" w:hAnsi="Arial" w:cs="Arial"/>
          <w:b/>
          <w:spacing w:val="-4"/>
          <w:sz w:val="24"/>
          <w:szCs w:val="24"/>
        </w:rPr>
        <w:t xml:space="preserve">                     Codice Progetto 10.2.</w:t>
      </w:r>
      <w:r>
        <w:rPr>
          <w:rFonts w:ascii="Arial" w:hAnsi="Arial" w:cs="Arial"/>
          <w:b/>
          <w:spacing w:val="-4"/>
          <w:sz w:val="24"/>
          <w:szCs w:val="24"/>
        </w:rPr>
        <w:t>2</w:t>
      </w:r>
      <w:r w:rsidRPr="00FA1118">
        <w:rPr>
          <w:rFonts w:ascii="Arial" w:hAnsi="Arial" w:cs="Arial"/>
          <w:b/>
          <w:spacing w:val="-4"/>
          <w:sz w:val="24"/>
          <w:szCs w:val="24"/>
        </w:rPr>
        <w:t>A-FSEPON-CA-2019-</w:t>
      </w:r>
      <w:r>
        <w:rPr>
          <w:rFonts w:ascii="Arial" w:hAnsi="Arial" w:cs="Arial"/>
          <w:b/>
          <w:spacing w:val="-4"/>
          <w:sz w:val="24"/>
          <w:szCs w:val="24"/>
        </w:rPr>
        <w:t>296</w:t>
      </w:r>
      <w:r w:rsidRPr="00FA1118">
        <w:rPr>
          <w:rFonts w:ascii="Arial" w:hAnsi="Arial" w:cs="Arial"/>
          <w:b/>
          <w:spacing w:val="-4"/>
          <w:sz w:val="24"/>
          <w:szCs w:val="24"/>
        </w:rPr>
        <w:t>.</w:t>
      </w:r>
    </w:p>
    <w:p w:rsidR="00B008B9" w:rsidRPr="00AB74AB" w:rsidRDefault="00B008B9" w:rsidP="004D47B2">
      <w:pPr>
        <w:pStyle w:val="NoSpacing"/>
        <w:ind w:left="568" w:firstLine="425"/>
        <w:jc w:val="both"/>
        <w:rPr>
          <w:rFonts w:ascii="Arial" w:hAnsi="Arial" w:cs="Arial"/>
          <w:b/>
          <w:spacing w:val="-8"/>
          <w:sz w:val="24"/>
          <w:szCs w:val="24"/>
        </w:rPr>
      </w:pPr>
      <w:r w:rsidRPr="00AB74AB">
        <w:rPr>
          <w:rFonts w:ascii="Arial" w:hAnsi="Arial" w:cs="Arial"/>
          <w:b/>
          <w:spacing w:val="-8"/>
          <w:sz w:val="24"/>
          <w:szCs w:val="24"/>
        </w:rPr>
        <w:t xml:space="preserve">                                             CUP H68H1</w:t>
      </w:r>
      <w:r>
        <w:rPr>
          <w:rFonts w:ascii="Arial" w:hAnsi="Arial" w:cs="Arial"/>
          <w:b/>
          <w:spacing w:val="-8"/>
          <w:sz w:val="24"/>
          <w:szCs w:val="24"/>
        </w:rPr>
        <w:t>8</w:t>
      </w:r>
      <w:r w:rsidRPr="00AB74AB">
        <w:rPr>
          <w:rFonts w:ascii="Arial" w:hAnsi="Arial" w:cs="Arial"/>
          <w:b/>
          <w:spacing w:val="-8"/>
          <w:sz w:val="24"/>
          <w:szCs w:val="24"/>
        </w:rPr>
        <w:t>000</w:t>
      </w:r>
      <w:r>
        <w:rPr>
          <w:rFonts w:ascii="Arial" w:hAnsi="Arial" w:cs="Arial"/>
          <w:b/>
          <w:spacing w:val="-8"/>
          <w:sz w:val="24"/>
          <w:szCs w:val="24"/>
        </w:rPr>
        <w:t>73</w:t>
      </w:r>
      <w:r w:rsidRPr="00AB74AB">
        <w:rPr>
          <w:rFonts w:ascii="Arial" w:hAnsi="Arial" w:cs="Arial"/>
          <w:b/>
          <w:spacing w:val="-8"/>
          <w:sz w:val="24"/>
          <w:szCs w:val="24"/>
        </w:rPr>
        <w:t>0007</w:t>
      </w:r>
    </w:p>
    <w:p w:rsidR="00B008B9" w:rsidRDefault="00B008B9" w:rsidP="00D54F4C">
      <w:pPr>
        <w:pStyle w:val="NoSpacing"/>
        <w:tabs>
          <w:tab w:val="left" w:pos="9540"/>
        </w:tabs>
        <w:ind w:left="568" w:firstLine="425"/>
        <w:jc w:val="both"/>
        <w:rPr>
          <w:b/>
        </w:rPr>
      </w:pPr>
    </w:p>
    <w:p w:rsidR="00B008B9" w:rsidRPr="00D54F4C" w:rsidRDefault="00B008B9" w:rsidP="00D54F4C">
      <w:pPr>
        <w:pStyle w:val="NoSpacing"/>
        <w:tabs>
          <w:tab w:val="left" w:pos="9540"/>
        </w:tabs>
        <w:ind w:left="568" w:firstLine="425"/>
        <w:jc w:val="both"/>
        <w:rPr>
          <w:rFonts w:ascii="Arial" w:hAnsi="Arial" w:cs="Arial"/>
          <w:b/>
          <w:spacing w:val="-8"/>
          <w:sz w:val="24"/>
          <w:szCs w:val="24"/>
        </w:rPr>
      </w:pPr>
      <w:r w:rsidRPr="00D54F4C">
        <w:rPr>
          <w:b/>
        </w:rPr>
        <w:t>ALLEGATO A 1</w:t>
      </w:r>
    </w:p>
    <w:p w:rsidR="00B008B9" w:rsidRPr="009E3785" w:rsidRDefault="00B008B9" w:rsidP="007A5279">
      <w:pPr>
        <w:ind w:left="6096" w:right="427"/>
        <w:jc w:val="right"/>
        <w:outlineLvl w:val="0"/>
        <w:rPr>
          <w:b/>
        </w:rPr>
      </w:pPr>
      <w:r w:rsidRPr="009E3785">
        <w:rPr>
          <w:b/>
        </w:rPr>
        <w:t xml:space="preserve">Al Dirigente Scolastico                                                </w:t>
      </w:r>
      <w:r>
        <w:rPr>
          <w:b/>
        </w:rPr>
        <w:t xml:space="preserve">                               d</w:t>
      </w:r>
      <w:r w:rsidRPr="009E3785">
        <w:rPr>
          <w:b/>
        </w:rPr>
        <w:t>ell’I.S.</w:t>
      </w:r>
      <w:r>
        <w:rPr>
          <w:b/>
        </w:rPr>
        <w:t xml:space="preserve">I.S. </w:t>
      </w:r>
      <w:r w:rsidRPr="009E3785">
        <w:rPr>
          <w:b/>
        </w:rPr>
        <w:t>“</w:t>
      </w:r>
      <w:r>
        <w:rPr>
          <w:b/>
        </w:rPr>
        <w:t xml:space="preserve">Isabella D’Este </w:t>
      </w:r>
      <w:r w:rsidRPr="009E3785">
        <w:rPr>
          <w:b/>
        </w:rPr>
        <w:t>Caracciolo”</w:t>
      </w:r>
    </w:p>
    <w:p w:rsidR="00B008B9" w:rsidRPr="001B300E" w:rsidRDefault="00B008B9" w:rsidP="007A5279">
      <w:pPr>
        <w:ind w:left="6096" w:right="427"/>
        <w:jc w:val="right"/>
        <w:outlineLvl w:val="0"/>
        <w:rPr>
          <w:b/>
        </w:rPr>
      </w:pPr>
      <w:r w:rsidRPr="009E3785">
        <w:rPr>
          <w:b/>
        </w:rPr>
        <w:t>Napoli</w:t>
      </w:r>
    </w:p>
    <w:p w:rsidR="00B008B9" w:rsidRDefault="00B008B9" w:rsidP="003C0AC8">
      <w:pPr>
        <w:spacing w:line="360" w:lineRule="auto"/>
        <w:jc w:val="both"/>
      </w:pPr>
    </w:p>
    <w:p w:rsidR="00B008B9" w:rsidRDefault="00B008B9" w:rsidP="003C0AC8">
      <w:pPr>
        <w:spacing w:line="360" w:lineRule="auto"/>
        <w:jc w:val="both"/>
      </w:pPr>
    </w:p>
    <w:p w:rsidR="00B008B9" w:rsidRDefault="00B008B9" w:rsidP="003C0AC8">
      <w:pPr>
        <w:spacing w:line="360" w:lineRule="auto"/>
        <w:jc w:val="both"/>
      </w:pPr>
      <w:r w:rsidRPr="002B5A84">
        <w:t>Il/la sottoscritto/a_______________________________________</w:t>
      </w:r>
      <w:r>
        <w:t>_______________________</w:t>
      </w:r>
      <w:r w:rsidRPr="002B5A84">
        <w:t xml:space="preserve">__ </w:t>
      </w:r>
    </w:p>
    <w:p w:rsidR="00B008B9" w:rsidRDefault="00B008B9" w:rsidP="003C0AC8">
      <w:pPr>
        <w:spacing w:line="360" w:lineRule="auto"/>
        <w:jc w:val="both"/>
      </w:pPr>
      <w:r w:rsidRPr="002B5A84">
        <w:t>nato/a a______________</w:t>
      </w:r>
      <w:r>
        <w:t>_______________________________</w:t>
      </w:r>
      <w:r w:rsidRPr="002B5A84">
        <w:t>___</w:t>
      </w:r>
      <w:r>
        <w:t>________________________</w:t>
      </w:r>
    </w:p>
    <w:p w:rsidR="00B008B9" w:rsidRPr="002B5A84" w:rsidRDefault="00B008B9" w:rsidP="003C0AC8">
      <w:pPr>
        <w:spacing w:line="360" w:lineRule="auto"/>
        <w:jc w:val="both"/>
      </w:pPr>
      <w:r w:rsidRPr="002B5A84">
        <w:t>il ________________   codice fiscale ________________________________________________</w:t>
      </w:r>
    </w:p>
    <w:p w:rsidR="00B008B9" w:rsidRPr="002B5A84" w:rsidRDefault="00B008B9" w:rsidP="003C0AC8">
      <w:pPr>
        <w:spacing w:line="360" w:lineRule="auto"/>
        <w:jc w:val="both"/>
      </w:pPr>
      <w:r w:rsidRPr="002B5A84">
        <w:t>Via_________________________________ C.A.P.____________ Città_____________________</w:t>
      </w:r>
    </w:p>
    <w:p w:rsidR="00B008B9" w:rsidRDefault="00B008B9" w:rsidP="003C0AC8">
      <w:pPr>
        <w:spacing w:line="360" w:lineRule="auto"/>
        <w:jc w:val="both"/>
      </w:pPr>
      <w:r w:rsidRPr="002B5A84">
        <w:t>Telefono ______________________________ Email ____________________</w:t>
      </w:r>
      <w:r>
        <w:t>_______</w:t>
      </w:r>
      <w:r w:rsidRPr="002B5A84">
        <w:t>________</w:t>
      </w:r>
    </w:p>
    <w:p w:rsidR="00B008B9" w:rsidRDefault="00B008B9" w:rsidP="003C0AC8">
      <w:pPr>
        <w:spacing w:line="36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48"/>
      </w:tblGrid>
      <w:tr w:rsidR="00B008B9" w:rsidRPr="00D82C85" w:rsidTr="00064F33">
        <w:trPr>
          <w:trHeight w:val="454"/>
        </w:trPr>
        <w:tc>
          <w:tcPr>
            <w:tcW w:w="9648" w:type="dxa"/>
            <w:vAlign w:val="center"/>
          </w:tcPr>
          <w:p w:rsidR="00B008B9" w:rsidRPr="00DD1266" w:rsidRDefault="00B008B9" w:rsidP="003956C0">
            <w:pPr>
              <w:tabs>
                <w:tab w:val="left" w:pos="1440"/>
              </w:tabs>
              <w:ind w:left="1440" w:hanging="1440"/>
              <w:jc w:val="both"/>
              <w:rPr>
                <w:b/>
              </w:rPr>
            </w:pPr>
            <w:r w:rsidRPr="005D1638">
              <w:rPr>
                <w:b/>
              </w:rPr>
              <w:t xml:space="preserve">Progetto: </w:t>
            </w:r>
            <w:r w:rsidRPr="00DD1266">
              <w:rPr>
                <w:b/>
                <w:szCs w:val="24"/>
              </w:rPr>
              <w:t>”</w:t>
            </w:r>
            <w:r>
              <w:rPr>
                <w:b/>
                <w:szCs w:val="24"/>
              </w:rPr>
              <w:t>L</w:t>
            </w:r>
            <w:bookmarkStart w:id="0" w:name="_GoBack"/>
            <w:bookmarkEnd w:id="0"/>
            <w:r>
              <w:rPr>
                <w:b/>
                <w:color w:val="auto"/>
                <w:szCs w:val="24"/>
              </w:rPr>
              <w:t xml:space="preserve">a scuola del cambiamento </w:t>
            </w:r>
            <w:smartTag w:uri="urn:schemas-microsoft-com:office:smarttags" w:element="metricconverter">
              <w:smartTagPr>
                <w:attr w:name="ProductID" w:val="2”"/>
              </w:smartTagPr>
              <w:r>
                <w:rPr>
                  <w:b/>
                  <w:color w:val="auto"/>
                  <w:szCs w:val="24"/>
                </w:rPr>
                <w:t>2”</w:t>
              </w:r>
            </w:smartTag>
            <w:r w:rsidRPr="00DD1266">
              <w:rPr>
                <w:b/>
                <w:color w:val="auto"/>
                <w:szCs w:val="24"/>
              </w:rPr>
              <w:t>;</w:t>
            </w:r>
          </w:p>
          <w:p w:rsidR="00B008B9" w:rsidRPr="005D1638" w:rsidRDefault="00B008B9" w:rsidP="003956C0">
            <w:pPr>
              <w:pStyle w:val="NormalWeb"/>
              <w:spacing w:before="0" w:beforeAutospacing="0" w:after="0"/>
              <w:rPr>
                <w:b/>
                <w:lang w:eastAsia="en-US"/>
              </w:rPr>
            </w:pPr>
          </w:p>
        </w:tc>
      </w:tr>
      <w:tr w:rsidR="00B008B9" w:rsidRPr="00D82C85" w:rsidTr="00064F33">
        <w:trPr>
          <w:trHeight w:val="454"/>
        </w:trPr>
        <w:tc>
          <w:tcPr>
            <w:tcW w:w="9648" w:type="dxa"/>
            <w:vAlign w:val="center"/>
          </w:tcPr>
          <w:p w:rsidR="00B008B9" w:rsidRPr="007F793A" w:rsidRDefault="00B008B9" w:rsidP="003956C0">
            <w:pPr>
              <w:pStyle w:val="NormalWeb"/>
              <w:spacing w:before="0" w:beforeAutospacing="0" w:after="0"/>
              <w:rPr>
                <w:lang w:eastAsia="en-US"/>
              </w:rPr>
            </w:pPr>
            <w:r w:rsidRPr="007F793A">
              <w:t>MODUL</w:t>
            </w:r>
            <w:r>
              <w:t>O</w:t>
            </w:r>
            <w:r w:rsidRPr="007F793A">
              <w:t>:</w:t>
            </w:r>
          </w:p>
        </w:tc>
      </w:tr>
      <w:tr w:rsidR="00B008B9" w:rsidRPr="00D82C85" w:rsidTr="00064F33">
        <w:trPr>
          <w:trHeight w:val="454"/>
        </w:trPr>
        <w:tc>
          <w:tcPr>
            <w:tcW w:w="9648" w:type="dxa"/>
            <w:vAlign w:val="center"/>
          </w:tcPr>
          <w:p w:rsidR="00B008B9" w:rsidRPr="00D55C3E" w:rsidRDefault="00B008B9" w:rsidP="00B777F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493"/>
              <w:rPr>
                <w:b/>
                <w:color w:val="auto"/>
                <w:szCs w:val="24"/>
              </w:rPr>
            </w:pPr>
            <w:r>
              <w:rPr>
                <w:b/>
                <w:color w:val="auto"/>
                <w:szCs w:val="24"/>
              </w:rPr>
              <w:t xml:space="preserve">                                                                             </w:t>
            </w:r>
            <w:r w:rsidRPr="00D55C3E">
              <w:rPr>
                <w:b/>
                <w:color w:val="auto"/>
                <w:szCs w:val="24"/>
              </w:rPr>
              <w:t xml:space="preserve">ore </w:t>
            </w:r>
          </w:p>
        </w:tc>
      </w:tr>
    </w:tbl>
    <w:p w:rsidR="00B008B9" w:rsidRPr="002B5A84" w:rsidRDefault="00B008B9" w:rsidP="003C0AC8">
      <w:pPr>
        <w:spacing w:line="360" w:lineRule="auto"/>
        <w:jc w:val="both"/>
      </w:pPr>
    </w:p>
    <w:p w:rsidR="00B008B9" w:rsidRDefault="00B008B9" w:rsidP="003C0AC8">
      <w:pPr>
        <w:spacing w:line="360" w:lineRule="auto"/>
        <w:jc w:val="center"/>
        <w:outlineLvl w:val="0"/>
        <w:rPr>
          <w:b/>
        </w:rPr>
      </w:pPr>
    </w:p>
    <w:p w:rsidR="00B008B9" w:rsidRDefault="00B008B9" w:rsidP="003C0AC8">
      <w:pPr>
        <w:spacing w:line="360" w:lineRule="auto"/>
        <w:jc w:val="center"/>
        <w:outlineLvl w:val="0"/>
        <w:rPr>
          <w:b/>
        </w:rPr>
      </w:pPr>
    </w:p>
    <w:p w:rsidR="00B008B9" w:rsidRDefault="00B008B9" w:rsidP="003C0AC8">
      <w:pPr>
        <w:spacing w:line="360" w:lineRule="auto"/>
        <w:jc w:val="center"/>
        <w:outlineLvl w:val="0"/>
        <w:rPr>
          <w:b/>
        </w:rPr>
      </w:pPr>
    </w:p>
    <w:p w:rsidR="00B008B9" w:rsidRDefault="00B008B9" w:rsidP="003C0AC8">
      <w:pPr>
        <w:spacing w:line="360" w:lineRule="auto"/>
        <w:jc w:val="center"/>
        <w:outlineLvl w:val="0"/>
        <w:rPr>
          <w:b/>
        </w:rPr>
      </w:pPr>
    </w:p>
    <w:p w:rsidR="00B008B9" w:rsidRDefault="00B008B9" w:rsidP="003C0AC8">
      <w:pPr>
        <w:spacing w:line="360" w:lineRule="auto"/>
        <w:jc w:val="center"/>
        <w:outlineLvl w:val="0"/>
        <w:rPr>
          <w:b/>
        </w:rPr>
      </w:pPr>
    </w:p>
    <w:p w:rsidR="00B008B9" w:rsidRDefault="00B008B9" w:rsidP="003C0AC8">
      <w:pPr>
        <w:spacing w:line="360" w:lineRule="auto"/>
        <w:jc w:val="center"/>
        <w:outlineLvl w:val="0"/>
        <w:rPr>
          <w:b/>
        </w:rPr>
      </w:pPr>
    </w:p>
    <w:p w:rsidR="00B008B9" w:rsidRDefault="00B008B9" w:rsidP="003C0AC8">
      <w:pPr>
        <w:spacing w:line="360" w:lineRule="auto"/>
        <w:jc w:val="center"/>
        <w:outlineLvl w:val="0"/>
        <w:rPr>
          <w:b/>
        </w:rPr>
      </w:pPr>
    </w:p>
    <w:p w:rsidR="00B008B9" w:rsidRDefault="00B008B9" w:rsidP="003C0AC8">
      <w:pPr>
        <w:spacing w:line="360" w:lineRule="auto"/>
        <w:jc w:val="center"/>
        <w:outlineLvl w:val="0"/>
        <w:rPr>
          <w:b/>
        </w:rPr>
      </w:pPr>
    </w:p>
    <w:p w:rsidR="00B008B9" w:rsidRDefault="00B008B9" w:rsidP="003C0AC8">
      <w:pPr>
        <w:spacing w:line="360" w:lineRule="auto"/>
        <w:jc w:val="center"/>
        <w:outlineLvl w:val="0"/>
        <w:rPr>
          <w:b/>
        </w:rPr>
      </w:pPr>
    </w:p>
    <w:p w:rsidR="00B008B9" w:rsidRPr="00345D46" w:rsidRDefault="00B008B9" w:rsidP="003C0AC8">
      <w:pPr>
        <w:spacing w:line="360" w:lineRule="auto"/>
        <w:jc w:val="center"/>
        <w:outlineLvl w:val="0"/>
        <w:rPr>
          <w:b/>
        </w:rPr>
      </w:pPr>
      <w:r w:rsidRPr="00345D46">
        <w:rPr>
          <w:b/>
        </w:rPr>
        <w:t>CHIEDE</w:t>
      </w:r>
    </w:p>
    <w:p w:rsidR="00B008B9" w:rsidRDefault="00B008B9" w:rsidP="003C0AC8">
      <w:pPr>
        <w:spacing w:line="360" w:lineRule="auto"/>
        <w:jc w:val="both"/>
      </w:pPr>
    </w:p>
    <w:p w:rsidR="00B008B9" w:rsidRPr="002B5A84" w:rsidRDefault="00B008B9" w:rsidP="003C0AC8">
      <w:pPr>
        <w:spacing w:line="360" w:lineRule="auto"/>
        <w:jc w:val="both"/>
      </w:pPr>
      <w:r w:rsidRPr="002B5A84">
        <w:t xml:space="preserve">di partecipare alla selezione per titoli per l’attribuzione dell’incarico in qualità di: </w:t>
      </w:r>
    </w:p>
    <w:p w:rsidR="00B008B9" w:rsidRDefault="00B008B9" w:rsidP="003C0AC8">
      <w:pPr>
        <w:spacing w:line="360" w:lineRule="auto"/>
        <w:jc w:val="both"/>
      </w:pPr>
      <w:r w:rsidRPr="00263152">
        <w:rPr>
          <w:rFonts w:ascii="Wingdings" w:hAnsi="Wingdings"/>
        </w:rPr>
        <w:t></w:t>
      </w:r>
      <w:r w:rsidRPr="002B5A84">
        <w:rPr>
          <w:rFonts w:ascii="Arial" w:hAnsi="Arial" w:cs="Arial"/>
        </w:rPr>
        <w:t>⁫</w:t>
      </w:r>
      <w:r w:rsidRPr="002B5A84">
        <w:t xml:space="preserve"> ESPERTO </w:t>
      </w:r>
      <w:r>
        <w:t>ESTERNO</w:t>
      </w:r>
      <w:r w:rsidRPr="002B5A84">
        <w:t xml:space="preserve"> </w:t>
      </w:r>
      <w:r>
        <w:t>per ore</w:t>
      </w:r>
      <w:r w:rsidRPr="002B5A84">
        <w:t xml:space="preserve">     </w:t>
      </w:r>
      <w:r>
        <w:t xml:space="preserve">              </w:t>
      </w:r>
      <w:r w:rsidRPr="00263152">
        <w:rPr>
          <w:rFonts w:ascii="Wingdings" w:hAnsi="Wingdings"/>
        </w:rPr>
        <w:t></w:t>
      </w:r>
      <w:r>
        <w:rPr>
          <w:rFonts w:ascii="Wingdings" w:hAnsi="Wingdings"/>
        </w:rPr>
        <w:t></w:t>
      </w:r>
      <w:r w:rsidRPr="002B5A84">
        <w:t xml:space="preserve"> ESPERTO </w:t>
      </w:r>
      <w:r>
        <w:t>INTERNO per ore</w:t>
      </w:r>
    </w:p>
    <w:p w:rsidR="00B008B9" w:rsidRDefault="00B008B9" w:rsidP="003C0AC8">
      <w:pPr>
        <w:jc w:val="both"/>
      </w:pPr>
    </w:p>
    <w:p w:rsidR="00B008B9" w:rsidRPr="007A5279" w:rsidRDefault="00B008B9" w:rsidP="003C0AC8">
      <w:pPr>
        <w:jc w:val="both"/>
        <w:rPr>
          <w:szCs w:val="24"/>
        </w:rPr>
      </w:pPr>
      <w:r w:rsidRPr="007A5279">
        <w:rPr>
          <w:szCs w:val="24"/>
        </w:rPr>
        <w:t>A tal fine, consapevole della responsabilità penale e della decadenza di eventuali benefici acquisiti nel caso di dichiarazioni mendaci, dichiara, sotto la propria responsabilità, quanto segue (cancellare la voce che non interessa):</w:t>
      </w:r>
    </w:p>
    <w:p w:rsidR="00B008B9" w:rsidRPr="007A5279" w:rsidRDefault="00B008B9" w:rsidP="003C0AC8">
      <w:pPr>
        <w:jc w:val="both"/>
        <w:rPr>
          <w:szCs w:val="24"/>
        </w:rPr>
      </w:pPr>
      <w:r w:rsidRPr="007A5279">
        <w:rPr>
          <w:szCs w:val="24"/>
        </w:rPr>
        <w:t>- di essere cittadino___________________</w:t>
      </w:r>
    </w:p>
    <w:p w:rsidR="00B008B9" w:rsidRPr="007A5279" w:rsidRDefault="00B008B9" w:rsidP="003C0AC8">
      <w:pPr>
        <w:jc w:val="both"/>
        <w:rPr>
          <w:szCs w:val="24"/>
        </w:rPr>
      </w:pPr>
      <w:r w:rsidRPr="007A5279">
        <w:rPr>
          <w:szCs w:val="24"/>
        </w:rPr>
        <w:t>- di godere dei diritti politici</w:t>
      </w:r>
    </w:p>
    <w:p w:rsidR="00B008B9" w:rsidRPr="007A5279" w:rsidRDefault="00B008B9" w:rsidP="003C0AC8">
      <w:pPr>
        <w:jc w:val="both"/>
        <w:rPr>
          <w:szCs w:val="24"/>
        </w:rPr>
      </w:pPr>
      <w:r w:rsidRPr="007A5279">
        <w:rPr>
          <w:szCs w:val="24"/>
        </w:rPr>
        <w:t>- di essere dipendente di amministrazione pubblica___________________________ ovvero di non essere dipendente di alcuna amministrazione</w:t>
      </w:r>
    </w:p>
    <w:p w:rsidR="00B008B9" w:rsidRPr="007A5279" w:rsidRDefault="00B008B9" w:rsidP="003C0AC8">
      <w:pPr>
        <w:jc w:val="both"/>
        <w:rPr>
          <w:szCs w:val="24"/>
        </w:rPr>
      </w:pPr>
      <w:r w:rsidRPr="007A5279">
        <w:rPr>
          <w:szCs w:val="24"/>
        </w:rPr>
        <w:t>- di non aver subito condanne penali ovvero di avere subito le seguenti condanne penali ____________________________________________________________</w:t>
      </w:r>
      <w:r>
        <w:rPr>
          <w:szCs w:val="24"/>
        </w:rPr>
        <w:t>__________________</w:t>
      </w:r>
    </w:p>
    <w:p w:rsidR="00B008B9" w:rsidRPr="007A5279" w:rsidRDefault="00B008B9" w:rsidP="003C0AC8">
      <w:pPr>
        <w:jc w:val="both"/>
        <w:rPr>
          <w:szCs w:val="24"/>
        </w:rPr>
      </w:pPr>
      <w:r w:rsidRPr="007A5279">
        <w:rPr>
          <w:szCs w:val="24"/>
        </w:rPr>
        <w:t>- di non avere procedimenti penali pendenti ovvero di avere i seguenti procedimenti penali pendenti____________________</w:t>
      </w:r>
    </w:p>
    <w:p w:rsidR="00B008B9" w:rsidRPr="007A5279" w:rsidRDefault="00B008B9" w:rsidP="003C0AC8">
      <w:pPr>
        <w:jc w:val="both"/>
        <w:rPr>
          <w:szCs w:val="24"/>
        </w:rPr>
      </w:pPr>
      <w:r w:rsidRPr="007A5279">
        <w:rPr>
          <w:szCs w:val="24"/>
        </w:rPr>
        <w:t>di essere / non essere dipendente di Pubblica Amministrazione</w:t>
      </w:r>
    </w:p>
    <w:p w:rsidR="00B008B9" w:rsidRPr="007A5279" w:rsidRDefault="00B008B9" w:rsidP="003C0AC8">
      <w:pPr>
        <w:jc w:val="both"/>
        <w:rPr>
          <w:szCs w:val="24"/>
        </w:rPr>
      </w:pPr>
    </w:p>
    <w:p w:rsidR="00B008B9" w:rsidRPr="007A5279" w:rsidRDefault="00B008B9" w:rsidP="003C0AC8">
      <w:pPr>
        <w:jc w:val="both"/>
        <w:rPr>
          <w:szCs w:val="24"/>
        </w:rPr>
      </w:pPr>
    </w:p>
    <w:p w:rsidR="00B008B9" w:rsidRPr="007A5279" w:rsidRDefault="00B008B9" w:rsidP="003C0AC8">
      <w:pPr>
        <w:jc w:val="both"/>
        <w:rPr>
          <w:szCs w:val="24"/>
        </w:rPr>
      </w:pPr>
      <w:r w:rsidRPr="007A5279">
        <w:rPr>
          <w:szCs w:val="24"/>
        </w:rPr>
        <w:t>Allegati:</w:t>
      </w:r>
    </w:p>
    <w:p w:rsidR="00B008B9" w:rsidRPr="007A5279" w:rsidRDefault="00B008B9" w:rsidP="003C0AC8">
      <w:pPr>
        <w:jc w:val="both"/>
        <w:rPr>
          <w:szCs w:val="24"/>
        </w:rPr>
      </w:pPr>
      <w:r w:rsidRPr="007A5279">
        <w:rPr>
          <w:szCs w:val="24"/>
        </w:rPr>
        <w:t>1) curriculum vitae in formato europeo; 2) copia documento di riconoscimento.</w:t>
      </w:r>
    </w:p>
    <w:p w:rsidR="00B008B9" w:rsidRPr="007A5279" w:rsidRDefault="00B008B9" w:rsidP="003C0AC8">
      <w:pPr>
        <w:jc w:val="both"/>
        <w:rPr>
          <w:szCs w:val="24"/>
        </w:rPr>
      </w:pPr>
      <w:r w:rsidRPr="007A5279">
        <w:rPr>
          <w:szCs w:val="24"/>
        </w:rPr>
        <w:t>Il/la sottoscritto/a si impegna a svolgere l’incarico senza riserve e secondo il calendario approntato dal Dirigente Scolastico dell’Istituto proponente. Il/la sottoscritto/a autorizza il trattamento dei dati personali ai sensi del D.Leg.vo n. 196/2003</w:t>
      </w:r>
    </w:p>
    <w:p w:rsidR="00B008B9" w:rsidRPr="007A5279" w:rsidRDefault="00B008B9" w:rsidP="003C0AC8">
      <w:pPr>
        <w:jc w:val="both"/>
        <w:rPr>
          <w:szCs w:val="24"/>
        </w:rPr>
      </w:pPr>
    </w:p>
    <w:p w:rsidR="00B008B9" w:rsidRPr="007A5279" w:rsidRDefault="00B008B9" w:rsidP="003C0AC8">
      <w:pPr>
        <w:jc w:val="both"/>
        <w:rPr>
          <w:szCs w:val="24"/>
        </w:rPr>
      </w:pPr>
    </w:p>
    <w:p w:rsidR="00B008B9" w:rsidRPr="007A5279" w:rsidRDefault="00B008B9" w:rsidP="003C0AC8">
      <w:pPr>
        <w:rPr>
          <w:szCs w:val="24"/>
        </w:rPr>
      </w:pPr>
    </w:p>
    <w:p w:rsidR="00B008B9" w:rsidRPr="007A5279" w:rsidRDefault="00B008B9" w:rsidP="003C0AC8">
      <w:pPr>
        <w:rPr>
          <w:szCs w:val="24"/>
        </w:rPr>
      </w:pPr>
      <w:r w:rsidRPr="007A5279">
        <w:rPr>
          <w:szCs w:val="24"/>
        </w:rPr>
        <w:t>Data</w:t>
      </w:r>
      <w:r>
        <w:rPr>
          <w:szCs w:val="24"/>
        </w:rPr>
        <w:t xml:space="preserve"> </w:t>
      </w:r>
      <w:r w:rsidRPr="007A5279">
        <w:rPr>
          <w:szCs w:val="24"/>
        </w:rPr>
        <w:t xml:space="preserve">________                                         </w:t>
      </w:r>
      <w:r w:rsidRPr="007A5279">
        <w:rPr>
          <w:szCs w:val="24"/>
        </w:rPr>
        <w:tab/>
      </w:r>
      <w:r w:rsidRPr="007A5279">
        <w:rPr>
          <w:szCs w:val="24"/>
        </w:rPr>
        <w:tab/>
        <w:t xml:space="preserve">      </w:t>
      </w:r>
      <w:r w:rsidRPr="007A5279">
        <w:rPr>
          <w:szCs w:val="24"/>
        </w:rPr>
        <w:tab/>
        <w:t>Firma _________________________</w:t>
      </w:r>
    </w:p>
    <w:p w:rsidR="00B008B9" w:rsidRPr="007A5279" w:rsidRDefault="00B008B9" w:rsidP="003C0AC8">
      <w:pPr>
        <w:rPr>
          <w:szCs w:val="24"/>
        </w:rPr>
      </w:pPr>
    </w:p>
    <w:p w:rsidR="00B008B9" w:rsidRDefault="00B008B9" w:rsidP="003C0AC8"/>
    <w:p w:rsidR="00B008B9" w:rsidRDefault="00B008B9" w:rsidP="003C0AC8"/>
    <w:p w:rsidR="00B008B9" w:rsidRDefault="00B008B9" w:rsidP="004222F5">
      <w:pPr>
        <w:spacing w:after="512" w:line="249" w:lineRule="auto"/>
        <w:ind w:left="5" w:right="0"/>
        <w:rPr>
          <w:b/>
          <w:sz w:val="22"/>
        </w:rPr>
      </w:pPr>
    </w:p>
    <w:p w:rsidR="00B008B9" w:rsidRDefault="00B008B9" w:rsidP="004222F5">
      <w:pPr>
        <w:spacing w:after="512" w:line="249" w:lineRule="auto"/>
        <w:ind w:left="5" w:right="0"/>
        <w:rPr>
          <w:b/>
          <w:sz w:val="22"/>
        </w:rPr>
      </w:pPr>
    </w:p>
    <w:p w:rsidR="00B008B9" w:rsidRDefault="00B008B9" w:rsidP="004222F5">
      <w:pPr>
        <w:spacing w:after="512" w:line="249" w:lineRule="auto"/>
        <w:ind w:left="5" w:right="0"/>
        <w:rPr>
          <w:b/>
          <w:sz w:val="22"/>
        </w:rPr>
      </w:pPr>
    </w:p>
    <w:p w:rsidR="00B008B9" w:rsidRDefault="00B008B9" w:rsidP="00064F33">
      <w:pPr>
        <w:spacing w:after="0" w:line="249" w:lineRule="auto"/>
        <w:ind w:left="5" w:right="0"/>
        <w:rPr>
          <w:b/>
          <w:sz w:val="22"/>
        </w:rPr>
      </w:pPr>
    </w:p>
    <w:p w:rsidR="00B008B9" w:rsidRDefault="00B008B9" w:rsidP="00064F33">
      <w:pPr>
        <w:spacing w:after="0" w:line="249" w:lineRule="auto"/>
        <w:ind w:left="5" w:right="0"/>
        <w:rPr>
          <w:b/>
          <w:sz w:val="22"/>
        </w:rPr>
      </w:pPr>
    </w:p>
    <w:p w:rsidR="00B008B9" w:rsidRDefault="00B008B9" w:rsidP="00064F33">
      <w:pPr>
        <w:spacing w:after="0" w:line="240" w:lineRule="auto"/>
        <w:ind w:left="0" w:right="0" w:firstLine="0"/>
        <w:rPr>
          <w:szCs w:val="24"/>
        </w:rPr>
      </w:pPr>
    </w:p>
    <w:p w:rsidR="00B008B9" w:rsidRDefault="00B008B9" w:rsidP="00064F33">
      <w:pPr>
        <w:spacing w:after="0" w:line="240" w:lineRule="auto"/>
        <w:ind w:left="0" w:right="0" w:firstLine="0"/>
        <w:rPr>
          <w:szCs w:val="24"/>
        </w:rPr>
      </w:pPr>
    </w:p>
    <w:p w:rsidR="00B008B9" w:rsidRDefault="00B008B9" w:rsidP="00064F33">
      <w:pPr>
        <w:spacing w:after="0" w:line="240" w:lineRule="auto"/>
        <w:ind w:left="0" w:right="0" w:firstLine="0"/>
        <w:rPr>
          <w:szCs w:val="24"/>
        </w:rPr>
      </w:pPr>
    </w:p>
    <w:p w:rsidR="00B008B9" w:rsidRDefault="00B008B9" w:rsidP="00064F33">
      <w:pPr>
        <w:spacing w:after="0" w:line="240" w:lineRule="auto"/>
        <w:ind w:left="0" w:right="0" w:firstLine="0"/>
        <w:rPr>
          <w:szCs w:val="24"/>
        </w:rPr>
      </w:pPr>
    </w:p>
    <w:p w:rsidR="00B008B9" w:rsidRPr="00D54F4C" w:rsidRDefault="00B008B9" w:rsidP="00D54F4C">
      <w:pPr>
        <w:pStyle w:val="NoSpacing"/>
        <w:tabs>
          <w:tab w:val="left" w:pos="9540"/>
        </w:tabs>
        <w:ind w:left="568" w:firstLine="425"/>
        <w:jc w:val="both"/>
        <w:rPr>
          <w:rFonts w:ascii="Arial" w:hAnsi="Arial" w:cs="Arial"/>
          <w:b/>
          <w:spacing w:val="-8"/>
          <w:sz w:val="24"/>
          <w:szCs w:val="24"/>
        </w:rPr>
      </w:pPr>
      <w:r w:rsidRPr="00D54F4C">
        <w:rPr>
          <w:b/>
        </w:rPr>
        <w:t xml:space="preserve">ALLEGATO A </w:t>
      </w:r>
      <w:r>
        <w:rPr>
          <w:b/>
        </w:rPr>
        <w:t>2</w:t>
      </w:r>
    </w:p>
    <w:p w:rsidR="00B008B9" w:rsidRPr="005F403E" w:rsidRDefault="00B008B9" w:rsidP="00064F33">
      <w:pPr>
        <w:spacing w:after="0" w:line="240" w:lineRule="auto"/>
        <w:ind w:left="0" w:right="0" w:firstLine="0"/>
        <w:rPr>
          <w:szCs w:val="24"/>
        </w:rPr>
      </w:pPr>
      <w:r w:rsidRPr="00B049E8">
        <w:rPr>
          <w:szCs w:val="24"/>
        </w:rPr>
        <w:t xml:space="preserve">GRIGLIA </w:t>
      </w:r>
      <w:r>
        <w:rPr>
          <w:szCs w:val="24"/>
        </w:rPr>
        <w:t>AUTO</w:t>
      </w:r>
      <w:r w:rsidRPr="00B049E8">
        <w:rPr>
          <w:szCs w:val="24"/>
        </w:rPr>
        <w:t>VALUTAZIONE TITOLI</w:t>
      </w:r>
    </w:p>
    <w:tbl>
      <w:tblPr>
        <w:tblW w:w="917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3"/>
        <w:gridCol w:w="2126"/>
        <w:gridCol w:w="2126"/>
      </w:tblGrid>
      <w:tr w:rsidR="00B008B9" w:rsidRPr="007A5279" w:rsidTr="000C17FB">
        <w:trPr>
          <w:trHeight w:val="567"/>
        </w:trPr>
        <w:tc>
          <w:tcPr>
            <w:tcW w:w="4923" w:type="dxa"/>
            <w:vAlign w:val="center"/>
          </w:tcPr>
          <w:p w:rsidR="00B008B9" w:rsidRPr="007A5279" w:rsidRDefault="00B008B9" w:rsidP="00064F33">
            <w:pPr>
              <w:autoSpaceDE w:val="0"/>
              <w:spacing w:after="0" w:line="240" w:lineRule="auto"/>
              <w:ind w:left="11" w:right="0" w:hanging="11"/>
              <w:rPr>
                <w:b/>
                <w:szCs w:val="24"/>
              </w:rPr>
            </w:pPr>
            <w:r w:rsidRPr="007A5279">
              <w:rPr>
                <w:b/>
                <w:szCs w:val="24"/>
              </w:rPr>
              <w:t>Titoli</w:t>
            </w:r>
          </w:p>
        </w:tc>
        <w:tc>
          <w:tcPr>
            <w:tcW w:w="2126" w:type="dxa"/>
            <w:vAlign w:val="center"/>
          </w:tcPr>
          <w:p w:rsidR="00B008B9" w:rsidRPr="007A5279" w:rsidRDefault="00B008B9" w:rsidP="00064F33">
            <w:pPr>
              <w:autoSpaceDE w:val="0"/>
              <w:spacing w:after="0" w:line="240" w:lineRule="auto"/>
              <w:ind w:left="11" w:right="72" w:hanging="11"/>
              <w:jc w:val="center"/>
              <w:rPr>
                <w:b/>
                <w:szCs w:val="24"/>
              </w:rPr>
            </w:pPr>
            <w:r w:rsidRPr="007A5279">
              <w:rPr>
                <w:b/>
                <w:szCs w:val="24"/>
              </w:rPr>
              <w:t>Punti</w:t>
            </w:r>
          </w:p>
        </w:tc>
        <w:tc>
          <w:tcPr>
            <w:tcW w:w="2126" w:type="dxa"/>
            <w:vAlign w:val="center"/>
          </w:tcPr>
          <w:p w:rsidR="00B008B9" w:rsidRPr="007A5279" w:rsidRDefault="00B008B9" w:rsidP="00064F33">
            <w:pPr>
              <w:autoSpaceDE w:val="0"/>
              <w:spacing w:after="0" w:line="240" w:lineRule="auto"/>
              <w:ind w:left="11" w:right="72" w:hanging="11"/>
              <w:jc w:val="center"/>
              <w:rPr>
                <w:b/>
                <w:szCs w:val="24"/>
              </w:rPr>
            </w:pPr>
            <w:r w:rsidRPr="007A5279">
              <w:rPr>
                <w:b/>
                <w:szCs w:val="24"/>
              </w:rPr>
              <w:t>Punti</w:t>
            </w:r>
          </w:p>
        </w:tc>
      </w:tr>
      <w:tr w:rsidR="00B008B9" w:rsidRPr="007A5279" w:rsidTr="000C17FB">
        <w:trPr>
          <w:trHeight w:val="567"/>
        </w:trPr>
        <w:tc>
          <w:tcPr>
            <w:tcW w:w="4923" w:type="dxa"/>
            <w:vAlign w:val="center"/>
          </w:tcPr>
          <w:p w:rsidR="00B008B9" w:rsidRPr="007A5279" w:rsidRDefault="00B008B9" w:rsidP="00B777F5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Laurea vecchio ordinamento</w:t>
            </w:r>
          </w:p>
        </w:tc>
        <w:tc>
          <w:tcPr>
            <w:tcW w:w="2126" w:type="dxa"/>
            <w:vAlign w:val="center"/>
          </w:tcPr>
          <w:p w:rsidR="00B008B9" w:rsidRPr="007A5279" w:rsidRDefault="00B008B9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6</w:t>
            </w:r>
          </w:p>
        </w:tc>
        <w:tc>
          <w:tcPr>
            <w:tcW w:w="2126" w:type="dxa"/>
            <w:vAlign w:val="center"/>
          </w:tcPr>
          <w:p w:rsidR="00B008B9" w:rsidRPr="007A5279" w:rsidRDefault="00B008B9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B008B9" w:rsidRPr="007A5279" w:rsidTr="000C17FB">
        <w:trPr>
          <w:trHeight w:val="567"/>
        </w:trPr>
        <w:tc>
          <w:tcPr>
            <w:tcW w:w="4923" w:type="dxa"/>
            <w:vAlign w:val="center"/>
          </w:tcPr>
          <w:p w:rsidR="00B008B9" w:rsidRPr="007A5279" w:rsidRDefault="00B008B9" w:rsidP="00B777F5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Laurea triennale</w:t>
            </w:r>
          </w:p>
        </w:tc>
        <w:tc>
          <w:tcPr>
            <w:tcW w:w="2126" w:type="dxa"/>
            <w:vAlign w:val="center"/>
          </w:tcPr>
          <w:p w:rsidR="00B008B9" w:rsidRPr="007A5279" w:rsidRDefault="00B008B9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3</w:t>
            </w:r>
          </w:p>
        </w:tc>
        <w:tc>
          <w:tcPr>
            <w:tcW w:w="2126" w:type="dxa"/>
            <w:vAlign w:val="center"/>
          </w:tcPr>
          <w:p w:rsidR="00B008B9" w:rsidRPr="007A5279" w:rsidRDefault="00B008B9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B008B9" w:rsidRPr="007A5279" w:rsidTr="000C17FB">
        <w:trPr>
          <w:trHeight w:val="567"/>
        </w:trPr>
        <w:tc>
          <w:tcPr>
            <w:tcW w:w="4923" w:type="dxa"/>
            <w:vAlign w:val="center"/>
          </w:tcPr>
          <w:p w:rsidR="00B008B9" w:rsidRPr="007A5279" w:rsidRDefault="00B008B9" w:rsidP="00B777F5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Diploma</w:t>
            </w:r>
          </w:p>
        </w:tc>
        <w:tc>
          <w:tcPr>
            <w:tcW w:w="2126" w:type="dxa"/>
            <w:vAlign w:val="center"/>
          </w:tcPr>
          <w:p w:rsidR="00B008B9" w:rsidRPr="007A5279" w:rsidRDefault="00B008B9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1</w:t>
            </w:r>
          </w:p>
        </w:tc>
        <w:tc>
          <w:tcPr>
            <w:tcW w:w="2126" w:type="dxa"/>
            <w:vAlign w:val="center"/>
          </w:tcPr>
          <w:p w:rsidR="00B008B9" w:rsidRPr="007A5279" w:rsidRDefault="00B008B9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B008B9" w:rsidRPr="007A5279" w:rsidTr="000C17FB">
        <w:trPr>
          <w:trHeight w:val="567"/>
        </w:trPr>
        <w:tc>
          <w:tcPr>
            <w:tcW w:w="4923" w:type="dxa"/>
            <w:vAlign w:val="center"/>
          </w:tcPr>
          <w:p w:rsidR="00B008B9" w:rsidRPr="007A5279" w:rsidRDefault="00B008B9" w:rsidP="00B777F5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 xml:space="preserve">Certificazioni Informatiche </w:t>
            </w:r>
          </w:p>
        </w:tc>
        <w:tc>
          <w:tcPr>
            <w:tcW w:w="2126" w:type="dxa"/>
            <w:vAlign w:val="center"/>
          </w:tcPr>
          <w:p w:rsidR="00B008B9" w:rsidRPr="007A5279" w:rsidRDefault="00B008B9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1 per ogni corso</w:t>
            </w:r>
          </w:p>
          <w:p w:rsidR="00B008B9" w:rsidRPr="007A5279" w:rsidRDefault="00B008B9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max 4</w:t>
            </w:r>
          </w:p>
        </w:tc>
        <w:tc>
          <w:tcPr>
            <w:tcW w:w="2126" w:type="dxa"/>
            <w:vAlign w:val="center"/>
          </w:tcPr>
          <w:p w:rsidR="00B008B9" w:rsidRPr="007A5279" w:rsidRDefault="00B008B9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B008B9" w:rsidRPr="007A5279" w:rsidTr="000C17FB">
        <w:trPr>
          <w:trHeight w:val="567"/>
        </w:trPr>
        <w:tc>
          <w:tcPr>
            <w:tcW w:w="4923" w:type="dxa"/>
            <w:vAlign w:val="center"/>
          </w:tcPr>
          <w:p w:rsidR="00B008B9" w:rsidRPr="007A5279" w:rsidRDefault="00B008B9" w:rsidP="00B777F5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Certificazioni o Attestati inerenti l’incarico richiesto (es. partecipazione a seminari/corsi inerenti la gestione o programmazione  PON / POR)</w:t>
            </w:r>
          </w:p>
        </w:tc>
        <w:tc>
          <w:tcPr>
            <w:tcW w:w="2126" w:type="dxa"/>
            <w:vAlign w:val="center"/>
          </w:tcPr>
          <w:p w:rsidR="00B008B9" w:rsidRPr="007A5279" w:rsidRDefault="00B008B9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2</w:t>
            </w:r>
            <w:r>
              <w:rPr>
                <w:szCs w:val="24"/>
              </w:rPr>
              <w:t xml:space="preserve"> </w:t>
            </w:r>
            <w:r w:rsidRPr="007A5279">
              <w:rPr>
                <w:szCs w:val="24"/>
              </w:rPr>
              <w:t>per ogni corso</w:t>
            </w:r>
          </w:p>
          <w:p w:rsidR="00B008B9" w:rsidRPr="007A5279" w:rsidRDefault="00B008B9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max 6</w:t>
            </w:r>
          </w:p>
        </w:tc>
        <w:tc>
          <w:tcPr>
            <w:tcW w:w="2126" w:type="dxa"/>
            <w:vAlign w:val="center"/>
          </w:tcPr>
          <w:p w:rsidR="00B008B9" w:rsidRPr="007A5279" w:rsidRDefault="00B008B9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B008B9" w:rsidRPr="007A5279" w:rsidTr="000C17FB">
        <w:trPr>
          <w:trHeight w:val="567"/>
        </w:trPr>
        <w:tc>
          <w:tcPr>
            <w:tcW w:w="4923" w:type="dxa"/>
            <w:vAlign w:val="center"/>
          </w:tcPr>
          <w:p w:rsidR="00B008B9" w:rsidRPr="007A5279" w:rsidRDefault="00B008B9" w:rsidP="00B777F5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Incarico di Facilitatore/animatore / di Referente per la valutazione / Referente per la pubblicità/Progettista /Collaudatore in progetti PON/POR</w:t>
            </w:r>
          </w:p>
        </w:tc>
        <w:tc>
          <w:tcPr>
            <w:tcW w:w="2126" w:type="dxa"/>
            <w:vAlign w:val="center"/>
          </w:tcPr>
          <w:p w:rsidR="00B008B9" w:rsidRPr="007A5279" w:rsidRDefault="00B008B9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1per ogni incarico</w:t>
            </w:r>
          </w:p>
          <w:p w:rsidR="00B008B9" w:rsidRPr="007A5279" w:rsidRDefault="00B008B9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Max 6</w:t>
            </w:r>
          </w:p>
        </w:tc>
        <w:tc>
          <w:tcPr>
            <w:tcW w:w="2126" w:type="dxa"/>
            <w:vAlign w:val="center"/>
          </w:tcPr>
          <w:p w:rsidR="00B008B9" w:rsidRPr="007A5279" w:rsidRDefault="00B008B9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B008B9" w:rsidRPr="007A5279" w:rsidTr="000C17FB">
        <w:trPr>
          <w:trHeight w:val="567"/>
        </w:trPr>
        <w:tc>
          <w:tcPr>
            <w:tcW w:w="4923" w:type="dxa"/>
            <w:vAlign w:val="center"/>
          </w:tcPr>
          <w:p w:rsidR="00B008B9" w:rsidRPr="007A5279" w:rsidRDefault="00B008B9" w:rsidP="00B777F5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Esperienze organizzative, di coordinamento e gestionali in POR/PON o in progetti aziendali.</w:t>
            </w:r>
          </w:p>
        </w:tc>
        <w:tc>
          <w:tcPr>
            <w:tcW w:w="2126" w:type="dxa"/>
            <w:vAlign w:val="center"/>
          </w:tcPr>
          <w:p w:rsidR="00B008B9" w:rsidRPr="007A5279" w:rsidRDefault="00B008B9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3 per ogni incarico</w:t>
            </w:r>
          </w:p>
          <w:p w:rsidR="00B008B9" w:rsidRPr="007A5279" w:rsidRDefault="00B008B9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Max 12</w:t>
            </w:r>
          </w:p>
        </w:tc>
        <w:tc>
          <w:tcPr>
            <w:tcW w:w="2126" w:type="dxa"/>
            <w:vAlign w:val="center"/>
          </w:tcPr>
          <w:p w:rsidR="00B008B9" w:rsidRPr="007A5279" w:rsidRDefault="00B008B9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B008B9" w:rsidRPr="007A5279" w:rsidTr="000C17FB">
        <w:trPr>
          <w:trHeight w:val="567"/>
        </w:trPr>
        <w:tc>
          <w:tcPr>
            <w:tcW w:w="4923" w:type="dxa"/>
            <w:vAlign w:val="center"/>
          </w:tcPr>
          <w:p w:rsidR="00B008B9" w:rsidRPr="007A5279" w:rsidRDefault="00B008B9" w:rsidP="00B777F5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Partecipazione al gruppo di redazione del piano integrativo per ogni corso  per le scuole o redazione programmazione gestionale per le imprese</w:t>
            </w:r>
          </w:p>
        </w:tc>
        <w:tc>
          <w:tcPr>
            <w:tcW w:w="2126" w:type="dxa"/>
            <w:vAlign w:val="center"/>
          </w:tcPr>
          <w:p w:rsidR="00B008B9" w:rsidRPr="007A5279" w:rsidRDefault="00B008B9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1 per ogni incarico</w:t>
            </w:r>
          </w:p>
          <w:p w:rsidR="00B008B9" w:rsidRPr="007A5279" w:rsidRDefault="00B008B9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Max 5</w:t>
            </w:r>
          </w:p>
        </w:tc>
        <w:tc>
          <w:tcPr>
            <w:tcW w:w="2126" w:type="dxa"/>
            <w:vAlign w:val="center"/>
          </w:tcPr>
          <w:p w:rsidR="00B008B9" w:rsidRPr="007A5279" w:rsidRDefault="00B008B9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B008B9" w:rsidRPr="007A5279" w:rsidTr="000C17FB">
        <w:trPr>
          <w:trHeight w:val="567"/>
        </w:trPr>
        <w:tc>
          <w:tcPr>
            <w:tcW w:w="4923" w:type="dxa"/>
            <w:vAlign w:val="center"/>
          </w:tcPr>
          <w:p w:rsidR="00B008B9" w:rsidRPr="007A5279" w:rsidRDefault="00B008B9" w:rsidP="00B777F5">
            <w:pPr>
              <w:autoSpaceDE w:val="0"/>
              <w:spacing w:after="0" w:line="240" w:lineRule="auto"/>
              <w:ind w:left="11" w:right="0" w:hanging="11"/>
              <w:jc w:val="both"/>
              <w:rPr>
                <w:szCs w:val="24"/>
              </w:rPr>
            </w:pPr>
            <w:r w:rsidRPr="007A5279">
              <w:rPr>
                <w:szCs w:val="24"/>
              </w:rPr>
              <w:t>Attività di coordinamento/gestione (es. funzione strumentale, collaboratore D.S., all’interno di Istituti Scolastici statali) o attività svolta in imprese.</w:t>
            </w:r>
          </w:p>
        </w:tc>
        <w:tc>
          <w:tcPr>
            <w:tcW w:w="2126" w:type="dxa"/>
            <w:vAlign w:val="center"/>
          </w:tcPr>
          <w:p w:rsidR="00B008B9" w:rsidRPr="007A5279" w:rsidRDefault="00B008B9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punti 1 per ogni anno</w:t>
            </w:r>
          </w:p>
          <w:p w:rsidR="00B008B9" w:rsidRPr="007A5279" w:rsidRDefault="00B008B9" w:rsidP="00B777F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  <w:r w:rsidRPr="007A5279">
              <w:rPr>
                <w:szCs w:val="24"/>
              </w:rPr>
              <w:t>max di punti 10</w:t>
            </w:r>
          </w:p>
        </w:tc>
        <w:tc>
          <w:tcPr>
            <w:tcW w:w="2126" w:type="dxa"/>
            <w:vAlign w:val="center"/>
          </w:tcPr>
          <w:p w:rsidR="00B008B9" w:rsidRPr="007A5279" w:rsidRDefault="00B008B9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  <w:tr w:rsidR="00B008B9" w:rsidRPr="007A5279" w:rsidTr="000C17FB">
        <w:trPr>
          <w:trHeight w:val="567"/>
        </w:trPr>
        <w:tc>
          <w:tcPr>
            <w:tcW w:w="4923" w:type="dxa"/>
            <w:vAlign w:val="center"/>
          </w:tcPr>
          <w:p w:rsidR="00B008B9" w:rsidRPr="007A5279" w:rsidRDefault="00B008B9" w:rsidP="00C20815">
            <w:pPr>
              <w:autoSpaceDE w:val="0"/>
              <w:spacing w:after="0" w:line="240" w:lineRule="auto"/>
              <w:ind w:left="11" w:right="0" w:hanging="11"/>
              <w:jc w:val="both"/>
              <w:rPr>
                <w:b/>
                <w:szCs w:val="24"/>
              </w:rPr>
            </w:pPr>
            <w:r w:rsidRPr="007A5279">
              <w:rPr>
                <w:b/>
                <w:szCs w:val="24"/>
              </w:rPr>
              <w:t>TOTALE  PUNTEGGIO</w:t>
            </w:r>
          </w:p>
        </w:tc>
        <w:tc>
          <w:tcPr>
            <w:tcW w:w="2126" w:type="dxa"/>
            <w:vAlign w:val="center"/>
          </w:tcPr>
          <w:p w:rsidR="00B008B9" w:rsidRPr="007A5279" w:rsidRDefault="00B008B9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008B9" w:rsidRPr="007A5279" w:rsidRDefault="00B008B9" w:rsidP="00C20815">
            <w:pPr>
              <w:autoSpaceDE w:val="0"/>
              <w:spacing w:after="0" w:line="240" w:lineRule="auto"/>
              <w:ind w:left="11" w:right="72" w:hanging="11"/>
              <w:jc w:val="center"/>
              <w:rPr>
                <w:szCs w:val="24"/>
              </w:rPr>
            </w:pPr>
          </w:p>
        </w:tc>
      </w:tr>
    </w:tbl>
    <w:p w:rsidR="00B008B9" w:rsidRDefault="00B008B9" w:rsidP="004222F5">
      <w:pPr>
        <w:spacing w:after="512" w:line="249" w:lineRule="auto"/>
        <w:ind w:left="5" w:right="0"/>
        <w:rPr>
          <w:b/>
          <w:sz w:val="22"/>
        </w:rPr>
      </w:pPr>
    </w:p>
    <w:sectPr w:rsidR="00B008B9" w:rsidSect="00064F33">
      <w:headerReference w:type="default" r:id="rId7"/>
      <w:footerReference w:type="default" r:id="rId8"/>
      <w:pgSz w:w="11900" w:h="16840"/>
      <w:pgMar w:top="2108" w:right="627" w:bottom="1148" w:left="1126" w:header="54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8B9" w:rsidRDefault="00B008B9" w:rsidP="00446DAD">
      <w:pPr>
        <w:spacing w:after="0" w:line="240" w:lineRule="auto"/>
      </w:pPr>
      <w:r>
        <w:separator/>
      </w:r>
    </w:p>
  </w:endnote>
  <w:endnote w:type="continuationSeparator" w:id="0">
    <w:p w:rsidR="00B008B9" w:rsidRDefault="00B008B9" w:rsidP="00446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8B9" w:rsidRDefault="00B008B9">
    <w:pPr>
      <w:pStyle w:val="Foo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2051" type="#_x0000_t75" style="position:absolute;left:0;text-align:left;margin-left:-3.8pt;margin-top:-79.7pt;width:481.4pt;height:118.5pt;z-index:-251658752;visibility:visible" wrapcoords="-34 0 -34 21463 21600 21463 21600 0 -34 0">
          <v:imagedata r:id="rId1" o:title=""/>
          <w10:wrap type="through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8B9" w:rsidRDefault="00B008B9" w:rsidP="00446DAD">
      <w:pPr>
        <w:spacing w:after="0" w:line="240" w:lineRule="auto"/>
      </w:pPr>
      <w:r>
        <w:separator/>
      </w:r>
    </w:p>
  </w:footnote>
  <w:footnote w:type="continuationSeparator" w:id="0">
    <w:p w:rsidR="00B008B9" w:rsidRDefault="00B008B9" w:rsidP="00446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8B9" w:rsidRDefault="00B008B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49" type="#_x0000_t75" style="position:absolute;left:0;text-align:left;margin-left:10.35pt;margin-top:-13.15pt;width:467.25pt;height:64.55pt;z-index:-251659776;visibility:visible" wrapcoords="-35 0 -35 21349 21600 21349 21600 0 -35 0">
          <v:imagedata r:id="rId1" o:title=""/>
          <w10:wrap type="through"/>
        </v:shape>
      </w:pict>
    </w:r>
    <w:r>
      <w:rPr>
        <w:noProof/>
      </w:rPr>
      <w:pict>
        <v:shape id="Picture 2" o:spid="_x0000_s2050" type="#_x0000_t75" style="position:absolute;left:0;text-align:left;margin-left:9pt;margin-top:51.4pt;width:449.55pt;height:82pt;z-index:251658752;visibility:visible" wrapcoords="-36 0 -36 21402 21600 21402 21600 0 -36 0">
          <v:imagedata r:id="rId2" o:title=""/>
          <w10:wrap type="through" side="righ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D6EDC"/>
    <w:multiLevelType w:val="hybridMultilevel"/>
    <w:tmpl w:val="8466B3F2"/>
    <w:lvl w:ilvl="0" w:tplc="F9C6EDEE">
      <w:start w:val="1"/>
      <w:numFmt w:val="bullet"/>
      <w:lvlText w:val="-"/>
      <w:lvlJc w:val="left"/>
      <w:pPr>
        <w:ind w:left="73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8A101EC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1B7A7A72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E6BC547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ABD6A45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54E2DD5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0FC45602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F1969EC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DDC6A59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">
    <w:nsid w:val="135C69F2"/>
    <w:multiLevelType w:val="multilevel"/>
    <w:tmpl w:val="3FBA2C36"/>
    <w:lvl w:ilvl="0">
      <w:start w:val="1"/>
      <w:numFmt w:val="decimal"/>
      <w:lvlText w:val="%1)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">
    <w:nsid w:val="18745E70"/>
    <w:multiLevelType w:val="hybridMultilevel"/>
    <w:tmpl w:val="8E248CC4"/>
    <w:lvl w:ilvl="0" w:tplc="BA3046A6">
      <w:start w:val="1"/>
      <w:numFmt w:val="bullet"/>
      <w:lvlText w:val="-"/>
      <w:lvlJc w:val="left"/>
      <w:pPr>
        <w:ind w:left="43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D652C99C">
      <w:start w:val="1"/>
      <w:numFmt w:val="bullet"/>
      <w:lvlText w:val="o"/>
      <w:lvlJc w:val="left"/>
      <w:pPr>
        <w:ind w:left="122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F4AC0360">
      <w:start w:val="1"/>
      <w:numFmt w:val="bullet"/>
      <w:lvlText w:val="▪"/>
      <w:lvlJc w:val="left"/>
      <w:pPr>
        <w:ind w:left="194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EC90DFC2">
      <w:start w:val="1"/>
      <w:numFmt w:val="bullet"/>
      <w:lvlText w:val="•"/>
      <w:lvlJc w:val="left"/>
      <w:pPr>
        <w:ind w:left="266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BF5CC1B8">
      <w:start w:val="1"/>
      <w:numFmt w:val="bullet"/>
      <w:lvlText w:val="o"/>
      <w:lvlJc w:val="left"/>
      <w:pPr>
        <w:ind w:left="338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56CC3208">
      <w:start w:val="1"/>
      <w:numFmt w:val="bullet"/>
      <w:lvlText w:val="▪"/>
      <w:lvlJc w:val="left"/>
      <w:pPr>
        <w:ind w:left="410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DFB247F4">
      <w:start w:val="1"/>
      <w:numFmt w:val="bullet"/>
      <w:lvlText w:val="•"/>
      <w:lvlJc w:val="left"/>
      <w:pPr>
        <w:ind w:left="482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EAA68F9E">
      <w:start w:val="1"/>
      <w:numFmt w:val="bullet"/>
      <w:lvlText w:val="o"/>
      <w:lvlJc w:val="left"/>
      <w:pPr>
        <w:ind w:left="554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180CE4B6">
      <w:start w:val="1"/>
      <w:numFmt w:val="bullet"/>
      <w:lvlText w:val="▪"/>
      <w:lvlJc w:val="left"/>
      <w:pPr>
        <w:ind w:left="626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3">
    <w:nsid w:val="199F2CC1"/>
    <w:multiLevelType w:val="hybridMultilevel"/>
    <w:tmpl w:val="59940260"/>
    <w:lvl w:ilvl="0" w:tplc="6666ACAE">
      <w:start w:val="1"/>
      <w:numFmt w:val="bullet"/>
      <w:lvlText w:val="-"/>
      <w:lvlJc w:val="left"/>
      <w:pPr>
        <w:ind w:left="284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B4A2D0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2C10BC4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05224BE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D87E15C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288277E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73BC7EC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49F492E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4094CE2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4">
    <w:nsid w:val="2AC63B09"/>
    <w:multiLevelType w:val="hybridMultilevel"/>
    <w:tmpl w:val="1B42353E"/>
    <w:lvl w:ilvl="0" w:tplc="0410000F">
      <w:start w:val="1"/>
      <w:numFmt w:val="decimal"/>
      <w:lvlText w:val="%1."/>
      <w:lvlJc w:val="left"/>
      <w:pPr>
        <w:tabs>
          <w:tab w:val="num" w:pos="2131"/>
        </w:tabs>
        <w:ind w:left="2131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851"/>
        </w:tabs>
        <w:ind w:left="2851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571"/>
        </w:tabs>
        <w:ind w:left="357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4291"/>
        </w:tabs>
        <w:ind w:left="429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5011"/>
        </w:tabs>
        <w:ind w:left="501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731"/>
        </w:tabs>
        <w:ind w:left="573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451"/>
        </w:tabs>
        <w:ind w:left="645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7171"/>
        </w:tabs>
        <w:ind w:left="717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891"/>
        </w:tabs>
        <w:ind w:left="7891" w:hanging="180"/>
      </w:pPr>
      <w:rPr>
        <w:rFonts w:cs="Times New Roman"/>
      </w:rPr>
    </w:lvl>
  </w:abstractNum>
  <w:abstractNum w:abstractNumId="5">
    <w:nsid w:val="2B162415"/>
    <w:multiLevelType w:val="hybridMultilevel"/>
    <w:tmpl w:val="17C658DC"/>
    <w:lvl w:ilvl="0" w:tplc="83E0CAE8">
      <w:start w:val="1"/>
      <w:numFmt w:val="decimal"/>
      <w:lvlText w:val="%1)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AFEEE6F8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MS Mincho" w:hAnsi="Symbol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07C107B"/>
    <w:multiLevelType w:val="hybridMultilevel"/>
    <w:tmpl w:val="CDA49126"/>
    <w:lvl w:ilvl="0" w:tplc="D90C4564">
      <w:start w:val="1"/>
      <w:numFmt w:val="bullet"/>
      <w:lvlText w:val="-"/>
      <w:lvlJc w:val="left"/>
      <w:pPr>
        <w:ind w:left="73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873A20CE">
      <w:start w:val="1"/>
      <w:numFmt w:val="bullet"/>
      <w:lvlText w:val="o"/>
      <w:lvlJc w:val="left"/>
      <w:pPr>
        <w:ind w:left="133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F82A2056">
      <w:start w:val="1"/>
      <w:numFmt w:val="bullet"/>
      <w:lvlText w:val="▪"/>
      <w:lvlJc w:val="left"/>
      <w:pPr>
        <w:ind w:left="205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EA30D27A">
      <w:start w:val="1"/>
      <w:numFmt w:val="bullet"/>
      <w:lvlText w:val="•"/>
      <w:lvlJc w:val="left"/>
      <w:pPr>
        <w:ind w:left="277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2E6AEB5E">
      <w:start w:val="1"/>
      <w:numFmt w:val="bullet"/>
      <w:lvlText w:val="o"/>
      <w:lvlJc w:val="left"/>
      <w:pPr>
        <w:ind w:left="349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25C433CC">
      <w:start w:val="1"/>
      <w:numFmt w:val="bullet"/>
      <w:lvlText w:val="▪"/>
      <w:lvlJc w:val="left"/>
      <w:pPr>
        <w:ind w:left="421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B2443E8">
      <w:start w:val="1"/>
      <w:numFmt w:val="bullet"/>
      <w:lvlText w:val="•"/>
      <w:lvlJc w:val="left"/>
      <w:pPr>
        <w:ind w:left="493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996C4350">
      <w:start w:val="1"/>
      <w:numFmt w:val="bullet"/>
      <w:lvlText w:val="o"/>
      <w:lvlJc w:val="left"/>
      <w:pPr>
        <w:ind w:left="565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BF5A6D90">
      <w:start w:val="1"/>
      <w:numFmt w:val="bullet"/>
      <w:lvlText w:val="▪"/>
      <w:lvlJc w:val="left"/>
      <w:pPr>
        <w:ind w:left="637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7">
    <w:nsid w:val="4FE375F6"/>
    <w:multiLevelType w:val="hybridMultilevel"/>
    <w:tmpl w:val="760C2B9E"/>
    <w:lvl w:ilvl="0" w:tplc="A5820240">
      <w:start w:val="1"/>
      <w:numFmt w:val="bullet"/>
      <w:lvlText w:val="•"/>
      <w:lvlJc w:val="left"/>
      <w:pPr>
        <w:ind w:left="676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A5A673A2">
      <w:start w:val="1"/>
      <w:numFmt w:val="bullet"/>
      <w:lvlText w:val="o"/>
      <w:lvlJc w:val="left"/>
      <w:pPr>
        <w:ind w:left="165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754ECDCA">
      <w:start w:val="1"/>
      <w:numFmt w:val="bullet"/>
      <w:lvlText w:val="▪"/>
      <w:lvlJc w:val="left"/>
      <w:pPr>
        <w:ind w:left="237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76BEB6C6">
      <w:start w:val="1"/>
      <w:numFmt w:val="bullet"/>
      <w:lvlText w:val="•"/>
      <w:lvlJc w:val="left"/>
      <w:pPr>
        <w:ind w:left="309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6BE47BCC">
      <w:start w:val="1"/>
      <w:numFmt w:val="bullet"/>
      <w:lvlText w:val="o"/>
      <w:lvlJc w:val="left"/>
      <w:pPr>
        <w:ind w:left="381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D154FF4E">
      <w:start w:val="1"/>
      <w:numFmt w:val="bullet"/>
      <w:lvlText w:val="▪"/>
      <w:lvlJc w:val="left"/>
      <w:pPr>
        <w:ind w:left="453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F7D67F96">
      <w:start w:val="1"/>
      <w:numFmt w:val="bullet"/>
      <w:lvlText w:val="•"/>
      <w:lvlJc w:val="left"/>
      <w:pPr>
        <w:ind w:left="525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34CE1C28">
      <w:start w:val="1"/>
      <w:numFmt w:val="bullet"/>
      <w:lvlText w:val="o"/>
      <w:lvlJc w:val="left"/>
      <w:pPr>
        <w:ind w:left="597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9B00B60A">
      <w:start w:val="1"/>
      <w:numFmt w:val="bullet"/>
      <w:lvlText w:val="▪"/>
      <w:lvlJc w:val="left"/>
      <w:pPr>
        <w:ind w:left="669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8">
    <w:nsid w:val="50D53229"/>
    <w:multiLevelType w:val="hybridMultilevel"/>
    <w:tmpl w:val="2960ABEE"/>
    <w:lvl w:ilvl="0" w:tplc="54F82840">
      <w:start w:val="1"/>
      <w:numFmt w:val="bullet"/>
      <w:lvlText w:val="•"/>
      <w:lvlJc w:val="left"/>
      <w:pPr>
        <w:ind w:left="946"/>
      </w:pPr>
      <w:rPr>
        <w:rFonts w:ascii="Arial" w:eastAsia="Times New Roman" w:hAnsi="Arial"/>
        <w:b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85626794">
      <w:start w:val="1"/>
      <w:numFmt w:val="bullet"/>
      <w:lvlText w:val="o"/>
      <w:lvlJc w:val="left"/>
      <w:pPr>
        <w:ind w:left="1797"/>
      </w:pPr>
      <w:rPr>
        <w:rFonts w:ascii="Arial" w:eastAsia="Times New Roman" w:hAnsi="Arial"/>
        <w:b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1938B828">
      <w:start w:val="1"/>
      <w:numFmt w:val="bullet"/>
      <w:lvlText w:val="▪"/>
      <w:lvlJc w:val="left"/>
      <w:pPr>
        <w:ind w:left="2517"/>
      </w:pPr>
      <w:rPr>
        <w:rFonts w:ascii="Arial" w:eastAsia="Times New Roman" w:hAnsi="Arial"/>
        <w:b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45BEEDA4">
      <w:start w:val="1"/>
      <w:numFmt w:val="bullet"/>
      <w:lvlText w:val="•"/>
      <w:lvlJc w:val="left"/>
      <w:pPr>
        <w:ind w:left="3237"/>
      </w:pPr>
      <w:rPr>
        <w:rFonts w:ascii="Arial" w:eastAsia="Times New Roman" w:hAnsi="Arial"/>
        <w:b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2AA6993C">
      <w:start w:val="1"/>
      <w:numFmt w:val="bullet"/>
      <w:lvlText w:val="o"/>
      <w:lvlJc w:val="left"/>
      <w:pPr>
        <w:ind w:left="3957"/>
      </w:pPr>
      <w:rPr>
        <w:rFonts w:ascii="Arial" w:eastAsia="Times New Roman" w:hAnsi="Arial"/>
        <w:b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3528B83E">
      <w:start w:val="1"/>
      <w:numFmt w:val="bullet"/>
      <w:lvlText w:val="▪"/>
      <w:lvlJc w:val="left"/>
      <w:pPr>
        <w:ind w:left="4677"/>
      </w:pPr>
      <w:rPr>
        <w:rFonts w:ascii="Arial" w:eastAsia="Times New Roman" w:hAnsi="Arial"/>
        <w:b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D512CE24">
      <w:start w:val="1"/>
      <w:numFmt w:val="bullet"/>
      <w:lvlText w:val="•"/>
      <w:lvlJc w:val="left"/>
      <w:pPr>
        <w:ind w:left="5397"/>
      </w:pPr>
      <w:rPr>
        <w:rFonts w:ascii="Arial" w:eastAsia="Times New Roman" w:hAnsi="Arial"/>
        <w:b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EE0CE5A4">
      <w:start w:val="1"/>
      <w:numFmt w:val="bullet"/>
      <w:lvlText w:val="o"/>
      <w:lvlJc w:val="left"/>
      <w:pPr>
        <w:ind w:left="6117"/>
      </w:pPr>
      <w:rPr>
        <w:rFonts w:ascii="Arial" w:eastAsia="Times New Roman" w:hAnsi="Arial"/>
        <w:b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7CFC5DAA">
      <w:start w:val="1"/>
      <w:numFmt w:val="bullet"/>
      <w:lvlText w:val="▪"/>
      <w:lvlJc w:val="left"/>
      <w:pPr>
        <w:ind w:left="6837"/>
      </w:pPr>
      <w:rPr>
        <w:rFonts w:ascii="Arial" w:eastAsia="Times New Roman" w:hAnsi="Arial"/>
        <w:b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9">
    <w:nsid w:val="55A97C16"/>
    <w:multiLevelType w:val="hybridMultilevel"/>
    <w:tmpl w:val="3FBA2C36"/>
    <w:lvl w:ilvl="0" w:tplc="83E0CAE8">
      <w:start w:val="1"/>
      <w:numFmt w:val="decimal"/>
      <w:lvlText w:val="%1)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A84AA6C8">
      <w:start w:val="1"/>
      <w:numFmt w:val="lowerLetter"/>
      <w:lvlText w:val="%2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C00E5660">
      <w:start w:val="1"/>
      <w:numFmt w:val="lowerRoman"/>
      <w:lvlText w:val="%3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1D00E6DC">
      <w:start w:val="1"/>
      <w:numFmt w:val="decimal"/>
      <w:lvlText w:val="%4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088A09B6">
      <w:start w:val="1"/>
      <w:numFmt w:val="lowerLetter"/>
      <w:lvlText w:val="%5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0AAA59CC">
      <w:start w:val="1"/>
      <w:numFmt w:val="lowerRoman"/>
      <w:lvlText w:val="%6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682E3486">
      <w:start w:val="1"/>
      <w:numFmt w:val="decimal"/>
      <w:lvlText w:val="%7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55089BE2">
      <w:start w:val="1"/>
      <w:numFmt w:val="lowerLetter"/>
      <w:lvlText w:val="%8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D05CDA6C">
      <w:start w:val="1"/>
      <w:numFmt w:val="lowerRoman"/>
      <w:lvlText w:val="%9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0">
    <w:nsid w:val="6F9F6A5D"/>
    <w:multiLevelType w:val="hybridMultilevel"/>
    <w:tmpl w:val="7F123D7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4C57941"/>
    <w:multiLevelType w:val="hybridMultilevel"/>
    <w:tmpl w:val="1A3A9086"/>
    <w:lvl w:ilvl="0" w:tplc="040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3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5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7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9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1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3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5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75" w:hanging="180"/>
      </w:pPr>
      <w:rPr>
        <w:rFonts w:cs="Times New Roman"/>
      </w:rPr>
    </w:lvl>
  </w:abstractNum>
  <w:abstractNum w:abstractNumId="12">
    <w:nsid w:val="798E0E89"/>
    <w:multiLevelType w:val="hybridMultilevel"/>
    <w:tmpl w:val="981CF562"/>
    <w:lvl w:ilvl="0" w:tplc="7840AFD0">
      <w:start w:val="1"/>
      <w:numFmt w:val="bullet"/>
      <w:lvlText w:val="-"/>
      <w:lvlJc w:val="left"/>
      <w:pPr>
        <w:ind w:left="294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5FB4FEB4">
      <w:start w:val="1"/>
      <w:numFmt w:val="decimal"/>
      <w:lvlText w:val="%2)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082494C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9A54F27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0484BB3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9956004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117C13E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E1D40B1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67C42BB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3">
    <w:nsid w:val="7BEC62D8"/>
    <w:multiLevelType w:val="hybridMultilevel"/>
    <w:tmpl w:val="B616013C"/>
    <w:lvl w:ilvl="0" w:tplc="9FF4D212">
      <w:numFmt w:val="bullet"/>
      <w:lvlText w:val="-"/>
      <w:lvlJc w:val="left"/>
      <w:pPr>
        <w:tabs>
          <w:tab w:val="num" w:pos="1771"/>
        </w:tabs>
        <w:ind w:left="1771" w:hanging="360"/>
      </w:pPr>
      <w:rPr>
        <w:rFonts w:ascii="Times New Roman" w:eastAsia="MS Mincho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1"/>
        </w:tabs>
        <w:ind w:left="24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1"/>
        </w:tabs>
        <w:ind w:left="32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1"/>
        </w:tabs>
        <w:ind w:left="39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1"/>
        </w:tabs>
        <w:ind w:left="46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1"/>
        </w:tabs>
        <w:ind w:left="53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1"/>
        </w:tabs>
        <w:ind w:left="60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1"/>
        </w:tabs>
        <w:ind w:left="68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1"/>
        </w:tabs>
        <w:ind w:left="75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3"/>
  </w:num>
  <w:num w:numId="5">
    <w:abstractNumId w:val="0"/>
  </w:num>
  <w:num w:numId="6">
    <w:abstractNumId w:val="2"/>
  </w:num>
  <w:num w:numId="7">
    <w:abstractNumId w:val="8"/>
  </w:num>
  <w:num w:numId="8">
    <w:abstractNumId w:val="7"/>
  </w:num>
  <w:num w:numId="9">
    <w:abstractNumId w:val="10"/>
  </w:num>
  <w:num w:numId="10">
    <w:abstractNumId w:val="11"/>
  </w:num>
  <w:num w:numId="11">
    <w:abstractNumId w:val="1"/>
  </w:num>
  <w:num w:numId="12">
    <w:abstractNumId w:val="5"/>
  </w:num>
  <w:num w:numId="13">
    <w:abstractNumId w:val="4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4707"/>
    <w:rsid w:val="00016325"/>
    <w:rsid w:val="00016D85"/>
    <w:rsid w:val="00064F33"/>
    <w:rsid w:val="00073D8C"/>
    <w:rsid w:val="000A0407"/>
    <w:rsid w:val="000A15BA"/>
    <w:rsid w:val="000A5892"/>
    <w:rsid w:val="000A6C66"/>
    <w:rsid w:val="000C17FB"/>
    <w:rsid w:val="000C43BD"/>
    <w:rsid w:val="00140002"/>
    <w:rsid w:val="00144A95"/>
    <w:rsid w:val="00147658"/>
    <w:rsid w:val="001510F8"/>
    <w:rsid w:val="00162956"/>
    <w:rsid w:val="00184B46"/>
    <w:rsid w:val="001B300E"/>
    <w:rsid w:val="001E475B"/>
    <w:rsid w:val="00207364"/>
    <w:rsid w:val="0023063A"/>
    <w:rsid w:val="00231B1E"/>
    <w:rsid w:val="00252D99"/>
    <w:rsid w:val="00263102"/>
    <w:rsid w:val="00263152"/>
    <w:rsid w:val="00272C1B"/>
    <w:rsid w:val="00293178"/>
    <w:rsid w:val="002B5A84"/>
    <w:rsid w:val="002C37CF"/>
    <w:rsid w:val="002F34E4"/>
    <w:rsid w:val="0031413D"/>
    <w:rsid w:val="00344894"/>
    <w:rsid w:val="00345D46"/>
    <w:rsid w:val="00354B5C"/>
    <w:rsid w:val="00386A08"/>
    <w:rsid w:val="003956C0"/>
    <w:rsid w:val="003A4EB3"/>
    <w:rsid w:val="003B4819"/>
    <w:rsid w:val="003C0AC8"/>
    <w:rsid w:val="004028B9"/>
    <w:rsid w:val="004222F5"/>
    <w:rsid w:val="00446915"/>
    <w:rsid w:val="00446DAD"/>
    <w:rsid w:val="004727DD"/>
    <w:rsid w:val="00483C07"/>
    <w:rsid w:val="004A402A"/>
    <w:rsid w:val="004D47B2"/>
    <w:rsid w:val="005512AB"/>
    <w:rsid w:val="00571C5D"/>
    <w:rsid w:val="005B48C9"/>
    <w:rsid w:val="005D1638"/>
    <w:rsid w:val="005E23F7"/>
    <w:rsid w:val="005E3994"/>
    <w:rsid w:val="005F403E"/>
    <w:rsid w:val="006021C8"/>
    <w:rsid w:val="006360B5"/>
    <w:rsid w:val="006B02C9"/>
    <w:rsid w:val="00785A49"/>
    <w:rsid w:val="007A5279"/>
    <w:rsid w:val="007F43E7"/>
    <w:rsid w:val="007F5380"/>
    <w:rsid w:val="007F793A"/>
    <w:rsid w:val="00813EA3"/>
    <w:rsid w:val="00824707"/>
    <w:rsid w:val="00837860"/>
    <w:rsid w:val="00842738"/>
    <w:rsid w:val="008529E6"/>
    <w:rsid w:val="008959A4"/>
    <w:rsid w:val="00941EA6"/>
    <w:rsid w:val="009420CD"/>
    <w:rsid w:val="00950BC4"/>
    <w:rsid w:val="00962672"/>
    <w:rsid w:val="009A6764"/>
    <w:rsid w:val="009B3903"/>
    <w:rsid w:val="009E0910"/>
    <w:rsid w:val="009E151E"/>
    <w:rsid w:val="009E3785"/>
    <w:rsid w:val="00A20E0E"/>
    <w:rsid w:val="00A46BA0"/>
    <w:rsid w:val="00A46F7F"/>
    <w:rsid w:val="00A47A11"/>
    <w:rsid w:val="00A70268"/>
    <w:rsid w:val="00AA3645"/>
    <w:rsid w:val="00AB74AB"/>
    <w:rsid w:val="00AC5DC0"/>
    <w:rsid w:val="00AE1F3B"/>
    <w:rsid w:val="00AE457A"/>
    <w:rsid w:val="00B008B9"/>
    <w:rsid w:val="00B049E8"/>
    <w:rsid w:val="00B1093C"/>
    <w:rsid w:val="00B31F7A"/>
    <w:rsid w:val="00B777F5"/>
    <w:rsid w:val="00B910BA"/>
    <w:rsid w:val="00BC7AA8"/>
    <w:rsid w:val="00BD2AE1"/>
    <w:rsid w:val="00BF21EA"/>
    <w:rsid w:val="00C05A1E"/>
    <w:rsid w:val="00C14EAF"/>
    <w:rsid w:val="00C20815"/>
    <w:rsid w:val="00C22753"/>
    <w:rsid w:val="00C919D7"/>
    <w:rsid w:val="00CB7383"/>
    <w:rsid w:val="00CC5287"/>
    <w:rsid w:val="00D3260C"/>
    <w:rsid w:val="00D421BE"/>
    <w:rsid w:val="00D54F4C"/>
    <w:rsid w:val="00D55C3E"/>
    <w:rsid w:val="00D632F6"/>
    <w:rsid w:val="00D82C85"/>
    <w:rsid w:val="00D92CE9"/>
    <w:rsid w:val="00DA427D"/>
    <w:rsid w:val="00DD1266"/>
    <w:rsid w:val="00DD7153"/>
    <w:rsid w:val="00DE5B6F"/>
    <w:rsid w:val="00E0719E"/>
    <w:rsid w:val="00E21855"/>
    <w:rsid w:val="00E24D7C"/>
    <w:rsid w:val="00E4195C"/>
    <w:rsid w:val="00E64833"/>
    <w:rsid w:val="00E6500F"/>
    <w:rsid w:val="00E91CDE"/>
    <w:rsid w:val="00E93877"/>
    <w:rsid w:val="00E93C1A"/>
    <w:rsid w:val="00EA5964"/>
    <w:rsid w:val="00EB08E0"/>
    <w:rsid w:val="00EB0A5C"/>
    <w:rsid w:val="00ED26DE"/>
    <w:rsid w:val="00EF7A60"/>
    <w:rsid w:val="00F02B88"/>
    <w:rsid w:val="00F10D87"/>
    <w:rsid w:val="00F21D83"/>
    <w:rsid w:val="00F30E3C"/>
    <w:rsid w:val="00F41F87"/>
    <w:rsid w:val="00F61B9D"/>
    <w:rsid w:val="00F71442"/>
    <w:rsid w:val="00FA1118"/>
    <w:rsid w:val="00FA7EBB"/>
    <w:rsid w:val="00FC2D89"/>
    <w:rsid w:val="00FC58F8"/>
    <w:rsid w:val="00FF0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S Mincho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D99"/>
    <w:pPr>
      <w:spacing w:after="3" w:line="248" w:lineRule="auto"/>
      <w:ind w:left="10" w:right="672" w:hanging="10"/>
    </w:pPr>
    <w:rPr>
      <w:rFonts w:ascii="Times New Roman" w:hAnsi="Times New Roman"/>
      <w:color w:val="000000"/>
      <w:sz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2D99"/>
    <w:pPr>
      <w:keepNext/>
      <w:keepLines/>
      <w:spacing w:after="0" w:line="259" w:lineRule="auto"/>
      <w:ind w:left="608" w:right="0"/>
      <w:outlineLvl w:val="0"/>
    </w:pPr>
    <w:rPr>
      <w:rFonts w:ascii="Arial" w:hAnsi="Arial"/>
      <w:b/>
      <w:sz w:val="19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2D99"/>
    <w:pPr>
      <w:keepNext/>
      <w:keepLines/>
      <w:spacing w:after="0" w:line="240" w:lineRule="auto"/>
      <w:ind w:left="20" w:right="1657"/>
      <w:jc w:val="center"/>
      <w:outlineLvl w:val="1"/>
    </w:pPr>
    <w:rPr>
      <w:b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52D99"/>
    <w:pPr>
      <w:keepNext/>
      <w:keepLines/>
      <w:spacing w:after="0" w:line="259" w:lineRule="auto"/>
      <w:ind w:left="20" w:right="0"/>
      <w:outlineLvl w:val="2"/>
    </w:pPr>
    <w:rPr>
      <w:b/>
      <w:sz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52D99"/>
    <w:rPr>
      <w:rFonts w:ascii="Arial" w:hAnsi="Arial" w:cs="Times New Roman"/>
      <w:b/>
      <w:color w:val="000000"/>
      <w:sz w:val="2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52D99"/>
    <w:rPr>
      <w:rFonts w:ascii="Times New Roman" w:hAnsi="Times New Roman" w:cs="Times New Roman"/>
      <w:b/>
      <w:color w:val="000000"/>
      <w:sz w:val="2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52D99"/>
    <w:rPr>
      <w:rFonts w:ascii="Times New Roman" w:hAnsi="Times New Roman" w:cs="Times New Roman"/>
      <w:b/>
      <w:color w:val="000000"/>
      <w:sz w:val="22"/>
    </w:rPr>
  </w:style>
  <w:style w:type="table" w:customStyle="1" w:styleId="TableGrid">
    <w:name w:val="TableGrid"/>
    <w:uiPriority w:val="99"/>
    <w:rsid w:val="00252D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46DA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6DAD"/>
    <w:rPr>
      <w:rFonts w:ascii="Lucida Grande" w:hAnsi="Lucida Grande" w:cs="Lucida Grande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rsid w:val="00446DA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46DAD"/>
    <w:rPr>
      <w:rFonts w:ascii="Times New Roman" w:hAnsi="Times New Roman"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rsid w:val="00446DA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46DAD"/>
    <w:rPr>
      <w:rFonts w:ascii="Times New Roman" w:hAnsi="Times New Roman" w:cs="Times New Roman"/>
      <w:color w:val="000000"/>
      <w:sz w:val="24"/>
    </w:rPr>
  </w:style>
  <w:style w:type="paragraph" w:styleId="NormalWeb">
    <w:name w:val="Normal (Web)"/>
    <w:basedOn w:val="Normal"/>
    <w:uiPriority w:val="99"/>
    <w:rsid w:val="00A46F7F"/>
    <w:pPr>
      <w:spacing w:before="100" w:beforeAutospacing="1" w:after="119" w:line="240" w:lineRule="auto"/>
      <w:ind w:left="0" w:right="0" w:firstLine="0"/>
    </w:pPr>
    <w:rPr>
      <w:color w:val="auto"/>
      <w:szCs w:val="24"/>
    </w:rPr>
  </w:style>
  <w:style w:type="table" w:styleId="TableGrid0">
    <w:name w:val="Table Grid"/>
    <w:basedOn w:val="TableNormal"/>
    <w:uiPriority w:val="99"/>
    <w:rsid w:val="00A46F7F"/>
    <w:rPr>
      <w:rFonts w:ascii="Times New Roman" w:hAnsi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EB08E0"/>
    <w:rPr>
      <w:rFonts w:cs="Times New Roman"/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rsid w:val="00EB08E0"/>
    <w:rPr>
      <w:rFonts w:cs="Times New Roman"/>
      <w:color w:val="954F72"/>
      <w:u w:val="single"/>
    </w:rPr>
  </w:style>
  <w:style w:type="paragraph" w:styleId="ListParagraph">
    <w:name w:val="List Paragraph"/>
    <w:basedOn w:val="Normal"/>
    <w:uiPriority w:val="99"/>
    <w:qFormat/>
    <w:rsid w:val="00147658"/>
    <w:pPr>
      <w:ind w:left="720"/>
      <w:contextualSpacing/>
    </w:pPr>
  </w:style>
  <w:style w:type="paragraph" w:customStyle="1" w:styleId="Default">
    <w:name w:val="Default"/>
    <w:uiPriority w:val="99"/>
    <w:rsid w:val="00B049E8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zh-CN"/>
    </w:rPr>
  </w:style>
  <w:style w:type="paragraph" w:styleId="NoSpacing">
    <w:name w:val="No Spacing"/>
    <w:uiPriority w:val="99"/>
    <w:qFormat/>
    <w:rsid w:val="00B777F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165</TotalTime>
  <Pages>3</Pages>
  <Words>538</Words>
  <Characters>3070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Scuola Media</dc:creator>
  <cp:keywords/>
  <dc:description/>
  <cp:lastModifiedBy>utente</cp:lastModifiedBy>
  <cp:revision>68</cp:revision>
  <dcterms:created xsi:type="dcterms:W3CDTF">2017-11-23T10:30:00Z</dcterms:created>
  <dcterms:modified xsi:type="dcterms:W3CDTF">2021-03-01T11:54:00Z</dcterms:modified>
</cp:coreProperties>
</file>