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B99" w:rsidRPr="005F6A06" w:rsidRDefault="00180B99" w:rsidP="002A5C9D">
      <w:pPr>
        <w:rPr>
          <w:b/>
        </w:rPr>
      </w:pPr>
      <w:r w:rsidRPr="005F6A06">
        <w:rPr>
          <w:b/>
        </w:rPr>
        <w:t>DICHIARAZIONE PERSONALE</w:t>
      </w:r>
    </w:p>
    <w:p w:rsidR="00180B99" w:rsidRPr="005F6A06" w:rsidRDefault="00180B99" w:rsidP="002A5C9D">
      <w:pPr>
        <w:rPr>
          <w:b/>
        </w:rPr>
      </w:pPr>
      <w:r w:rsidRPr="005F6A06">
        <w:rPr>
          <w:b/>
        </w:rPr>
        <w:t xml:space="preserve">ESIGENZE DI FAMIGLIA </w:t>
      </w:r>
    </w:p>
    <w:p w:rsidR="00180B99" w:rsidRDefault="00180B99" w:rsidP="00094B5E">
      <w:pPr>
        <w:pStyle w:val="Header"/>
        <w:tabs>
          <w:tab w:val="left" w:pos="708"/>
        </w:tabs>
        <w:spacing w:after="240" w:line="276" w:lineRule="auto"/>
        <w:jc w:val="both"/>
        <w:rPr>
          <w:rFonts w:ascii="Calibri" w:hAnsi="Calibri"/>
          <w:sz w:val="24"/>
          <w:szCs w:val="24"/>
        </w:rPr>
      </w:pPr>
    </w:p>
    <w:p w:rsidR="00180B99" w:rsidRPr="00946E29" w:rsidRDefault="00180B99" w:rsidP="00094B5E">
      <w:pPr>
        <w:pStyle w:val="Header"/>
        <w:tabs>
          <w:tab w:val="left" w:pos="708"/>
        </w:tabs>
        <w:spacing w:after="240" w:line="276" w:lineRule="auto"/>
        <w:jc w:val="both"/>
        <w:rPr>
          <w:rFonts w:ascii="Calibri" w:hAnsi="Calibri"/>
          <w:sz w:val="24"/>
          <w:szCs w:val="24"/>
        </w:rPr>
      </w:pPr>
      <w:r w:rsidRPr="00946E29">
        <w:rPr>
          <w:rFonts w:ascii="Calibri" w:hAnsi="Calibri"/>
          <w:sz w:val="24"/>
          <w:szCs w:val="24"/>
        </w:rPr>
        <w:t>Il/La sottoscritto/a  ___________________________________nato/a  a  _____________________  il _____________,     docente a tempo indeterminato (Classe di concorso/posto comune/sostegno______________)  titolare  presso _________________________di_______________ dall’ 1/9/_________con decorrenza giuridica dal___________ed economica dal_________immesso in ruolo ai sensi__________________</w:t>
      </w:r>
    </w:p>
    <w:p w:rsidR="00180B99" w:rsidRDefault="00180B99" w:rsidP="00094B5E">
      <w:pPr>
        <w:jc w:val="both"/>
        <w:rPr>
          <w:b/>
          <w:bCs/>
          <w:color w:val="222222"/>
          <w:sz w:val="24"/>
          <w:szCs w:val="24"/>
          <w:shd w:val="clear" w:color="auto" w:fill="FFFFFF"/>
        </w:rPr>
      </w:pPr>
      <w:r w:rsidRPr="00946E29">
        <w:rPr>
          <w:color w:val="000000"/>
          <w:sz w:val="24"/>
          <w:szCs w:val="24"/>
          <w:shd w:val="clear" w:color="auto" w:fill="FFFFFF"/>
        </w:rPr>
        <w:t>ai fini della compilazione della domanda di trasferimento/passaggio prevista dal CCNI vigente, consapevole delle responsabilità civili e penali cui va incontro in caso di dichiarazione non corrispondente al vero,</w:t>
      </w:r>
      <w:r>
        <w:rPr>
          <w:color w:val="000000"/>
          <w:sz w:val="24"/>
          <w:szCs w:val="24"/>
          <w:shd w:val="clear" w:color="auto" w:fill="FFFFFF"/>
        </w:rPr>
        <w:t xml:space="preserve"> </w:t>
      </w:r>
      <w:r w:rsidRPr="00946E29">
        <w:rPr>
          <w:color w:val="000000"/>
          <w:sz w:val="24"/>
          <w:szCs w:val="24"/>
          <w:shd w:val="clear" w:color="auto" w:fill="FFFFFF"/>
        </w:rPr>
        <w:t>ai sensi del DPR 28.12.2000 n. 445, così come modificato ed integrato dall’art. 15 della legge 16.1.2003,</w:t>
      </w:r>
      <w:r w:rsidRPr="00946E29">
        <w:rPr>
          <w:rStyle w:val="apple-converted-space"/>
          <w:color w:val="000000"/>
          <w:sz w:val="24"/>
          <w:szCs w:val="24"/>
          <w:shd w:val="clear" w:color="auto" w:fill="FFFFFF"/>
        </w:rPr>
        <w:t> </w:t>
      </w:r>
      <w:r w:rsidRPr="00946E29">
        <w:rPr>
          <w:b/>
          <w:bCs/>
          <w:color w:val="222222"/>
          <w:sz w:val="24"/>
          <w:szCs w:val="24"/>
          <w:shd w:val="clear" w:color="auto" w:fill="FFFFFF"/>
        </w:rPr>
        <w:t>dichiara</w:t>
      </w:r>
      <w:r w:rsidRPr="00946E29">
        <w:rPr>
          <w:color w:val="222222"/>
          <w:sz w:val="24"/>
          <w:szCs w:val="24"/>
          <w:shd w:val="clear" w:color="auto" w:fill="FFFFFF"/>
        </w:rPr>
        <w:t>:</w:t>
      </w:r>
      <w:r w:rsidRPr="00946E29">
        <w:rPr>
          <w:b/>
          <w:bCs/>
          <w:color w:val="222222"/>
          <w:sz w:val="24"/>
          <w:szCs w:val="24"/>
          <w:shd w:val="clear" w:color="auto" w:fill="FFFFFF"/>
        </w:rPr>
        <w:t> </w:t>
      </w:r>
    </w:p>
    <w:p w:rsidR="00180B99" w:rsidRPr="00946E29" w:rsidRDefault="00180B99" w:rsidP="00094B5E">
      <w:pPr>
        <w:jc w:val="both"/>
        <w:rPr>
          <w:b/>
          <w:bCs/>
          <w:sz w:val="24"/>
          <w:szCs w:val="24"/>
        </w:rPr>
      </w:pPr>
    </w:p>
    <w:p w:rsidR="00180B99" w:rsidRPr="005F6A06" w:rsidRDefault="00180B99" w:rsidP="005F6A06">
      <w:pPr>
        <w:spacing w:after="240"/>
        <w:jc w:val="both"/>
        <w:rPr>
          <w:b/>
        </w:rPr>
      </w:pPr>
      <w:r>
        <w:rPr>
          <w:b/>
        </w:rPr>
        <w:t>DI RICONGIUNGERSI</w:t>
      </w:r>
      <w:r w:rsidRPr="005F6A06">
        <w:rPr>
          <w:b/>
        </w:rPr>
        <w:t xml:space="preserve"> AL CONIUGE OPPURE, NEL CASO DI PERSONALE SENZA CONIUGE O SEPARATO GIUDIZIALMENTE O CONSENSUALMENTE CON ATTO OMOLOGATO DAL TRIBUNALE, RICONGI</w:t>
      </w:r>
      <w:r>
        <w:rPr>
          <w:b/>
        </w:rPr>
        <w:t>UNGERSI</w:t>
      </w:r>
      <w:r w:rsidRPr="005F6A06">
        <w:rPr>
          <w:b/>
        </w:rPr>
        <w:t xml:space="preserve"> AI GENITORI O AI FIGLI</w:t>
      </w:r>
      <w:r>
        <w:rPr>
          <w:b/>
        </w:rPr>
        <w:t xml:space="preserve"> (pp. 6):</w:t>
      </w:r>
      <w:r>
        <w:rPr>
          <w:rStyle w:val="FootnoteReference"/>
          <w:b/>
        </w:rPr>
        <w:footnoteReference w:id="1"/>
      </w:r>
    </w:p>
    <w:p w:rsidR="00180B99" w:rsidRDefault="00180B99" w:rsidP="005F6A06">
      <w:pPr>
        <w:pStyle w:val="ListParagraph"/>
        <w:numPr>
          <w:ilvl w:val="0"/>
          <w:numId w:val="3"/>
        </w:numPr>
        <w:spacing w:before="240" w:after="240"/>
        <w:jc w:val="both"/>
      </w:pPr>
      <w:r w:rsidRPr="005F6A06">
        <w:t>Di essere coniugat</w:t>
      </w:r>
      <w:r>
        <w:t>o/</w:t>
      </w:r>
      <w:r w:rsidRPr="005F6A06">
        <w:t>a con ________________nato</w:t>
      </w:r>
      <w:r>
        <w:t>/a</w:t>
      </w:r>
      <w:r w:rsidRPr="005F6A06">
        <w:t xml:space="preserve"> a ____________________il ________________e  residente nel COMUNE di _______________________dal_______________________</w:t>
      </w:r>
    </w:p>
    <w:p w:rsidR="00180B99" w:rsidRPr="005F6A06" w:rsidRDefault="00180B99" w:rsidP="005F6A06">
      <w:pPr>
        <w:pStyle w:val="ListParagraph"/>
        <w:spacing w:before="240" w:after="240"/>
        <w:ind w:left="360"/>
        <w:jc w:val="both"/>
      </w:pPr>
    </w:p>
    <w:p w:rsidR="00180B99" w:rsidRPr="005F6A06" w:rsidRDefault="00180B99" w:rsidP="005F6A06">
      <w:pPr>
        <w:pStyle w:val="ListParagraph"/>
        <w:numPr>
          <w:ilvl w:val="0"/>
          <w:numId w:val="3"/>
        </w:numPr>
        <w:spacing w:before="240" w:after="240"/>
        <w:jc w:val="both"/>
      </w:pPr>
      <w:r>
        <w:t>Di non essere coniugato/a</w:t>
      </w:r>
    </w:p>
    <w:p w:rsidR="00180B99" w:rsidRDefault="00180B99" w:rsidP="005F6A06">
      <w:pPr>
        <w:spacing w:before="240" w:after="240"/>
        <w:jc w:val="both"/>
      </w:pPr>
      <w:r w:rsidRPr="005F6A06">
        <w:t>RICONGIUNGIMENTO AL FIGLIO/GENITORE __________________ nato a ____________________il ________________e  residente nel COMUNE di _______________________dal_______________________</w:t>
      </w:r>
    </w:p>
    <w:p w:rsidR="00180B99" w:rsidRPr="001829B6" w:rsidRDefault="00180B99" w:rsidP="001829B6">
      <w:pPr>
        <w:pStyle w:val="ListParagraph"/>
        <w:numPr>
          <w:ilvl w:val="0"/>
          <w:numId w:val="6"/>
        </w:numPr>
        <w:spacing w:before="240" w:after="240"/>
        <w:jc w:val="both"/>
      </w:pPr>
      <w:r>
        <w:t>Di essere</w:t>
      </w:r>
      <w:r w:rsidRPr="005F6A06">
        <w:t xml:space="preserve"> separato</w:t>
      </w:r>
      <w:r>
        <w:t>/a</w:t>
      </w:r>
      <w:r w:rsidRPr="005F6A06">
        <w:t xml:space="preserve"> </w:t>
      </w:r>
      <w:r w:rsidRPr="001829B6">
        <w:t>giudizialmente o consensualmente</w:t>
      </w:r>
      <w:r w:rsidRPr="005F6A06">
        <w:rPr>
          <w:b/>
        </w:rPr>
        <w:t xml:space="preserve"> </w:t>
      </w:r>
      <w:r>
        <w:t>da______________________nato/a a ________________ il_______________________con ATTO OMOLOGATO ___________________DEL TRIBUNALE______________________</w:t>
      </w:r>
    </w:p>
    <w:p w:rsidR="00180B99" w:rsidRPr="005F6A06" w:rsidRDefault="00180B99" w:rsidP="006F5B67">
      <w:pPr>
        <w:spacing w:before="240" w:after="240"/>
        <w:jc w:val="both"/>
      </w:pPr>
      <w:r w:rsidRPr="005F6A06">
        <w:t>RICONGIUNGIMENTO AL FIGLIO/GENITORE __________________</w:t>
      </w:r>
      <w:r w:rsidRPr="001829B6">
        <w:t xml:space="preserve"> nato a ____________________il ________________e  residente nel COMUNE di _______________________dal_____________</w:t>
      </w:r>
      <w:r>
        <w:t>_________</w:t>
      </w:r>
    </w:p>
    <w:p w:rsidR="00180B99" w:rsidRDefault="00180B99" w:rsidP="006F5B67">
      <w:pPr>
        <w:spacing w:after="240"/>
        <w:jc w:val="both"/>
        <w:rPr>
          <w:b/>
        </w:rPr>
      </w:pPr>
    </w:p>
    <w:p w:rsidR="00180B99" w:rsidRPr="006F5B67" w:rsidRDefault="00180B99" w:rsidP="006F5B67">
      <w:pPr>
        <w:spacing w:after="240"/>
        <w:jc w:val="both"/>
        <w:rPr>
          <w:b/>
        </w:rPr>
      </w:pPr>
      <w:r w:rsidRPr="006F5B67">
        <w:rPr>
          <w:b/>
        </w:rPr>
        <w:t>ESISTENZA DEI FIGLI</w:t>
      </w:r>
      <w:r w:rsidRPr="005F6A06">
        <w:rPr>
          <w:rStyle w:val="FootnoteReference"/>
          <w:b/>
        </w:rPr>
        <w:footnoteReference w:id="2"/>
      </w:r>
    </w:p>
    <w:p w:rsidR="00180B99" w:rsidRPr="006F5B67" w:rsidRDefault="00180B99" w:rsidP="005F6A06">
      <w:pPr>
        <w:spacing w:after="240"/>
        <w:jc w:val="both"/>
      </w:pPr>
      <w:r w:rsidRPr="006F5B67">
        <w:t xml:space="preserve">FIGLI MINORENNI INFERIORI AD ANNI 6 (pp. 4 per ogni figlio): </w:t>
      </w:r>
    </w:p>
    <w:p w:rsidR="00180B99" w:rsidRPr="005F6A06" w:rsidRDefault="00180B99" w:rsidP="005F6A06">
      <w:pPr>
        <w:jc w:val="both"/>
        <w:rPr>
          <w:b/>
          <w:lang w:eastAsia="it-IT"/>
        </w:rPr>
      </w:pPr>
      <w:r w:rsidRPr="005F6A06">
        <w:rPr>
          <w:b/>
          <w:lang w:eastAsia="it-IT"/>
        </w:rPr>
        <w:t>1.</w:t>
      </w:r>
    </w:p>
    <w:p w:rsidR="00180B99" w:rsidRPr="006F5B67" w:rsidRDefault="00180B99" w:rsidP="005F6A06">
      <w:pPr>
        <w:jc w:val="both"/>
        <w:rPr>
          <w:b/>
          <w:lang w:eastAsia="it-IT"/>
        </w:rPr>
      </w:pPr>
      <w:r w:rsidRPr="005F6A06">
        <w:rPr>
          <w:b/>
          <w:lang w:eastAsia="it-IT"/>
        </w:rPr>
        <w:t>2.</w:t>
      </w:r>
    </w:p>
    <w:p w:rsidR="00180B99" w:rsidRPr="006F5B67" w:rsidRDefault="00180B99" w:rsidP="005F6A06">
      <w:pPr>
        <w:pStyle w:val="Default"/>
        <w:spacing w:after="240"/>
        <w:jc w:val="both"/>
        <w:rPr>
          <w:rFonts w:ascii="Calibri" w:hAnsi="Calibri"/>
          <w:sz w:val="22"/>
          <w:szCs w:val="22"/>
        </w:rPr>
      </w:pPr>
      <w:r w:rsidRPr="006F5B67">
        <w:rPr>
          <w:rFonts w:ascii="Calibri" w:hAnsi="Calibri"/>
          <w:sz w:val="22"/>
          <w:szCs w:val="22"/>
        </w:rPr>
        <w:t>FIGLI SUPERIORI AD ANNI 6 ED INFERIORI AD ANNI 18 E/O PER OGNI FIGLIO MAGGIORENNE CHE RISULTI TOTALMENTE O PERMANENTEMENTE INABILE A PROFICUO LAVORO  (pp. 3 per ogni figlio)</w:t>
      </w:r>
      <w:r>
        <w:rPr>
          <w:rFonts w:ascii="Calibri" w:hAnsi="Calibri"/>
          <w:sz w:val="22"/>
          <w:szCs w:val="22"/>
        </w:rPr>
        <w:t>:</w:t>
      </w:r>
    </w:p>
    <w:p w:rsidR="00180B99" w:rsidRPr="005F6A06" w:rsidRDefault="00180B99" w:rsidP="005F6A06">
      <w:pPr>
        <w:jc w:val="both"/>
        <w:rPr>
          <w:b/>
          <w:lang w:eastAsia="it-IT"/>
        </w:rPr>
      </w:pPr>
      <w:r w:rsidRPr="005F6A06">
        <w:rPr>
          <w:b/>
          <w:lang w:eastAsia="it-IT"/>
        </w:rPr>
        <w:t>1.</w:t>
      </w:r>
    </w:p>
    <w:p w:rsidR="00180B99" w:rsidRPr="005F6A06" w:rsidRDefault="00180B99" w:rsidP="005F6A06">
      <w:pPr>
        <w:jc w:val="both"/>
        <w:rPr>
          <w:b/>
          <w:lang w:eastAsia="it-IT"/>
        </w:rPr>
      </w:pPr>
      <w:r w:rsidRPr="005F6A06">
        <w:rPr>
          <w:b/>
          <w:lang w:eastAsia="it-IT"/>
        </w:rPr>
        <w:t>2.</w:t>
      </w:r>
    </w:p>
    <w:p w:rsidR="00180B99" w:rsidRDefault="00180B99" w:rsidP="005F6A06">
      <w:pPr>
        <w:jc w:val="both"/>
        <w:rPr>
          <w:b/>
          <w:lang w:eastAsia="it-IT"/>
        </w:rPr>
      </w:pPr>
    </w:p>
    <w:p w:rsidR="00180B99" w:rsidRDefault="00180B99" w:rsidP="006F5B67">
      <w:pPr>
        <w:rPr>
          <w:b/>
          <w:lang w:eastAsia="it-IT"/>
        </w:rPr>
      </w:pPr>
      <w:r w:rsidRPr="005F6A06">
        <w:rPr>
          <w:b/>
          <w:lang w:eastAsia="it-IT"/>
        </w:rPr>
        <w:t>DICHIARAZIONE DEL CONIUGE</w:t>
      </w:r>
    </w:p>
    <w:p w:rsidR="00180B99" w:rsidRPr="005F6A06" w:rsidRDefault="00180B99" w:rsidP="006F5B67">
      <w:pPr>
        <w:rPr>
          <w:b/>
          <w:lang w:eastAsia="it-IT"/>
        </w:rPr>
      </w:pPr>
      <w:r>
        <w:rPr>
          <w:b/>
          <w:lang w:eastAsia="it-IT"/>
        </w:rPr>
        <w:t xml:space="preserve"> (IN CASO DI DIPENDENTE SEPARATO O NON CONIUGATO DICHIARAZIONE DEL GENITORE/FIGLIO  A CUI SI CHIEDE IL RICONGIUNGIMENTO)</w:t>
      </w:r>
    </w:p>
    <w:p w:rsidR="00180B99" w:rsidRPr="005F6A06" w:rsidRDefault="00180B99" w:rsidP="005F6A06">
      <w:pPr>
        <w:jc w:val="both"/>
        <w:rPr>
          <w:b/>
          <w:lang w:eastAsia="it-IT"/>
        </w:rPr>
      </w:pPr>
    </w:p>
    <w:p w:rsidR="00180B99" w:rsidRPr="005F6A06" w:rsidRDefault="00180B99" w:rsidP="005F6A06">
      <w:pPr>
        <w:spacing w:after="240"/>
        <w:jc w:val="both"/>
      </w:pPr>
      <w:r w:rsidRPr="005F6A06">
        <w:t xml:space="preserve">Io sottoscritto ____________________nato a ___________il _____________, coniuge della prof.ssa _______________________ </w:t>
      </w:r>
    </w:p>
    <w:p w:rsidR="00180B99" w:rsidRPr="005F6A06" w:rsidRDefault="00180B99" w:rsidP="006F5B67">
      <w:pPr>
        <w:spacing w:after="240"/>
        <w:rPr>
          <w:b/>
        </w:rPr>
      </w:pPr>
      <w:r w:rsidRPr="005F6A06">
        <w:rPr>
          <w:b/>
        </w:rPr>
        <w:t>D I C H I A R A</w:t>
      </w:r>
    </w:p>
    <w:p w:rsidR="00180B99" w:rsidRPr="005F6A06" w:rsidRDefault="00180B99" w:rsidP="005F6A06">
      <w:pPr>
        <w:spacing w:after="240"/>
        <w:jc w:val="both"/>
      </w:pPr>
      <w:r w:rsidRPr="005F6A06">
        <w:t>Di essere residente nel Comune di _____________________dal ____________________________</w:t>
      </w:r>
    </w:p>
    <w:p w:rsidR="00180B99" w:rsidRPr="005F6A06" w:rsidRDefault="00180B99" w:rsidP="005F6A06">
      <w:pPr>
        <w:spacing w:after="240"/>
        <w:jc w:val="both"/>
      </w:pPr>
    </w:p>
    <w:sectPr w:rsidR="00180B99" w:rsidRPr="005F6A06" w:rsidSect="00FF7AC0">
      <w:pgSz w:w="11906" w:h="16838"/>
      <w:pgMar w:top="737" w:right="851" w:bottom="73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B99" w:rsidRDefault="00180B99" w:rsidP="00B54609">
      <w:pPr>
        <w:spacing w:line="240" w:lineRule="auto"/>
      </w:pPr>
      <w:r>
        <w:separator/>
      </w:r>
    </w:p>
  </w:endnote>
  <w:endnote w:type="continuationSeparator" w:id="0">
    <w:p w:rsidR="00180B99" w:rsidRDefault="00180B99" w:rsidP="00B546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B99" w:rsidRDefault="00180B99" w:rsidP="00B54609">
      <w:pPr>
        <w:spacing w:line="240" w:lineRule="auto"/>
      </w:pPr>
      <w:r>
        <w:separator/>
      </w:r>
    </w:p>
  </w:footnote>
  <w:footnote w:type="continuationSeparator" w:id="0">
    <w:p w:rsidR="00180B99" w:rsidRDefault="00180B99" w:rsidP="00B54609">
      <w:pPr>
        <w:spacing w:line="240" w:lineRule="auto"/>
      </w:pPr>
      <w:r>
        <w:continuationSeparator/>
      </w:r>
    </w:p>
  </w:footnote>
  <w:footnote w:id="1">
    <w:p w:rsidR="00180B99" w:rsidRDefault="00180B99" w:rsidP="006F5B67">
      <w:pPr>
        <w:pStyle w:val="FootnoteText"/>
        <w:spacing w:line="276" w:lineRule="auto"/>
        <w:jc w:val="both"/>
      </w:pPr>
      <w:r>
        <w:rPr>
          <w:rStyle w:val="FootnoteReference"/>
        </w:rPr>
        <w:footnoteRef/>
      </w:r>
      <w:r>
        <w:t xml:space="preserve"> </w:t>
      </w:r>
      <w:r>
        <w:rPr>
          <w:sz w:val="22"/>
          <w:szCs w:val="22"/>
        </w:rPr>
        <w:t xml:space="preserve">Il punteggio spetta per il comune di residenza dei familiari a condizione che essi, </w:t>
      </w:r>
      <w:r w:rsidRPr="006F5B67">
        <w:rPr>
          <w:b/>
          <w:sz w:val="22"/>
          <w:szCs w:val="22"/>
        </w:rPr>
        <w:t>alla data di pubblicazione dell'ordinanza</w:t>
      </w:r>
      <w:r>
        <w:rPr>
          <w:b/>
          <w:sz w:val="22"/>
          <w:szCs w:val="22"/>
        </w:rPr>
        <w:t xml:space="preserve"> (8 APRILE 2016)</w:t>
      </w:r>
      <w:bookmarkStart w:id="0" w:name="_GoBack"/>
      <w:bookmarkEnd w:id="0"/>
      <w:r>
        <w:rPr>
          <w:sz w:val="22"/>
          <w:szCs w:val="22"/>
        </w:rPr>
        <w:t>, vi risiedano effettivamente con iscrizione anagrafica da almeno tre mesi. Dall'iscrizione anagrafica si prescinde quando si tratti di ricongiungimento al familiare trasferito per servizio nei tre mesi antecedenti alla data di pubblicazione dell'ordinanza.</w:t>
      </w:r>
    </w:p>
  </w:footnote>
  <w:footnote w:id="2">
    <w:p w:rsidR="00180B99" w:rsidRDefault="00180B99" w:rsidP="006F5B67">
      <w:pPr>
        <w:autoSpaceDE w:val="0"/>
        <w:autoSpaceDN w:val="0"/>
        <w:adjustRightInd w:val="0"/>
        <w:spacing w:line="276" w:lineRule="auto"/>
        <w:jc w:val="both"/>
      </w:pPr>
      <w:r w:rsidRPr="005F6A06">
        <w:rPr>
          <w:rStyle w:val="FootnoteReference"/>
        </w:rPr>
        <w:footnoteRef/>
      </w:r>
      <w:r w:rsidRPr="005F6A06">
        <w:t xml:space="preserve"> </w:t>
      </w:r>
      <w:r>
        <w:t xml:space="preserve">Indicare nome e cognome e data di nascita dei figli. </w:t>
      </w:r>
      <w:r w:rsidRPr="005F6A06">
        <w:t xml:space="preserve">I punteggi riferiti "al figlio" si intendono estesi anche al figlio adottivo o in affidamento preadottivo o in affidamento. </w:t>
      </w:r>
      <w:r w:rsidRPr="006F5B67">
        <w:rPr>
          <w:b/>
        </w:rPr>
        <w:t xml:space="preserve">Il punteggio va attribuito anche per i figli che compiono i 6 anni o i 18 anni </w:t>
      </w:r>
      <w:r>
        <w:rPr>
          <w:b/>
        </w:rPr>
        <w:t>entro il 31/12/2017</w:t>
      </w:r>
      <w:r w:rsidRPr="005F6A06">
        <w:t>.</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22548"/>
    <w:multiLevelType w:val="hybridMultilevel"/>
    <w:tmpl w:val="DA3AA684"/>
    <w:lvl w:ilvl="0" w:tplc="0410000F">
      <w:start w:val="1"/>
      <w:numFmt w:val="decimal"/>
      <w:lvlText w:val="%1."/>
      <w:lvlJc w:val="left"/>
      <w:pPr>
        <w:ind w:left="1776" w:hanging="360"/>
      </w:pPr>
      <w:rPr>
        <w:rFonts w:cs="Times New Roman"/>
      </w:rPr>
    </w:lvl>
    <w:lvl w:ilvl="1" w:tplc="04100019" w:tentative="1">
      <w:start w:val="1"/>
      <w:numFmt w:val="lowerLetter"/>
      <w:lvlText w:val="%2."/>
      <w:lvlJc w:val="left"/>
      <w:pPr>
        <w:ind w:left="2496" w:hanging="360"/>
      </w:pPr>
      <w:rPr>
        <w:rFonts w:cs="Times New Roman"/>
      </w:rPr>
    </w:lvl>
    <w:lvl w:ilvl="2" w:tplc="0410001B" w:tentative="1">
      <w:start w:val="1"/>
      <w:numFmt w:val="lowerRoman"/>
      <w:lvlText w:val="%3."/>
      <w:lvlJc w:val="right"/>
      <w:pPr>
        <w:ind w:left="3216" w:hanging="180"/>
      </w:pPr>
      <w:rPr>
        <w:rFonts w:cs="Times New Roman"/>
      </w:rPr>
    </w:lvl>
    <w:lvl w:ilvl="3" w:tplc="0410000F" w:tentative="1">
      <w:start w:val="1"/>
      <w:numFmt w:val="decimal"/>
      <w:lvlText w:val="%4."/>
      <w:lvlJc w:val="left"/>
      <w:pPr>
        <w:ind w:left="3936" w:hanging="360"/>
      </w:pPr>
      <w:rPr>
        <w:rFonts w:cs="Times New Roman"/>
      </w:rPr>
    </w:lvl>
    <w:lvl w:ilvl="4" w:tplc="04100019" w:tentative="1">
      <w:start w:val="1"/>
      <w:numFmt w:val="lowerLetter"/>
      <w:lvlText w:val="%5."/>
      <w:lvlJc w:val="left"/>
      <w:pPr>
        <w:ind w:left="4656" w:hanging="360"/>
      </w:pPr>
      <w:rPr>
        <w:rFonts w:cs="Times New Roman"/>
      </w:rPr>
    </w:lvl>
    <w:lvl w:ilvl="5" w:tplc="0410001B" w:tentative="1">
      <w:start w:val="1"/>
      <w:numFmt w:val="lowerRoman"/>
      <w:lvlText w:val="%6."/>
      <w:lvlJc w:val="right"/>
      <w:pPr>
        <w:ind w:left="5376" w:hanging="180"/>
      </w:pPr>
      <w:rPr>
        <w:rFonts w:cs="Times New Roman"/>
      </w:rPr>
    </w:lvl>
    <w:lvl w:ilvl="6" w:tplc="0410000F" w:tentative="1">
      <w:start w:val="1"/>
      <w:numFmt w:val="decimal"/>
      <w:lvlText w:val="%7."/>
      <w:lvlJc w:val="left"/>
      <w:pPr>
        <w:ind w:left="6096" w:hanging="360"/>
      </w:pPr>
      <w:rPr>
        <w:rFonts w:cs="Times New Roman"/>
      </w:rPr>
    </w:lvl>
    <w:lvl w:ilvl="7" w:tplc="04100019" w:tentative="1">
      <w:start w:val="1"/>
      <w:numFmt w:val="lowerLetter"/>
      <w:lvlText w:val="%8."/>
      <w:lvlJc w:val="left"/>
      <w:pPr>
        <w:ind w:left="6816" w:hanging="360"/>
      </w:pPr>
      <w:rPr>
        <w:rFonts w:cs="Times New Roman"/>
      </w:rPr>
    </w:lvl>
    <w:lvl w:ilvl="8" w:tplc="0410001B" w:tentative="1">
      <w:start w:val="1"/>
      <w:numFmt w:val="lowerRoman"/>
      <w:lvlText w:val="%9."/>
      <w:lvlJc w:val="right"/>
      <w:pPr>
        <w:ind w:left="7536" w:hanging="180"/>
      </w:pPr>
      <w:rPr>
        <w:rFonts w:cs="Times New Roman"/>
      </w:rPr>
    </w:lvl>
  </w:abstractNum>
  <w:abstractNum w:abstractNumId="1">
    <w:nsid w:val="28AB5AE8"/>
    <w:multiLevelType w:val="hybridMultilevel"/>
    <w:tmpl w:val="375C0CE0"/>
    <w:lvl w:ilvl="0" w:tplc="3F0AC6CC">
      <w:start w:val="1"/>
      <w:numFmt w:val="decimal"/>
      <w:lvlText w:val="%1."/>
      <w:lvlJc w:val="left"/>
      <w:pPr>
        <w:ind w:left="360" w:hanging="360"/>
      </w:pPr>
      <w:rPr>
        <w:rFonts w:eastAsia="Times New Roman"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
    <w:nsid w:val="2A511D9B"/>
    <w:multiLevelType w:val="hybridMultilevel"/>
    <w:tmpl w:val="64CAEF1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C294AB2"/>
    <w:multiLevelType w:val="hybridMultilevel"/>
    <w:tmpl w:val="533A59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2FF22021"/>
    <w:multiLevelType w:val="hybridMultilevel"/>
    <w:tmpl w:val="6504D9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6C874696"/>
    <w:multiLevelType w:val="hybridMultilevel"/>
    <w:tmpl w:val="520CFC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5341"/>
    <w:rsid w:val="00000C0C"/>
    <w:rsid w:val="00000E4C"/>
    <w:rsid w:val="0000160F"/>
    <w:rsid w:val="00001A5F"/>
    <w:rsid w:val="0000238B"/>
    <w:rsid w:val="00002D98"/>
    <w:rsid w:val="00003B4E"/>
    <w:rsid w:val="000042C4"/>
    <w:rsid w:val="000044DC"/>
    <w:rsid w:val="00004779"/>
    <w:rsid w:val="00005BDE"/>
    <w:rsid w:val="00005C3E"/>
    <w:rsid w:val="00006C96"/>
    <w:rsid w:val="00006F0E"/>
    <w:rsid w:val="00007ABE"/>
    <w:rsid w:val="00007B73"/>
    <w:rsid w:val="00007EB1"/>
    <w:rsid w:val="00011355"/>
    <w:rsid w:val="00011F2B"/>
    <w:rsid w:val="000127BC"/>
    <w:rsid w:val="00015888"/>
    <w:rsid w:val="000167D3"/>
    <w:rsid w:val="000168A1"/>
    <w:rsid w:val="000169C0"/>
    <w:rsid w:val="00020515"/>
    <w:rsid w:val="00021156"/>
    <w:rsid w:val="00021286"/>
    <w:rsid w:val="0002137B"/>
    <w:rsid w:val="00022323"/>
    <w:rsid w:val="00022429"/>
    <w:rsid w:val="00023EDA"/>
    <w:rsid w:val="00025280"/>
    <w:rsid w:val="0002530E"/>
    <w:rsid w:val="00025427"/>
    <w:rsid w:val="00025554"/>
    <w:rsid w:val="000260F8"/>
    <w:rsid w:val="00026938"/>
    <w:rsid w:val="000272C5"/>
    <w:rsid w:val="00027BE8"/>
    <w:rsid w:val="00032E2A"/>
    <w:rsid w:val="00032E39"/>
    <w:rsid w:val="00034491"/>
    <w:rsid w:val="00034AF8"/>
    <w:rsid w:val="00036411"/>
    <w:rsid w:val="0003689C"/>
    <w:rsid w:val="00037BC5"/>
    <w:rsid w:val="00040238"/>
    <w:rsid w:val="00040421"/>
    <w:rsid w:val="00040C3B"/>
    <w:rsid w:val="00040E54"/>
    <w:rsid w:val="0004272D"/>
    <w:rsid w:val="00044877"/>
    <w:rsid w:val="0004498D"/>
    <w:rsid w:val="00045104"/>
    <w:rsid w:val="00045841"/>
    <w:rsid w:val="00046BB8"/>
    <w:rsid w:val="00046C6A"/>
    <w:rsid w:val="00047AAF"/>
    <w:rsid w:val="00052F1A"/>
    <w:rsid w:val="00052FBB"/>
    <w:rsid w:val="00053046"/>
    <w:rsid w:val="000539E7"/>
    <w:rsid w:val="00053F06"/>
    <w:rsid w:val="00054515"/>
    <w:rsid w:val="00054B7C"/>
    <w:rsid w:val="00054D91"/>
    <w:rsid w:val="00054DFB"/>
    <w:rsid w:val="000555F3"/>
    <w:rsid w:val="00055B3F"/>
    <w:rsid w:val="000568A2"/>
    <w:rsid w:val="00057AF4"/>
    <w:rsid w:val="000608A9"/>
    <w:rsid w:val="00062FC6"/>
    <w:rsid w:val="000636B6"/>
    <w:rsid w:val="00063904"/>
    <w:rsid w:val="00065EED"/>
    <w:rsid w:val="00067196"/>
    <w:rsid w:val="0006793D"/>
    <w:rsid w:val="00067E78"/>
    <w:rsid w:val="00070C01"/>
    <w:rsid w:val="00071E28"/>
    <w:rsid w:val="00073E1A"/>
    <w:rsid w:val="000744E4"/>
    <w:rsid w:val="00074B56"/>
    <w:rsid w:val="0007511E"/>
    <w:rsid w:val="00076C9E"/>
    <w:rsid w:val="00077C0A"/>
    <w:rsid w:val="00077F29"/>
    <w:rsid w:val="000828A8"/>
    <w:rsid w:val="00082B37"/>
    <w:rsid w:val="00082BF6"/>
    <w:rsid w:val="00083A24"/>
    <w:rsid w:val="0008503B"/>
    <w:rsid w:val="00085B7E"/>
    <w:rsid w:val="00085F37"/>
    <w:rsid w:val="00086DCA"/>
    <w:rsid w:val="00090DB0"/>
    <w:rsid w:val="00091B0D"/>
    <w:rsid w:val="00092BDA"/>
    <w:rsid w:val="0009333F"/>
    <w:rsid w:val="000935AF"/>
    <w:rsid w:val="0009447D"/>
    <w:rsid w:val="00094729"/>
    <w:rsid w:val="0009477B"/>
    <w:rsid w:val="00094AAC"/>
    <w:rsid w:val="00094B5E"/>
    <w:rsid w:val="000952C8"/>
    <w:rsid w:val="000953F8"/>
    <w:rsid w:val="00095A49"/>
    <w:rsid w:val="000960E0"/>
    <w:rsid w:val="0009644F"/>
    <w:rsid w:val="00096684"/>
    <w:rsid w:val="000966B4"/>
    <w:rsid w:val="00096751"/>
    <w:rsid w:val="00096829"/>
    <w:rsid w:val="000A0542"/>
    <w:rsid w:val="000A0D28"/>
    <w:rsid w:val="000A10BC"/>
    <w:rsid w:val="000A34F4"/>
    <w:rsid w:val="000A457B"/>
    <w:rsid w:val="000A5C5A"/>
    <w:rsid w:val="000A6143"/>
    <w:rsid w:val="000A6480"/>
    <w:rsid w:val="000A702E"/>
    <w:rsid w:val="000A7259"/>
    <w:rsid w:val="000A738D"/>
    <w:rsid w:val="000B035C"/>
    <w:rsid w:val="000B239B"/>
    <w:rsid w:val="000B2751"/>
    <w:rsid w:val="000B37F9"/>
    <w:rsid w:val="000B4B4F"/>
    <w:rsid w:val="000B51AF"/>
    <w:rsid w:val="000B58B7"/>
    <w:rsid w:val="000B66B8"/>
    <w:rsid w:val="000C195D"/>
    <w:rsid w:val="000C20F0"/>
    <w:rsid w:val="000C21D8"/>
    <w:rsid w:val="000C25F5"/>
    <w:rsid w:val="000C27D8"/>
    <w:rsid w:val="000C2969"/>
    <w:rsid w:val="000C2B23"/>
    <w:rsid w:val="000C415A"/>
    <w:rsid w:val="000C429E"/>
    <w:rsid w:val="000C630F"/>
    <w:rsid w:val="000C6B41"/>
    <w:rsid w:val="000C770E"/>
    <w:rsid w:val="000C7823"/>
    <w:rsid w:val="000D1AD5"/>
    <w:rsid w:val="000D2588"/>
    <w:rsid w:val="000D2C78"/>
    <w:rsid w:val="000D47EC"/>
    <w:rsid w:val="000D55B9"/>
    <w:rsid w:val="000D599E"/>
    <w:rsid w:val="000D5E09"/>
    <w:rsid w:val="000D724F"/>
    <w:rsid w:val="000D7462"/>
    <w:rsid w:val="000D7702"/>
    <w:rsid w:val="000E041C"/>
    <w:rsid w:val="000E1457"/>
    <w:rsid w:val="000E2192"/>
    <w:rsid w:val="000E2E2A"/>
    <w:rsid w:val="000E352C"/>
    <w:rsid w:val="000E3842"/>
    <w:rsid w:val="000E3B5A"/>
    <w:rsid w:val="000E542F"/>
    <w:rsid w:val="000E5D3A"/>
    <w:rsid w:val="000E5D78"/>
    <w:rsid w:val="000E64C9"/>
    <w:rsid w:val="000E686B"/>
    <w:rsid w:val="000E6E2C"/>
    <w:rsid w:val="000E761E"/>
    <w:rsid w:val="000E7689"/>
    <w:rsid w:val="000E79C8"/>
    <w:rsid w:val="000E7C30"/>
    <w:rsid w:val="000E7CF4"/>
    <w:rsid w:val="000F013D"/>
    <w:rsid w:val="000F0142"/>
    <w:rsid w:val="000F0298"/>
    <w:rsid w:val="000F0360"/>
    <w:rsid w:val="000F0817"/>
    <w:rsid w:val="000F0855"/>
    <w:rsid w:val="000F1BCA"/>
    <w:rsid w:val="000F2035"/>
    <w:rsid w:val="000F218D"/>
    <w:rsid w:val="000F51C1"/>
    <w:rsid w:val="000F5DC9"/>
    <w:rsid w:val="00101C53"/>
    <w:rsid w:val="00102F9E"/>
    <w:rsid w:val="0010306B"/>
    <w:rsid w:val="001039B9"/>
    <w:rsid w:val="00103E1E"/>
    <w:rsid w:val="0010469E"/>
    <w:rsid w:val="00104C6D"/>
    <w:rsid w:val="001060F8"/>
    <w:rsid w:val="001060F9"/>
    <w:rsid w:val="00106FDB"/>
    <w:rsid w:val="00107FA7"/>
    <w:rsid w:val="0011028C"/>
    <w:rsid w:val="00110FEC"/>
    <w:rsid w:val="00111B3B"/>
    <w:rsid w:val="00112097"/>
    <w:rsid w:val="001127D4"/>
    <w:rsid w:val="00113A21"/>
    <w:rsid w:val="001143B3"/>
    <w:rsid w:val="00114E47"/>
    <w:rsid w:val="001170BC"/>
    <w:rsid w:val="00117DB9"/>
    <w:rsid w:val="00117F39"/>
    <w:rsid w:val="00120101"/>
    <w:rsid w:val="0012291E"/>
    <w:rsid w:val="001236FA"/>
    <w:rsid w:val="00123C40"/>
    <w:rsid w:val="00123F8B"/>
    <w:rsid w:val="0012454A"/>
    <w:rsid w:val="00124A43"/>
    <w:rsid w:val="00125C49"/>
    <w:rsid w:val="00127A2E"/>
    <w:rsid w:val="00132339"/>
    <w:rsid w:val="00135604"/>
    <w:rsid w:val="00136B91"/>
    <w:rsid w:val="001371D7"/>
    <w:rsid w:val="0013724A"/>
    <w:rsid w:val="001374C5"/>
    <w:rsid w:val="001376E7"/>
    <w:rsid w:val="001377F4"/>
    <w:rsid w:val="00137823"/>
    <w:rsid w:val="00137D4D"/>
    <w:rsid w:val="001422DC"/>
    <w:rsid w:val="00143937"/>
    <w:rsid w:val="00143E2F"/>
    <w:rsid w:val="001441E2"/>
    <w:rsid w:val="0014470D"/>
    <w:rsid w:val="00144AAE"/>
    <w:rsid w:val="00144D4C"/>
    <w:rsid w:val="001452F8"/>
    <w:rsid w:val="00145365"/>
    <w:rsid w:val="00145907"/>
    <w:rsid w:val="001460CF"/>
    <w:rsid w:val="00146331"/>
    <w:rsid w:val="001463A7"/>
    <w:rsid w:val="0014646E"/>
    <w:rsid w:val="001475F6"/>
    <w:rsid w:val="00150544"/>
    <w:rsid w:val="00150E0B"/>
    <w:rsid w:val="0015197D"/>
    <w:rsid w:val="00152278"/>
    <w:rsid w:val="001522C8"/>
    <w:rsid w:val="001527CC"/>
    <w:rsid w:val="00152DA2"/>
    <w:rsid w:val="001531DF"/>
    <w:rsid w:val="00153474"/>
    <w:rsid w:val="001541BE"/>
    <w:rsid w:val="00154766"/>
    <w:rsid w:val="0015517F"/>
    <w:rsid w:val="00155FA4"/>
    <w:rsid w:val="00156BEA"/>
    <w:rsid w:val="00157147"/>
    <w:rsid w:val="00157524"/>
    <w:rsid w:val="00157A74"/>
    <w:rsid w:val="00157B3D"/>
    <w:rsid w:val="00160045"/>
    <w:rsid w:val="00160268"/>
    <w:rsid w:val="001603F9"/>
    <w:rsid w:val="00160BDE"/>
    <w:rsid w:val="0016104A"/>
    <w:rsid w:val="001622B1"/>
    <w:rsid w:val="00162A04"/>
    <w:rsid w:val="00162C0E"/>
    <w:rsid w:val="00163B39"/>
    <w:rsid w:val="00163E52"/>
    <w:rsid w:val="0016419D"/>
    <w:rsid w:val="001658CC"/>
    <w:rsid w:val="001677C8"/>
    <w:rsid w:val="00171F70"/>
    <w:rsid w:val="001723D8"/>
    <w:rsid w:val="001725CC"/>
    <w:rsid w:val="00172E43"/>
    <w:rsid w:val="00173139"/>
    <w:rsid w:val="0017393E"/>
    <w:rsid w:val="00173C49"/>
    <w:rsid w:val="00174CF7"/>
    <w:rsid w:val="00175F38"/>
    <w:rsid w:val="00176F78"/>
    <w:rsid w:val="00177600"/>
    <w:rsid w:val="00177E6C"/>
    <w:rsid w:val="00180B33"/>
    <w:rsid w:val="00180B99"/>
    <w:rsid w:val="00180C88"/>
    <w:rsid w:val="0018144A"/>
    <w:rsid w:val="00181C0F"/>
    <w:rsid w:val="001829B6"/>
    <w:rsid w:val="00182A1B"/>
    <w:rsid w:val="00183195"/>
    <w:rsid w:val="001838D1"/>
    <w:rsid w:val="0018428B"/>
    <w:rsid w:val="00184500"/>
    <w:rsid w:val="001846F7"/>
    <w:rsid w:val="00184FF4"/>
    <w:rsid w:val="001857CA"/>
    <w:rsid w:val="001865C0"/>
    <w:rsid w:val="00186972"/>
    <w:rsid w:val="00187BD2"/>
    <w:rsid w:val="00190379"/>
    <w:rsid w:val="00190BBC"/>
    <w:rsid w:val="00190EBE"/>
    <w:rsid w:val="001921DA"/>
    <w:rsid w:val="00193982"/>
    <w:rsid w:val="0019419B"/>
    <w:rsid w:val="0019422B"/>
    <w:rsid w:val="00194985"/>
    <w:rsid w:val="00194FF5"/>
    <w:rsid w:val="001964AA"/>
    <w:rsid w:val="00197455"/>
    <w:rsid w:val="00197B51"/>
    <w:rsid w:val="001A0615"/>
    <w:rsid w:val="001A100F"/>
    <w:rsid w:val="001A31C2"/>
    <w:rsid w:val="001A3424"/>
    <w:rsid w:val="001A3D5E"/>
    <w:rsid w:val="001A4227"/>
    <w:rsid w:val="001A4994"/>
    <w:rsid w:val="001A4AE7"/>
    <w:rsid w:val="001A53A1"/>
    <w:rsid w:val="001A5AF4"/>
    <w:rsid w:val="001A6CCC"/>
    <w:rsid w:val="001B08F5"/>
    <w:rsid w:val="001B21A0"/>
    <w:rsid w:val="001B2F1E"/>
    <w:rsid w:val="001B314D"/>
    <w:rsid w:val="001B671A"/>
    <w:rsid w:val="001B77BB"/>
    <w:rsid w:val="001B7A10"/>
    <w:rsid w:val="001C0FC8"/>
    <w:rsid w:val="001C1125"/>
    <w:rsid w:val="001C2A90"/>
    <w:rsid w:val="001C30C0"/>
    <w:rsid w:val="001C3F42"/>
    <w:rsid w:val="001C4A6C"/>
    <w:rsid w:val="001C5903"/>
    <w:rsid w:val="001C6131"/>
    <w:rsid w:val="001C6CD4"/>
    <w:rsid w:val="001C7A16"/>
    <w:rsid w:val="001C7A3B"/>
    <w:rsid w:val="001D012A"/>
    <w:rsid w:val="001D0920"/>
    <w:rsid w:val="001D1656"/>
    <w:rsid w:val="001D29F5"/>
    <w:rsid w:val="001D6CFD"/>
    <w:rsid w:val="001D730C"/>
    <w:rsid w:val="001D7DA3"/>
    <w:rsid w:val="001D7F92"/>
    <w:rsid w:val="001E1017"/>
    <w:rsid w:val="001E1FFC"/>
    <w:rsid w:val="001E2294"/>
    <w:rsid w:val="001E3716"/>
    <w:rsid w:val="001E383A"/>
    <w:rsid w:val="001E48CC"/>
    <w:rsid w:val="001E5E55"/>
    <w:rsid w:val="001E75AD"/>
    <w:rsid w:val="001F05C1"/>
    <w:rsid w:val="001F0A0A"/>
    <w:rsid w:val="001F1CD0"/>
    <w:rsid w:val="001F2E6D"/>
    <w:rsid w:val="001F40FE"/>
    <w:rsid w:val="001F7577"/>
    <w:rsid w:val="0020177C"/>
    <w:rsid w:val="00201E30"/>
    <w:rsid w:val="00203841"/>
    <w:rsid w:val="002042DB"/>
    <w:rsid w:val="00204FE7"/>
    <w:rsid w:val="002051A3"/>
    <w:rsid w:val="0020668D"/>
    <w:rsid w:val="00206AF7"/>
    <w:rsid w:val="00207557"/>
    <w:rsid w:val="002103D1"/>
    <w:rsid w:val="00211C55"/>
    <w:rsid w:val="0021274C"/>
    <w:rsid w:val="00212E44"/>
    <w:rsid w:val="00213825"/>
    <w:rsid w:val="0021477F"/>
    <w:rsid w:val="00214EEA"/>
    <w:rsid w:val="0021529C"/>
    <w:rsid w:val="00215947"/>
    <w:rsid w:val="00215AD2"/>
    <w:rsid w:val="002164FD"/>
    <w:rsid w:val="00216A15"/>
    <w:rsid w:val="00217297"/>
    <w:rsid w:val="002201C2"/>
    <w:rsid w:val="0022022C"/>
    <w:rsid w:val="0022086C"/>
    <w:rsid w:val="002216A4"/>
    <w:rsid w:val="00222575"/>
    <w:rsid w:val="002235D2"/>
    <w:rsid w:val="002238D5"/>
    <w:rsid w:val="00224581"/>
    <w:rsid w:val="0022538D"/>
    <w:rsid w:val="002259D2"/>
    <w:rsid w:val="002306F2"/>
    <w:rsid w:val="0023075F"/>
    <w:rsid w:val="00230DFB"/>
    <w:rsid w:val="00231CD3"/>
    <w:rsid w:val="00232104"/>
    <w:rsid w:val="002336F8"/>
    <w:rsid w:val="00233BC2"/>
    <w:rsid w:val="00233F7C"/>
    <w:rsid w:val="00234AB1"/>
    <w:rsid w:val="0024033C"/>
    <w:rsid w:val="00240B35"/>
    <w:rsid w:val="00241AAB"/>
    <w:rsid w:val="00242347"/>
    <w:rsid w:val="00242BA8"/>
    <w:rsid w:val="00243283"/>
    <w:rsid w:val="00243726"/>
    <w:rsid w:val="00244183"/>
    <w:rsid w:val="00245050"/>
    <w:rsid w:val="00246648"/>
    <w:rsid w:val="002473EB"/>
    <w:rsid w:val="0024756E"/>
    <w:rsid w:val="00247752"/>
    <w:rsid w:val="0024794F"/>
    <w:rsid w:val="00250DD2"/>
    <w:rsid w:val="00253214"/>
    <w:rsid w:val="00253544"/>
    <w:rsid w:val="00253679"/>
    <w:rsid w:val="00255762"/>
    <w:rsid w:val="00257609"/>
    <w:rsid w:val="00257A32"/>
    <w:rsid w:val="00257D84"/>
    <w:rsid w:val="0026150B"/>
    <w:rsid w:val="00261C49"/>
    <w:rsid w:val="00263066"/>
    <w:rsid w:val="002650FA"/>
    <w:rsid w:val="0026529F"/>
    <w:rsid w:val="00265EFD"/>
    <w:rsid w:val="002664F9"/>
    <w:rsid w:val="002665D8"/>
    <w:rsid w:val="002674CD"/>
    <w:rsid w:val="002676E3"/>
    <w:rsid w:val="00267741"/>
    <w:rsid w:val="0027064E"/>
    <w:rsid w:val="00270F1B"/>
    <w:rsid w:val="00271453"/>
    <w:rsid w:val="00271F35"/>
    <w:rsid w:val="0027369F"/>
    <w:rsid w:val="002738DD"/>
    <w:rsid w:val="00274254"/>
    <w:rsid w:val="002744CD"/>
    <w:rsid w:val="002752F7"/>
    <w:rsid w:val="002756F4"/>
    <w:rsid w:val="0027570F"/>
    <w:rsid w:val="00275A89"/>
    <w:rsid w:val="00275E48"/>
    <w:rsid w:val="00275E5F"/>
    <w:rsid w:val="00277B12"/>
    <w:rsid w:val="00280423"/>
    <w:rsid w:val="002808F0"/>
    <w:rsid w:val="002809BC"/>
    <w:rsid w:val="00281551"/>
    <w:rsid w:val="00281B33"/>
    <w:rsid w:val="00281E2B"/>
    <w:rsid w:val="00282388"/>
    <w:rsid w:val="00284037"/>
    <w:rsid w:val="002843C0"/>
    <w:rsid w:val="002848A8"/>
    <w:rsid w:val="0028495A"/>
    <w:rsid w:val="002853D7"/>
    <w:rsid w:val="00285AEB"/>
    <w:rsid w:val="00286C02"/>
    <w:rsid w:val="00290A8E"/>
    <w:rsid w:val="00290CFD"/>
    <w:rsid w:val="00292E63"/>
    <w:rsid w:val="00293750"/>
    <w:rsid w:val="00294315"/>
    <w:rsid w:val="0029781F"/>
    <w:rsid w:val="002A0400"/>
    <w:rsid w:val="002A07B0"/>
    <w:rsid w:val="002A140C"/>
    <w:rsid w:val="002A1D1F"/>
    <w:rsid w:val="002A2419"/>
    <w:rsid w:val="002A279E"/>
    <w:rsid w:val="002A2BAC"/>
    <w:rsid w:val="002A4578"/>
    <w:rsid w:val="002A4F4E"/>
    <w:rsid w:val="002A50D2"/>
    <w:rsid w:val="002A520F"/>
    <w:rsid w:val="002A52D4"/>
    <w:rsid w:val="002A5C9D"/>
    <w:rsid w:val="002A6ED8"/>
    <w:rsid w:val="002A75FA"/>
    <w:rsid w:val="002A7825"/>
    <w:rsid w:val="002B01A3"/>
    <w:rsid w:val="002B0C24"/>
    <w:rsid w:val="002B1612"/>
    <w:rsid w:val="002B16CD"/>
    <w:rsid w:val="002B24FF"/>
    <w:rsid w:val="002B367F"/>
    <w:rsid w:val="002B5D78"/>
    <w:rsid w:val="002B65DE"/>
    <w:rsid w:val="002B6DD1"/>
    <w:rsid w:val="002B713F"/>
    <w:rsid w:val="002B7F7A"/>
    <w:rsid w:val="002C0AE6"/>
    <w:rsid w:val="002C14F4"/>
    <w:rsid w:val="002C15CD"/>
    <w:rsid w:val="002C1F86"/>
    <w:rsid w:val="002C3875"/>
    <w:rsid w:val="002C4A3B"/>
    <w:rsid w:val="002C53A3"/>
    <w:rsid w:val="002C58D8"/>
    <w:rsid w:val="002C6901"/>
    <w:rsid w:val="002C6BC7"/>
    <w:rsid w:val="002C6E32"/>
    <w:rsid w:val="002C7C9D"/>
    <w:rsid w:val="002D0129"/>
    <w:rsid w:val="002D15C2"/>
    <w:rsid w:val="002D1724"/>
    <w:rsid w:val="002D2D20"/>
    <w:rsid w:val="002D3026"/>
    <w:rsid w:val="002D5A70"/>
    <w:rsid w:val="002D6A15"/>
    <w:rsid w:val="002D7020"/>
    <w:rsid w:val="002D79FC"/>
    <w:rsid w:val="002E0D32"/>
    <w:rsid w:val="002E144F"/>
    <w:rsid w:val="002E1C30"/>
    <w:rsid w:val="002E1CCC"/>
    <w:rsid w:val="002E371A"/>
    <w:rsid w:val="002E5113"/>
    <w:rsid w:val="002E6229"/>
    <w:rsid w:val="002E63D8"/>
    <w:rsid w:val="002F0A85"/>
    <w:rsid w:val="002F0D94"/>
    <w:rsid w:val="002F21D5"/>
    <w:rsid w:val="002F2C19"/>
    <w:rsid w:val="002F2CD2"/>
    <w:rsid w:val="002F35A7"/>
    <w:rsid w:val="002F39B5"/>
    <w:rsid w:val="002F3AD0"/>
    <w:rsid w:val="002F4185"/>
    <w:rsid w:val="002F4783"/>
    <w:rsid w:val="002F4801"/>
    <w:rsid w:val="002F4B28"/>
    <w:rsid w:val="002F61D5"/>
    <w:rsid w:val="002F655A"/>
    <w:rsid w:val="002F6CFC"/>
    <w:rsid w:val="00301067"/>
    <w:rsid w:val="00303078"/>
    <w:rsid w:val="003030CE"/>
    <w:rsid w:val="00304BA5"/>
    <w:rsid w:val="00304FC8"/>
    <w:rsid w:val="0030602F"/>
    <w:rsid w:val="00306D3E"/>
    <w:rsid w:val="00307C3E"/>
    <w:rsid w:val="00310117"/>
    <w:rsid w:val="0031018A"/>
    <w:rsid w:val="00310CBA"/>
    <w:rsid w:val="0031109B"/>
    <w:rsid w:val="003111C2"/>
    <w:rsid w:val="003116DC"/>
    <w:rsid w:val="00311D8B"/>
    <w:rsid w:val="003122CC"/>
    <w:rsid w:val="00312BAF"/>
    <w:rsid w:val="00312E28"/>
    <w:rsid w:val="003131B8"/>
    <w:rsid w:val="00313648"/>
    <w:rsid w:val="00313B37"/>
    <w:rsid w:val="00313CD2"/>
    <w:rsid w:val="00314C39"/>
    <w:rsid w:val="003155D4"/>
    <w:rsid w:val="003160ED"/>
    <w:rsid w:val="00316211"/>
    <w:rsid w:val="00320CB5"/>
    <w:rsid w:val="00320D62"/>
    <w:rsid w:val="0032476C"/>
    <w:rsid w:val="00324794"/>
    <w:rsid w:val="00325919"/>
    <w:rsid w:val="00326B88"/>
    <w:rsid w:val="0032708E"/>
    <w:rsid w:val="0032726A"/>
    <w:rsid w:val="00327314"/>
    <w:rsid w:val="00327D1A"/>
    <w:rsid w:val="003315D7"/>
    <w:rsid w:val="0033279A"/>
    <w:rsid w:val="00332F22"/>
    <w:rsid w:val="003336CD"/>
    <w:rsid w:val="003349EE"/>
    <w:rsid w:val="0033545E"/>
    <w:rsid w:val="003358B8"/>
    <w:rsid w:val="00336CB5"/>
    <w:rsid w:val="00337003"/>
    <w:rsid w:val="00337332"/>
    <w:rsid w:val="00340C12"/>
    <w:rsid w:val="00341791"/>
    <w:rsid w:val="00341E88"/>
    <w:rsid w:val="003422A4"/>
    <w:rsid w:val="0034389E"/>
    <w:rsid w:val="00343AC2"/>
    <w:rsid w:val="00344AC1"/>
    <w:rsid w:val="003458F4"/>
    <w:rsid w:val="00347986"/>
    <w:rsid w:val="00351150"/>
    <w:rsid w:val="00351411"/>
    <w:rsid w:val="00352064"/>
    <w:rsid w:val="00354279"/>
    <w:rsid w:val="00355E7C"/>
    <w:rsid w:val="00356385"/>
    <w:rsid w:val="00356A84"/>
    <w:rsid w:val="00356CBF"/>
    <w:rsid w:val="00357C09"/>
    <w:rsid w:val="00357DC1"/>
    <w:rsid w:val="00360514"/>
    <w:rsid w:val="00361778"/>
    <w:rsid w:val="003620C9"/>
    <w:rsid w:val="00362CA0"/>
    <w:rsid w:val="00362FBD"/>
    <w:rsid w:val="003654B7"/>
    <w:rsid w:val="00366F11"/>
    <w:rsid w:val="00367591"/>
    <w:rsid w:val="00367D76"/>
    <w:rsid w:val="00371201"/>
    <w:rsid w:val="00372460"/>
    <w:rsid w:val="00372A9F"/>
    <w:rsid w:val="003737AB"/>
    <w:rsid w:val="003739F4"/>
    <w:rsid w:val="00374064"/>
    <w:rsid w:val="003745B9"/>
    <w:rsid w:val="003748AB"/>
    <w:rsid w:val="00374D9D"/>
    <w:rsid w:val="003757D3"/>
    <w:rsid w:val="0037704B"/>
    <w:rsid w:val="003774C9"/>
    <w:rsid w:val="0037759F"/>
    <w:rsid w:val="00377D89"/>
    <w:rsid w:val="00381515"/>
    <w:rsid w:val="00381E80"/>
    <w:rsid w:val="0038213E"/>
    <w:rsid w:val="003822B5"/>
    <w:rsid w:val="003823E9"/>
    <w:rsid w:val="00382C69"/>
    <w:rsid w:val="00384229"/>
    <w:rsid w:val="00384275"/>
    <w:rsid w:val="00385151"/>
    <w:rsid w:val="003863AA"/>
    <w:rsid w:val="003869F7"/>
    <w:rsid w:val="00386A01"/>
    <w:rsid w:val="00386D85"/>
    <w:rsid w:val="00386F28"/>
    <w:rsid w:val="00387F17"/>
    <w:rsid w:val="0039068C"/>
    <w:rsid w:val="0039166B"/>
    <w:rsid w:val="0039229A"/>
    <w:rsid w:val="003924D0"/>
    <w:rsid w:val="00392767"/>
    <w:rsid w:val="00393BA3"/>
    <w:rsid w:val="00393EF6"/>
    <w:rsid w:val="00394ACC"/>
    <w:rsid w:val="003957AD"/>
    <w:rsid w:val="00395B43"/>
    <w:rsid w:val="00396E79"/>
    <w:rsid w:val="00397542"/>
    <w:rsid w:val="00397550"/>
    <w:rsid w:val="003A043C"/>
    <w:rsid w:val="003A05C8"/>
    <w:rsid w:val="003A0D21"/>
    <w:rsid w:val="003A28E0"/>
    <w:rsid w:val="003A2D89"/>
    <w:rsid w:val="003A3137"/>
    <w:rsid w:val="003A3198"/>
    <w:rsid w:val="003A365E"/>
    <w:rsid w:val="003A44BF"/>
    <w:rsid w:val="003A4BD8"/>
    <w:rsid w:val="003A5AE4"/>
    <w:rsid w:val="003A67EC"/>
    <w:rsid w:val="003A6BA8"/>
    <w:rsid w:val="003B02E6"/>
    <w:rsid w:val="003B0B50"/>
    <w:rsid w:val="003B1DE1"/>
    <w:rsid w:val="003B275B"/>
    <w:rsid w:val="003B315B"/>
    <w:rsid w:val="003B6770"/>
    <w:rsid w:val="003B6FC0"/>
    <w:rsid w:val="003B737F"/>
    <w:rsid w:val="003C061F"/>
    <w:rsid w:val="003C0826"/>
    <w:rsid w:val="003C08DA"/>
    <w:rsid w:val="003C104F"/>
    <w:rsid w:val="003C1899"/>
    <w:rsid w:val="003C21E5"/>
    <w:rsid w:val="003C2823"/>
    <w:rsid w:val="003C3168"/>
    <w:rsid w:val="003C3F24"/>
    <w:rsid w:val="003C43C4"/>
    <w:rsid w:val="003C43CC"/>
    <w:rsid w:val="003C6366"/>
    <w:rsid w:val="003C70FD"/>
    <w:rsid w:val="003D1F48"/>
    <w:rsid w:val="003D1F95"/>
    <w:rsid w:val="003D2153"/>
    <w:rsid w:val="003D220B"/>
    <w:rsid w:val="003D29F6"/>
    <w:rsid w:val="003D2DD1"/>
    <w:rsid w:val="003D3107"/>
    <w:rsid w:val="003D36D1"/>
    <w:rsid w:val="003D36DF"/>
    <w:rsid w:val="003D3760"/>
    <w:rsid w:val="003D5EE8"/>
    <w:rsid w:val="003D69E7"/>
    <w:rsid w:val="003D770E"/>
    <w:rsid w:val="003E13A9"/>
    <w:rsid w:val="003E170A"/>
    <w:rsid w:val="003E1B00"/>
    <w:rsid w:val="003E2A09"/>
    <w:rsid w:val="003E2B78"/>
    <w:rsid w:val="003E348C"/>
    <w:rsid w:val="003E361D"/>
    <w:rsid w:val="003E426E"/>
    <w:rsid w:val="003E4AE7"/>
    <w:rsid w:val="003E5079"/>
    <w:rsid w:val="003E55D6"/>
    <w:rsid w:val="003E5952"/>
    <w:rsid w:val="003E74B8"/>
    <w:rsid w:val="003E78D6"/>
    <w:rsid w:val="003E78F5"/>
    <w:rsid w:val="003E7B0C"/>
    <w:rsid w:val="003F329F"/>
    <w:rsid w:val="003F3620"/>
    <w:rsid w:val="003F380E"/>
    <w:rsid w:val="003F5237"/>
    <w:rsid w:val="003F5728"/>
    <w:rsid w:val="003F654A"/>
    <w:rsid w:val="003F68CF"/>
    <w:rsid w:val="003F6E21"/>
    <w:rsid w:val="003F7ECE"/>
    <w:rsid w:val="00400193"/>
    <w:rsid w:val="004001D8"/>
    <w:rsid w:val="00400F30"/>
    <w:rsid w:val="00401474"/>
    <w:rsid w:val="004015B6"/>
    <w:rsid w:val="00401617"/>
    <w:rsid w:val="00401B4F"/>
    <w:rsid w:val="00403086"/>
    <w:rsid w:val="00404807"/>
    <w:rsid w:val="00404DB1"/>
    <w:rsid w:val="00404DC1"/>
    <w:rsid w:val="00404E53"/>
    <w:rsid w:val="004051A0"/>
    <w:rsid w:val="00406A15"/>
    <w:rsid w:val="00406E30"/>
    <w:rsid w:val="004077BC"/>
    <w:rsid w:val="00410130"/>
    <w:rsid w:val="004104CF"/>
    <w:rsid w:val="00410B02"/>
    <w:rsid w:val="004119BE"/>
    <w:rsid w:val="00411AC5"/>
    <w:rsid w:val="004134BF"/>
    <w:rsid w:val="004135D8"/>
    <w:rsid w:val="00413921"/>
    <w:rsid w:val="00414922"/>
    <w:rsid w:val="00416A8A"/>
    <w:rsid w:val="004177EC"/>
    <w:rsid w:val="004210A6"/>
    <w:rsid w:val="00421263"/>
    <w:rsid w:val="0042141C"/>
    <w:rsid w:val="0042145C"/>
    <w:rsid w:val="00421FB8"/>
    <w:rsid w:val="00422357"/>
    <w:rsid w:val="004230CD"/>
    <w:rsid w:val="004234F8"/>
    <w:rsid w:val="00423738"/>
    <w:rsid w:val="00424061"/>
    <w:rsid w:val="004243FE"/>
    <w:rsid w:val="0042469F"/>
    <w:rsid w:val="00424DBD"/>
    <w:rsid w:val="00425EC6"/>
    <w:rsid w:val="00427B36"/>
    <w:rsid w:val="00430113"/>
    <w:rsid w:val="004306BB"/>
    <w:rsid w:val="00431AA7"/>
    <w:rsid w:val="004322EB"/>
    <w:rsid w:val="0043283E"/>
    <w:rsid w:val="0043288F"/>
    <w:rsid w:val="00433146"/>
    <w:rsid w:val="00433A72"/>
    <w:rsid w:val="00436B73"/>
    <w:rsid w:val="00436B9B"/>
    <w:rsid w:val="0043702C"/>
    <w:rsid w:val="00437145"/>
    <w:rsid w:val="00437C46"/>
    <w:rsid w:val="00437E46"/>
    <w:rsid w:val="00440699"/>
    <w:rsid w:val="0044073E"/>
    <w:rsid w:val="00441293"/>
    <w:rsid w:val="0044262A"/>
    <w:rsid w:val="00442F0B"/>
    <w:rsid w:val="00446502"/>
    <w:rsid w:val="00447D35"/>
    <w:rsid w:val="004502C6"/>
    <w:rsid w:val="00450827"/>
    <w:rsid w:val="00451BF9"/>
    <w:rsid w:val="00451F8F"/>
    <w:rsid w:val="00452BD0"/>
    <w:rsid w:val="00452C91"/>
    <w:rsid w:val="00452F43"/>
    <w:rsid w:val="004537BC"/>
    <w:rsid w:val="004547A3"/>
    <w:rsid w:val="0045484C"/>
    <w:rsid w:val="0045492F"/>
    <w:rsid w:val="0045525B"/>
    <w:rsid w:val="00455D2F"/>
    <w:rsid w:val="0045712F"/>
    <w:rsid w:val="00457750"/>
    <w:rsid w:val="00457E1D"/>
    <w:rsid w:val="00460123"/>
    <w:rsid w:val="00460570"/>
    <w:rsid w:val="004610BB"/>
    <w:rsid w:val="00461FF6"/>
    <w:rsid w:val="00462664"/>
    <w:rsid w:val="004628D7"/>
    <w:rsid w:val="004633E4"/>
    <w:rsid w:val="0046373D"/>
    <w:rsid w:val="0046377F"/>
    <w:rsid w:val="00463FD2"/>
    <w:rsid w:val="004666D4"/>
    <w:rsid w:val="00467E39"/>
    <w:rsid w:val="00467ED9"/>
    <w:rsid w:val="00470367"/>
    <w:rsid w:val="0047060D"/>
    <w:rsid w:val="00471D63"/>
    <w:rsid w:val="004723D0"/>
    <w:rsid w:val="004726E0"/>
    <w:rsid w:val="004728C1"/>
    <w:rsid w:val="0047300D"/>
    <w:rsid w:val="0047319D"/>
    <w:rsid w:val="00473F62"/>
    <w:rsid w:val="00473FCC"/>
    <w:rsid w:val="004750EE"/>
    <w:rsid w:val="004757BF"/>
    <w:rsid w:val="0047585B"/>
    <w:rsid w:val="004761FA"/>
    <w:rsid w:val="0047627E"/>
    <w:rsid w:val="004765E3"/>
    <w:rsid w:val="00476B51"/>
    <w:rsid w:val="00476CF5"/>
    <w:rsid w:val="0047742D"/>
    <w:rsid w:val="004827A0"/>
    <w:rsid w:val="00483CB6"/>
    <w:rsid w:val="004851DB"/>
    <w:rsid w:val="00487D42"/>
    <w:rsid w:val="00490514"/>
    <w:rsid w:val="00490A55"/>
    <w:rsid w:val="00491AB1"/>
    <w:rsid w:val="00493827"/>
    <w:rsid w:val="00493DE0"/>
    <w:rsid w:val="004947D7"/>
    <w:rsid w:val="00494F32"/>
    <w:rsid w:val="00495555"/>
    <w:rsid w:val="00495741"/>
    <w:rsid w:val="00496129"/>
    <w:rsid w:val="0049622E"/>
    <w:rsid w:val="004964AE"/>
    <w:rsid w:val="00497A55"/>
    <w:rsid w:val="00497CFD"/>
    <w:rsid w:val="004A0172"/>
    <w:rsid w:val="004A105C"/>
    <w:rsid w:val="004A1358"/>
    <w:rsid w:val="004A2D47"/>
    <w:rsid w:val="004A353A"/>
    <w:rsid w:val="004A3CEB"/>
    <w:rsid w:val="004A49ED"/>
    <w:rsid w:val="004A4E02"/>
    <w:rsid w:val="004A6713"/>
    <w:rsid w:val="004A7443"/>
    <w:rsid w:val="004A77E5"/>
    <w:rsid w:val="004B04B4"/>
    <w:rsid w:val="004B0A0C"/>
    <w:rsid w:val="004B2727"/>
    <w:rsid w:val="004B4354"/>
    <w:rsid w:val="004B45C0"/>
    <w:rsid w:val="004B4E42"/>
    <w:rsid w:val="004B5D81"/>
    <w:rsid w:val="004B65EE"/>
    <w:rsid w:val="004B70D4"/>
    <w:rsid w:val="004C0771"/>
    <w:rsid w:val="004C0C29"/>
    <w:rsid w:val="004C11BE"/>
    <w:rsid w:val="004C13D9"/>
    <w:rsid w:val="004C1B49"/>
    <w:rsid w:val="004C408E"/>
    <w:rsid w:val="004C485A"/>
    <w:rsid w:val="004C501F"/>
    <w:rsid w:val="004C51C5"/>
    <w:rsid w:val="004C6094"/>
    <w:rsid w:val="004C63F5"/>
    <w:rsid w:val="004C78D9"/>
    <w:rsid w:val="004D0DC1"/>
    <w:rsid w:val="004D0FF4"/>
    <w:rsid w:val="004D13F3"/>
    <w:rsid w:val="004D296A"/>
    <w:rsid w:val="004D4849"/>
    <w:rsid w:val="004D49F4"/>
    <w:rsid w:val="004D5554"/>
    <w:rsid w:val="004D6270"/>
    <w:rsid w:val="004D70BD"/>
    <w:rsid w:val="004D747F"/>
    <w:rsid w:val="004D7BB0"/>
    <w:rsid w:val="004E08AD"/>
    <w:rsid w:val="004E2CF2"/>
    <w:rsid w:val="004E35F9"/>
    <w:rsid w:val="004E3A25"/>
    <w:rsid w:val="004E43E3"/>
    <w:rsid w:val="004E49F3"/>
    <w:rsid w:val="004E5813"/>
    <w:rsid w:val="004E5B43"/>
    <w:rsid w:val="004E61FA"/>
    <w:rsid w:val="004E6D19"/>
    <w:rsid w:val="004E6E05"/>
    <w:rsid w:val="004E6FF1"/>
    <w:rsid w:val="004E78C0"/>
    <w:rsid w:val="004F0098"/>
    <w:rsid w:val="004F0410"/>
    <w:rsid w:val="004F06F5"/>
    <w:rsid w:val="004F09DA"/>
    <w:rsid w:val="004F0E6C"/>
    <w:rsid w:val="004F2EA6"/>
    <w:rsid w:val="004F3E67"/>
    <w:rsid w:val="004F4834"/>
    <w:rsid w:val="004F4F82"/>
    <w:rsid w:val="004F5694"/>
    <w:rsid w:val="004F5F75"/>
    <w:rsid w:val="004F7670"/>
    <w:rsid w:val="00500B87"/>
    <w:rsid w:val="005029E4"/>
    <w:rsid w:val="00503DBB"/>
    <w:rsid w:val="005043AB"/>
    <w:rsid w:val="00505F25"/>
    <w:rsid w:val="005077C2"/>
    <w:rsid w:val="00507B29"/>
    <w:rsid w:val="00507CB7"/>
    <w:rsid w:val="00507EB6"/>
    <w:rsid w:val="00510979"/>
    <w:rsid w:val="00510FC6"/>
    <w:rsid w:val="005112AE"/>
    <w:rsid w:val="0051147D"/>
    <w:rsid w:val="00512E13"/>
    <w:rsid w:val="0051692D"/>
    <w:rsid w:val="0052062A"/>
    <w:rsid w:val="00520D77"/>
    <w:rsid w:val="005216D1"/>
    <w:rsid w:val="00522203"/>
    <w:rsid w:val="005229CE"/>
    <w:rsid w:val="00522E67"/>
    <w:rsid w:val="005243FD"/>
    <w:rsid w:val="00525219"/>
    <w:rsid w:val="00530112"/>
    <w:rsid w:val="005305BF"/>
    <w:rsid w:val="005328E3"/>
    <w:rsid w:val="00532AD3"/>
    <w:rsid w:val="00532CE1"/>
    <w:rsid w:val="00532FEC"/>
    <w:rsid w:val="005356AD"/>
    <w:rsid w:val="005362AE"/>
    <w:rsid w:val="005373CB"/>
    <w:rsid w:val="00537626"/>
    <w:rsid w:val="00537E1D"/>
    <w:rsid w:val="0054001B"/>
    <w:rsid w:val="00540312"/>
    <w:rsid w:val="0054047A"/>
    <w:rsid w:val="00540913"/>
    <w:rsid w:val="0054188A"/>
    <w:rsid w:val="005420A6"/>
    <w:rsid w:val="00542531"/>
    <w:rsid w:val="005436A2"/>
    <w:rsid w:val="00543EA5"/>
    <w:rsid w:val="0054439D"/>
    <w:rsid w:val="00544FC7"/>
    <w:rsid w:val="00546BF7"/>
    <w:rsid w:val="00546FD7"/>
    <w:rsid w:val="00547488"/>
    <w:rsid w:val="00550991"/>
    <w:rsid w:val="005509E1"/>
    <w:rsid w:val="00550DDE"/>
    <w:rsid w:val="00550F77"/>
    <w:rsid w:val="00551AFC"/>
    <w:rsid w:val="00552AC5"/>
    <w:rsid w:val="005534AD"/>
    <w:rsid w:val="00554A6C"/>
    <w:rsid w:val="00555C2B"/>
    <w:rsid w:val="005566DF"/>
    <w:rsid w:val="00556FDF"/>
    <w:rsid w:val="005577BE"/>
    <w:rsid w:val="005607F1"/>
    <w:rsid w:val="00560F0F"/>
    <w:rsid w:val="0056152E"/>
    <w:rsid w:val="00561FB8"/>
    <w:rsid w:val="005620DB"/>
    <w:rsid w:val="005627B8"/>
    <w:rsid w:val="00562C76"/>
    <w:rsid w:val="00563060"/>
    <w:rsid w:val="00563255"/>
    <w:rsid w:val="0056467A"/>
    <w:rsid w:val="0056484D"/>
    <w:rsid w:val="005648BF"/>
    <w:rsid w:val="00564E8B"/>
    <w:rsid w:val="00565039"/>
    <w:rsid w:val="0056740D"/>
    <w:rsid w:val="0057184D"/>
    <w:rsid w:val="005718A0"/>
    <w:rsid w:val="00571E5B"/>
    <w:rsid w:val="00572012"/>
    <w:rsid w:val="005722D4"/>
    <w:rsid w:val="00572638"/>
    <w:rsid w:val="0057338D"/>
    <w:rsid w:val="005747F1"/>
    <w:rsid w:val="0057683A"/>
    <w:rsid w:val="00577080"/>
    <w:rsid w:val="00577C82"/>
    <w:rsid w:val="00577FBF"/>
    <w:rsid w:val="00582536"/>
    <w:rsid w:val="00582739"/>
    <w:rsid w:val="00583A85"/>
    <w:rsid w:val="00583CE0"/>
    <w:rsid w:val="00584BA2"/>
    <w:rsid w:val="005871A6"/>
    <w:rsid w:val="00587FFA"/>
    <w:rsid w:val="0059036E"/>
    <w:rsid w:val="00590F50"/>
    <w:rsid w:val="00591344"/>
    <w:rsid w:val="005915BB"/>
    <w:rsid w:val="005922A5"/>
    <w:rsid w:val="005922E0"/>
    <w:rsid w:val="00592724"/>
    <w:rsid w:val="00593B9D"/>
    <w:rsid w:val="0059686F"/>
    <w:rsid w:val="00596BB4"/>
    <w:rsid w:val="00597C75"/>
    <w:rsid w:val="00597C84"/>
    <w:rsid w:val="005A03EC"/>
    <w:rsid w:val="005A3A72"/>
    <w:rsid w:val="005A502F"/>
    <w:rsid w:val="005A5577"/>
    <w:rsid w:val="005A585B"/>
    <w:rsid w:val="005A58EA"/>
    <w:rsid w:val="005A66E8"/>
    <w:rsid w:val="005A7EE4"/>
    <w:rsid w:val="005B0889"/>
    <w:rsid w:val="005B174B"/>
    <w:rsid w:val="005B2F28"/>
    <w:rsid w:val="005B31AF"/>
    <w:rsid w:val="005B3B84"/>
    <w:rsid w:val="005B4505"/>
    <w:rsid w:val="005B4CE9"/>
    <w:rsid w:val="005B512C"/>
    <w:rsid w:val="005B5315"/>
    <w:rsid w:val="005B5365"/>
    <w:rsid w:val="005B625A"/>
    <w:rsid w:val="005B684A"/>
    <w:rsid w:val="005B79AA"/>
    <w:rsid w:val="005C0132"/>
    <w:rsid w:val="005C029D"/>
    <w:rsid w:val="005C0487"/>
    <w:rsid w:val="005C0895"/>
    <w:rsid w:val="005C23D3"/>
    <w:rsid w:val="005C248E"/>
    <w:rsid w:val="005C2B31"/>
    <w:rsid w:val="005C37FC"/>
    <w:rsid w:val="005C444A"/>
    <w:rsid w:val="005C4491"/>
    <w:rsid w:val="005C58E5"/>
    <w:rsid w:val="005C77C2"/>
    <w:rsid w:val="005C7E0D"/>
    <w:rsid w:val="005C7E24"/>
    <w:rsid w:val="005D0C41"/>
    <w:rsid w:val="005D166F"/>
    <w:rsid w:val="005D2875"/>
    <w:rsid w:val="005D434A"/>
    <w:rsid w:val="005D5B50"/>
    <w:rsid w:val="005D6E35"/>
    <w:rsid w:val="005D721A"/>
    <w:rsid w:val="005D7F76"/>
    <w:rsid w:val="005E11D5"/>
    <w:rsid w:val="005E1286"/>
    <w:rsid w:val="005E2E27"/>
    <w:rsid w:val="005E3483"/>
    <w:rsid w:val="005E45AC"/>
    <w:rsid w:val="005E49E4"/>
    <w:rsid w:val="005E4D20"/>
    <w:rsid w:val="005E4FE5"/>
    <w:rsid w:val="005E5F01"/>
    <w:rsid w:val="005E672D"/>
    <w:rsid w:val="005F0530"/>
    <w:rsid w:val="005F0B12"/>
    <w:rsid w:val="005F0FAA"/>
    <w:rsid w:val="005F141A"/>
    <w:rsid w:val="005F1EFA"/>
    <w:rsid w:val="005F26A8"/>
    <w:rsid w:val="005F2B03"/>
    <w:rsid w:val="005F2F95"/>
    <w:rsid w:val="005F43FE"/>
    <w:rsid w:val="005F480C"/>
    <w:rsid w:val="005F493B"/>
    <w:rsid w:val="005F5244"/>
    <w:rsid w:val="005F5338"/>
    <w:rsid w:val="005F53EE"/>
    <w:rsid w:val="005F6A06"/>
    <w:rsid w:val="005F7803"/>
    <w:rsid w:val="00600378"/>
    <w:rsid w:val="006003D6"/>
    <w:rsid w:val="006009C7"/>
    <w:rsid w:val="00601192"/>
    <w:rsid w:val="00602E81"/>
    <w:rsid w:val="006064E3"/>
    <w:rsid w:val="006075E9"/>
    <w:rsid w:val="00607BEC"/>
    <w:rsid w:val="00610654"/>
    <w:rsid w:val="0061309A"/>
    <w:rsid w:val="00613341"/>
    <w:rsid w:val="0061511D"/>
    <w:rsid w:val="00615BD8"/>
    <w:rsid w:val="00615BDB"/>
    <w:rsid w:val="0061630E"/>
    <w:rsid w:val="006163BC"/>
    <w:rsid w:val="00616702"/>
    <w:rsid w:val="006170ED"/>
    <w:rsid w:val="006170F9"/>
    <w:rsid w:val="00617EAB"/>
    <w:rsid w:val="006209B1"/>
    <w:rsid w:val="00623669"/>
    <w:rsid w:val="00623FA4"/>
    <w:rsid w:val="006241BA"/>
    <w:rsid w:val="00624894"/>
    <w:rsid w:val="00625BD8"/>
    <w:rsid w:val="00625D0A"/>
    <w:rsid w:val="006301DF"/>
    <w:rsid w:val="006314DD"/>
    <w:rsid w:val="00633E0B"/>
    <w:rsid w:val="00634E28"/>
    <w:rsid w:val="00640329"/>
    <w:rsid w:val="00640A29"/>
    <w:rsid w:val="006412A7"/>
    <w:rsid w:val="0064141B"/>
    <w:rsid w:val="00641622"/>
    <w:rsid w:val="0064206B"/>
    <w:rsid w:val="0064206F"/>
    <w:rsid w:val="00642A54"/>
    <w:rsid w:val="00643F13"/>
    <w:rsid w:val="00645D5D"/>
    <w:rsid w:val="006467DC"/>
    <w:rsid w:val="0064687F"/>
    <w:rsid w:val="00647BD3"/>
    <w:rsid w:val="006504DA"/>
    <w:rsid w:val="00650B76"/>
    <w:rsid w:val="00651C69"/>
    <w:rsid w:val="00652E38"/>
    <w:rsid w:val="00653F47"/>
    <w:rsid w:val="00654191"/>
    <w:rsid w:val="006541BD"/>
    <w:rsid w:val="00654872"/>
    <w:rsid w:val="00655209"/>
    <w:rsid w:val="00655E88"/>
    <w:rsid w:val="006560E8"/>
    <w:rsid w:val="00656329"/>
    <w:rsid w:val="00656C29"/>
    <w:rsid w:val="006575AE"/>
    <w:rsid w:val="0065794A"/>
    <w:rsid w:val="00660C84"/>
    <w:rsid w:val="006622B5"/>
    <w:rsid w:val="006636F2"/>
    <w:rsid w:val="006637FF"/>
    <w:rsid w:val="00663EAD"/>
    <w:rsid w:val="006642BF"/>
    <w:rsid w:val="00664D3E"/>
    <w:rsid w:val="00664DB3"/>
    <w:rsid w:val="00664EB3"/>
    <w:rsid w:val="00666086"/>
    <w:rsid w:val="00666357"/>
    <w:rsid w:val="00666BA3"/>
    <w:rsid w:val="0066750C"/>
    <w:rsid w:val="006676F1"/>
    <w:rsid w:val="00667DF5"/>
    <w:rsid w:val="00670021"/>
    <w:rsid w:val="00670451"/>
    <w:rsid w:val="00671366"/>
    <w:rsid w:val="006739A3"/>
    <w:rsid w:val="006739B3"/>
    <w:rsid w:val="00673F39"/>
    <w:rsid w:val="006741EC"/>
    <w:rsid w:val="006742A2"/>
    <w:rsid w:val="00674862"/>
    <w:rsid w:val="0067512C"/>
    <w:rsid w:val="00676A3F"/>
    <w:rsid w:val="00677C4D"/>
    <w:rsid w:val="00680365"/>
    <w:rsid w:val="006812F1"/>
    <w:rsid w:val="0068267F"/>
    <w:rsid w:val="00682B75"/>
    <w:rsid w:val="00684DE7"/>
    <w:rsid w:val="00685756"/>
    <w:rsid w:val="0068659C"/>
    <w:rsid w:val="0068741D"/>
    <w:rsid w:val="00690F96"/>
    <w:rsid w:val="00691DBB"/>
    <w:rsid w:val="006933E7"/>
    <w:rsid w:val="00693506"/>
    <w:rsid w:val="00693571"/>
    <w:rsid w:val="006943C2"/>
    <w:rsid w:val="0069594F"/>
    <w:rsid w:val="00697048"/>
    <w:rsid w:val="006A0000"/>
    <w:rsid w:val="006A0ACF"/>
    <w:rsid w:val="006A1220"/>
    <w:rsid w:val="006A1938"/>
    <w:rsid w:val="006A1A5A"/>
    <w:rsid w:val="006A2888"/>
    <w:rsid w:val="006A3685"/>
    <w:rsid w:val="006A3CC4"/>
    <w:rsid w:val="006A3F58"/>
    <w:rsid w:val="006B2520"/>
    <w:rsid w:val="006B2E84"/>
    <w:rsid w:val="006B5BE8"/>
    <w:rsid w:val="006B638F"/>
    <w:rsid w:val="006B643A"/>
    <w:rsid w:val="006B65A9"/>
    <w:rsid w:val="006B708C"/>
    <w:rsid w:val="006C0130"/>
    <w:rsid w:val="006C062A"/>
    <w:rsid w:val="006C1075"/>
    <w:rsid w:val="006C19E5"/>
    <w:rsid w:val="006C1F0A"/>
    <w:rsid w:val="006C35F8"/>
    <w:rsid w:val="006C41B0"/>
    <w:rsid w:val="006C44F4"/>
    <w:rsid w:val="006C48A5"/>
    <w:rsid w:val="006C5008"/>
    <w:rsid w:val="006C59E4"/>
    <w:rsid w:val="006C5C8B"/>
    <w:rsid w:val="006D1B4B"/>
    <w:rsid w:val="006D2AB2"/>
    <w:rsid w:val="006D2BDC"/>
    <w:rsid w:val="006D47EA"/>
    <w:rsid w:val="006D5549"/>
    <w:rsid w:val="006D5BCB"/>
    <w:rsid w:val="006D7025"/>
    <w:rsid w:val="006D70AB"/>
    <w:rsid w:val="006E0BDA"/>
    <w:rsid w:val="006E1C4D"/>
    <w:rsid w:val="006E39D1"/>
    <w:rsid w:val="006E3D0C"/>
    <w:rsid w:val="006E40F9"/>
    <w:rsid w:val="006E502F"/>
    <w:rsid w:val="006E524C"/>
    <w:rsid w:val="006E6FAE"/>
    <w:rsid w:val="006F04CA"/>
    <w:rsid w:val="006F058B"/>
    <w:rsid w:val="006F4AA1"/>
    <w:rsid w:val="006F59B6"/>
    <w:rsid w:val="006F59C8"/>
    <w:rsid w:val="006F5B67"/>
    <w:rsid w:val="006F61F7"/>
    <w:rsid w:val="006F690E"/>
    <w:rsid w:val="006F786C"/>
    <w:rsid w:val="006F7894"/>
    <w:rsid w:val="0070251F"/>
    <w:rsid w:val="00702A8C"/>
    <w:rsid w:val="00702CD1"/>
    <w:rsid w:val="0070340B"/>
    <w:rsid w:val="007038A2"/>
    <w:rsid w:val="0070508E"/>
    <w:rsid w:val="00706BE3"/>
    <w:rsid w:val="00706FB2"/>
    <w:rsid w:val="00710695"/>
    <w:rsid w:val="00711A2A"/>
    <w:rsid w:val="00715570"/>
    <w:rsid w:val="00716549"/>
    <w:rsid w:val="00716A5D"/>
    <w:rsid w:val="00720783"/>
    <w:rsid w:val="0072176B"/>
    <w:rsid w:val="0072241A"/>
    <w:rsid w:val="007228D5"/>
    <w:rsid w:val="00722FE0"/>
    <w:rsid w:val="007231C7"/>
    <w:rsid w:val="007235AF"/>
    <w:rsid w:val="00724D3D"/>
    <w:rsid w:val="0072575A"/>
    <w:rsid w:val="007258CB"/>
    <w:rsid w:val="00725994"/>
    <w:rsid w:val="00725F51"/>
    <w:rsid w:val="00726152"/>
    <w:rsid w:val="007263F9"/>
    <w:rsid w:val="00726DCD"/>
    <w:rsid w:val="0072718A"/>
    <w:rsid w:val="00727DBA"/>
    <w:rsid w:val="00727DD2"/>
    <w:rsid w:val="00730959"/>
    <w:rsid w:val="007327A6"/>
    <w:rsid w:val="007347A7"/>
    <w:rsid w:val="0073604D"/>
    <w:rsid w:val="00736BD6"/>
    <w:rsid w:val="00736FD4"/>
    <w:rsid w:val="007378E7"/>
    <w:rsid w:val="0074178F"/>
    <w:rsid w:val="007422A3"/>
    <w:rsid w:val="00742303"/>
    <w:rsid w:val="00742FDB"/>
    <w:rsid w:val="0074362F"/>
    <w:rsid w:val="00744578"/>
    <w:rsid w:val="00744B5F"/>
    <w:rsid w:val="00744CCA"/>
    <w:rsid w:val="00744FB8"/>
    <w:rsid w:val="00747269"/>
    <w:rsid w:val="00747B1A"/>
    <w:rsid w:val="00751715"/>
    <w:rsid w:val="00751FC8"/>
    <w:rsid w:val="007521AA"/>
    <w:rsid w:val="00752C41"/>
    <w:rsid w:val="00752EC7"/>
    <w:rsid w:val="00753823"/>
    <w:rsid w:val="00754223"/>
    <w:rsid w:val="007559D3"/>
    <w:rsid w:val="00756BD3"/>
    <w:rsid w:val="00757125"/>
    <w:rsid w:val="007614AF"/>
    <w:rsid w:val="00761967"/>
    <w:rsid w:val="007619F6"/>
    <w:rsid w:val="00761AF7"/>
    <w:rsid w:val="00761B8B"/>
    <w:rsid w:val="00762914"/>
    <w:rsid w:val="00762E32"/>
    <w:rsid w:val="00763434"/>
    <w:rsid w:val="00763C06"/>
    <w:rsid w:val="007648A9"/>
    <w:rsid w:val="00765815"/>
    <w:rsid w:val="00765834"/>
    <w:rsid w:val="0076700C"/>
    <w:rsid w:val="00767C95"/>
    <w:rsid w:val="007702C4"/>
    <w:rsid w:val="00770BED"/>
    <w:rsid w:val="00770DBD"/>
    <w:rsid w:val="007713D8"/>
    <w:rsid w:val="007724DE"/>
    <w:rsid w:val="00772DB9"/>
    <w:rsid w:val="0077490B"/>
    <w:rsid w:val="00774ACC"/>
    <w:rsid w:val="00775266"/>
    <w:rsid w:val="0077527E"/>
    <w:rsid w:val="00775B11"/>
    <w:rsid w:val="00776EF9"/>
    <w:rsid w:val="007771B8"/>
    <w:rsid w:val="00777E64"/>
    <w:rsid w:val="00780675"/>
    <w:rsid w:val="00781BA0"/>
    <w:rsid w:val="007821E4"/>
    <w:rsid w:val="0078287D"/>
    <w:rsid w:val="0078309B"/>
    <w:rsid w:val="00783C15"/>
    <w:rsid w:val="00791655"/>
    <w:rsid w:val="00791E06"/>
    <w:rsid w:val="00791EA2"/>
    <w:rsid w:val="0079305D"/>
    <w:rsid w:val="00793A28"/>
    <w:rsid w:val="00793A48"/>
    <w:rsid w:val="00794553"/>
    <w:rsid w:val="00795322"/>
    <w:rsid w:val="00796403"/>
    <w:rsid w:val="00797742"/>
    <w:rsid w:val="007A0332"/>
    <w:rsid w:val="007A0477"/>
    <w:rsid w:val="007A0B7B"/>
    <w:rsid w:val="007A17C3"/>
    <w:rsid w:val="007A2BCB"/>
    <w:rsid w:val="007A34C6"/>
    <w:rsid w:val="007A4B88"/>
    <w:rsid w:val="007A513E"/>
    <w:rsid w:val="007A5175"/>
    <w:rsid w:val="007A5406"/>
    <w:rsid w:val="007A6E1F"/>
    <w:rsid w:val="007A73C2"/>
    <w:rsid w:val="007A79BB"/>
    <w:rsid w:val="007B0F6F"/>
    <w:rsid w:val="007B1392"/>
    <w:rsid w:val="007B1478"/>
    <w:rsid w:val="007B312A"/>
    <w:rsid w:val="007B3140"/>
    <w:rsid w:val="007B4EA3"/>
    <w:rsid w:val="007B77F0"/>
    <w:rsid w:val="007B7F4F"/>
    <w:rsid w:val="007C031D"/>
    <w:rsid w:val="007C061D"/>
    <w:rsid w:val="007C07A7"/>
    <w:rsid w:val="007C0D3B"/>
    <w:rsid w:val="007C0F54"/>
    <w:rsid w:val="007C188B"/>
    <w:rsid w:val="007C24E9"/>
    <w:rsid w:val="007C3C42"/>
    <w:rsid w:val="007C402A"/>
    <w:rsid w:val="007C4179"/>
    <w:rsid w:val="007C5FEA"/>
    <w:rsid w:val="007C6462"/>
    <w:rsid w:val="007C66B9"/>
    <w:rsid w:val="007C6C99"/>
    <w:rsid w:val="007C6F22"/>
    <w:rsid w:val="007C771B"/>
    <w:rsid w:val="007C7C2C"/>
    <w:rsid w:val="007D166C"/>
    <w:rsid w:val="007D1F60"/>
    <w:rsid w:val="007D2068"/>
    <w:rsid w:val="007D28F7"/>
    <w:rsid w:val="007D31EB"/>
    <w:rsid w:val="007D3676"/>
    <w:rsid w:val="007D3CFE"/>
    <w:rsid w:val="007D440E"/>
    <w:rsid w:val="007D460A"/>
    <w:rsid w:val="007D48AB"/>
    <w:rsid w:val="007D4E29"/>
    <w:rsid w:val="007D649D"/>
    <w:rsid w:val="007E0455"/>
    <w:rsid w:val="007E11DA"/>
    <w:rsid w:val="007E12AA"/>
    <w:rsid w:val="007E1D69"/>
    <w:rsid w:val="007E2013"/>
    <w:rsid w:val="007E25D3"/>
    <w:rsid w:val="007E2FD1"/>
    <w:rsid w:val="007E3296"/>
    <w:rsid w:val="007E4B07"/>
    <w:rsid w:val="007E4D60"/>
    <w:rsid w:val="007E4F28"/>
    <w:rsid w:val="007E51D4"/>
    <w:rsid w:val="007E5F35"/>
    <w:rsid w:val="007E782F"/>
    <w:rsid w:val="007E7D73"/>
    <w:rsid w:val="007F0015"/>
    <w:rsid w:val="007F00B5"/>
    <w:rsid w:val="007F03D4"/>
    <w:rsid w:val="007F11B3"/>
    <w:rsid w:val="007F2125"/>
    <w:rsid w:val="007F2148"/>
    <w:rsid w:val="007F223A"/>
    <w:rsid w:val="007F276E"/>
    <w:rsid w:val="007F5EA3"/>
    <w:rsid w:val="007F7BE9"/>
    <w:rsid w:val="00800740"/>
    <w:rsid w:val="00800E14"/>
    <w:rsid w:val="00802171"/>
    <w:rsid w:val="0080319B"/>
    <w:rsid w:val="00803336"/>
    <w:rsid w:val="008048BE"/>
    <w:rsid w:val="00804D09"/>
    <w:rsid w:val="00804FA5"/>
    <w:rsid w:val="008055B9"/>
    <w:rsid w:val="008062E5"/>
    <w:rsid w:val="00806F2D"/>
    <w:rsid w:val="00806FE5"/>
    <w:rsid w:val="008108EF"/>
    <w:rsid w:val="008116DD"/>
    <w:rsid w:val="00811C7E"/>
    <w:rsid w:val="00812FA1"/>
    <w:rsid w:val="0081520F"/>
    <w:rsid w:val="00815355"/>
    <w:rsid w:val="0081571A"/>
    <w:rsid w:val="008158C3"/>
    <w:rsid w:val="00815D9B"/>
    <w:rsid w:val="00817070"/>
    <w:rsid w:val="008174E2"/>
    <w:rsid w:val="00817CCA"/>
    <w:rsid w:val="00820C5E"/>
    <w:rsid w:val="00820CF2"/>
    <w:rsid w:val="00821A89"/>
    <w:rsid w:val="008226F0"/>
    <w:rsid w:val="00822A47"/>
    <w:rsid w:val="00822CF3"/>
    <w:rsid w:val="008238CB"/>
    <w:rsid w:val="00824462"/>
    <w:rsid w:val="008255D5"/>
    <w:rsid w:val="00825B50"/>
    <w:rsid w:val="00825C0F"/>
    <w:rsid w:val="0082609E"/>
    <w:rsid w:val="00827319"/>
    <w:rsid w:val="00827757"/>
    <w:rsid w:val="00827B05"/>
    <w:rsid w:val="00830A94"/>
    <w:rsid w:val="00832022"/>
    <w:rsid w:val="00832A7C"/>
    <w:rsid w:val="00833007"/>
    <w:rsid w:val="008331C1"/>
    <w:rsid w:val="00835205"/>
    <w:rsid w:val="008355F3"/>
    <w:rsid w:val="00835833"/>
    <w:rsid w:val="00835B19"/>
    <w:rsid w:val="00835F7F"/>
    <w:rsid w:val="00836E12"/>
    <w:rsid w:val="00837942"/>
    <w:rsid w:val="00840944"/>
    <w:rsid w:val="00841A44"/>
    <w:rsid w:val="0084396A"/>
    <w:rsid w:val="00843D6A"/>
    <w:rsid w:val="00843DF9"/>
    <w:rsid w:val="008447FE"/>
    <w:rsid w:val="0084543A"/>
    <w:rsid w:val="008463C3"/>
    <w:rsid w:val="00846FE3"/>
    <w:rsid w:val="008470E6"/>
    <w:rsid w:val="00847B6B"/>
    <w:rsid w:val="00847BC3"/>
    <w:rsid w:val="00847F51"/>
    <w:rsid w:val="00850379"/>
    <w:rsid w:val="00850E42"/>
    <w:rsid w:val="00851225"/>
    <w:rsid w:val="00851942"/>
    <w:rsid w:val="00851FF0"/>
    <w:rsid w:val="0085200E"/>
    <w:rsid w:val="00853664"/>
    <w:rsid w:val="00853D73"/>
    <w:rsid w:val="00853DAA"/>
    <w:rsid w:val="00854ADB"/>
    <w:rsid w:val="008568FC"/>
    <w:rsid w:val="00856B0C"/>
    <w:rsid w:val="008571DB"/>
    <w:rsid w:val="00860213"/>
    <w:rsid w:val="0086085F"/>
    <w:rsid w:val="00860FF0"/>
    <w:rsid w:val="008610E0"/>
    <w:rsid w:val="00865BB7"/>
    <w:rsid w:val="008668D9"/>
    <w:rsid w:val="008671CC"/>
    <w:rsid w:val="00867333"/>
    <w:rsid w:val="00870949"/>
    <w:rsid w:val="00870CD8"/>
    <w:rsid w:val="00873070"/>
    <w:rsid w:val="00873C61"/>
    <w:rsid w:val="00874231"/>
    <w:rsid w:val="00874594"/>
    <w:rsid w:val="00876648"/>
    <w:rsid w:val="00876C40"/>
    <w:rsid w:val="00877004"/>
    <w:rsid w:val="0088084B"/>
    <w:rsid w:val="008818B7"/>
    <w:rsid w:val="00881CFC"/>
    <w:rsid w:val="00881F16"/>
    <w:rsid w:val="00882620"/>
    <w:rsid w:val="008829C7"/>
    <w:rsid w:val="0088315A"/>
    <w:rsid w:val="00883510"/>
    <w:rsid w:val="008835FE"/>
    <w:rsid w:val="00883600"/>
    <w:rsid w:val="0088415F"/>
    <w:rsid w:val="00885B07"/>
    <w:rsid w:val="00886D49"/>
    <w:rsid w:val="008874D6"/>
    <w:rsid w:val="008875B3"/>
    <w:rsid w:val="00887E43"/>
    <w:rsid w:val="00887ED2"/>
    <w:rsid w:val="00891859"/>
    <w:rsid w:val="00893715"/>
    <w:rsid w:val="00893D62"/>
    <w:rsid w:val="00896B6A"/>
    <w:rsid w:val="00896BB1"/>
    <w:rsid w:val="00896CD8"/>
    <w:rsid w:val="00897D54"/>
    <w:rsid w:val="008A12ED"/>
    <w:rsid w:val="008A202E"/>
    <w:rsid w:val="008A208C"/>
    <w:rsid w:val="008A546B"/>
    <w:rsid w:val="008A5D64"/>
    <w:rsid w:val="008A5EA1"/>
    <w:rsid w:val="008A7080"/>
    <w:rsid w:val="008A7D85"/>
    <w:rsid w:val="008B0A0F"/>
    <w:rsid w:val="008B0F39"/>
    <w:rsid w:val="008B3CF5"/>
    <w:rsid w:val="008B4033"/>
    <w:rsid w:val="008B48D0"/>
    <w:rsid w:val="008B4E17"/>
    <w:rsid w:val="008B53AD"/>
    <w:rsid w:val="008B552E"/>
    <w:rsid w:val="008C12A4"/>
    <w:rsid w:val="008C235E"/>
    <w:rsid w:val="008C2A84"/>
    <w:rsid w:val="008C3E22"/>
    <w:rsid w:val="008C4562"/>
    <w:rsid w:val="008C4B55"/>
    <w:rsid w:val="008C4CAF"/>
    <w:rsid w:val="008C683B"/>
    <w:rsid w:val="008C6F6C"/>
    <w:rsid w:val="008D1FA8"/>
    <w:rsid w:val="008D2F9B"/>
    <w:rsid w:val="008D3379"/>
    <w:rsid w:val="008D42B3"/>
    <w:rsid w:val="008D42B7"/>
    <w:rsid w:val="008D5303"/>
    <w:rsid w:val="008D5338"/>
    <w:rsid w:val="008D5662"/>
    <w:rsid w:val="008D569A"/>
    <w:rsid w:val="008D590F"/>
    <w:rsid w:val="008D5FCD"/>
    <w:rsid w:val="008D610E"/>
    <w:rsid w:val="008D74CF"/>
    <w:rsid w:val="008D7B63"/>
    <w:rsid w:val="008D7FF1"/>
    <w:rsid w:val="008E0876"/>
    <w:rsid w:val="008E2156"/>
    <w:rsid w:val="008E49DD"/>
    <w:rsid w:val="008E5D08"/>
    <w:rsid w:val="008E7AB8"/>
    <w:rsid w:val="008F1858"/>
    <w:rsid w:val="008F3286"/>
    <w:rsid w:val="008F479F"/>
    <w:rsid w:val="008F4904"/>
    <w:rsid w:val="008F4FCB"/>
    <w:rsid w:val="008F52C2"/>
    <w:rsid w:val="008F6A92"/>
    <w:rsid w:val="008F7080"/>
    <w:rsid w:val="008F7369"/>
    <w:rsid w:val="008F7963"/>
    <w:rsid w:val="008F7A4A"/>
    <w:rsid w:val="008F7BEC"/>
    <w:rsid w:val="00900061"/>
    <w:rsid w:val="009015C1"/>
    <w:rsid w:val="009016C9"/>
    <w:rsid w:val="00901A1F"/>
    <w:rsid w:val="00901C89"/>
    <w:rsid w:val="00902C48"/>
    <w:rsid w:val="00902D77"/>
    <w:rsid w:val="0090447F"/>
    <w:rsid w:val="009050C6"/>
    <w:rsid w:val="00905D68"/>
    <w:rsid w:val="00906035"/>
    <w:rsid w:val="00906883"/>
    <w:rsid w:val="00906FE1"/>
    <w:rsid w:val="00907B03"/>
    <w:rsid w:val="00910CF4"/>
    <w:rsid w:val="00910FCF"/>
    <w:rsid w:val="009112E6"/>
    <w:rsid w:val="00911F55"/>
    <w:rsid w:val="00912B46"/>
    <w:rsid w:val="00913905"/>
    <w:rsid w:val="00913A58"/>
    <w:rsid w:val="00913CD7"/>
    <w:rsid w:val="00914E81"/>
    <w:rsid w:val="0091569D"/>
    <w:rsid w:val="00915B1E"/>
    <w:rsid w:val="009164FE"/>
    <w:rsid w:val="0092022E"/>
    <w:rsid w:val="00920801"/>
    <w:rsid w:val="00922994"/>
    <w:rsid w:val="00923584"/>
    <w:rsid w:val="00923F4B"/>
    <w:rsid w:val="009240A8"/>
    <w:rsid w:val="00924DE2"/>
    <w:rsid w:val="00924EF3"/>
    <w:rsid w:val="00925970"/>
    <w:rsid w:val="00926830"/>
    <w:rsid w:val="00930A92"/>
    <w:rsid w:val="00931AE7"/>
    <w:rsid w:val="00931DA8"/>
    <w:rsid w:val="00932410"/>
    <w:rsid w:val="00936A06"/>
    <w:rsid w:val="00940218"/>
    <w:rsid w:val="00942C21"/>
    <w:rsid w:val="00943D07"/>
    <w:rsid w:val="009441D0"/>
    <w:rsid w:val="009449F2"/>
    <w:rsid w:val="009452F2"/>
    <w:rsid w:val="009455BE"/>
    <w:rsid w:val="00945945"/>
    <w:rsid w:val="00945E57"/>
    <w:rsid w:val="00946E29"/>
    <w:rsid w:val="00947677"/>
    <w:rsid w:val="0095008D"/>
    <w:rsid w:val="009517FE"/>
    <w:rsid w:val="00953D48"/>
    <w:rsid w:val="00953EFB"/>
    <w:rsid w:val="0095408D"/>
    <w:rsid w:val="009561B0"/>
    <w:rsid w:val="00956FD4"/>
    <w:rsid w:val="00957078"/>
    <w:rsid w:val="00960D98"/>
    <w:rsid w:val="00960DAE"/>
    <w:rsid w:val="00961177"/>
    <w:rsid w:val="00961EB3"/>
    <w:rsid w:val="00961F71"/>
    <w:rsid w:val="00963F3C"/>
    <w:rsid w:val="00964F0E"/>
    <w:rsid w:val="00964F61"/>
    <w:rsid w:val="00965B68"/>
    <w:rsid w:val="00965B6B"/>
    <w:rsid w:val="00967929"/>
    <w:rsid w:val="00970DAC"/>
    <w:rsid w:val="00972094"/>
    <w:rsid w:val="00972D35"/>
    <w:rsid w:val="00974224"/>
    <w:rsid w:val="009747E2"/>
    <w:rsid w:val="00975023"/>
    <w:rsid w:val="00975CFE"/>
    <w:rsid w:val="00975DBB"/>
    <w:rsid w:val="00975FE5"/>
    <w:rsid w:val="0097642E"/>
    <w:rsid w:val="009775EE"/>
    <w:rsid w:val="00977D87"/>
    <w:rsid w:val="0098048D"/>
    <w:rsid w:val="009816B0"/>
    <w:rsid w:val="0098301B"/>
    <w:rsid w:val="009839C4"/>
    <w:rsid w:val="00984A4B"/>
    <w:rsid w:val="00986DDA"/>
    <w:rsid w:val="0099226E"/>
    <w:rsid w:val="009930C0"/>
    <w:rsid w:val="009934BF"/>
    <w:rsid w:val="00993515"/>
    <w:rsid w:val="009942AC"/>
    <w:rsid w:val="00994890"/>
    <w:rsid w:val="00996A7F"/>
    <w:rsid w:val="00997DD0"/>
    <w:rsid w:val="009A0CCB"/>
    <w:rsid w:val="009A1174"/>
    <w:rsid w:val="009A19DF"/>
    <w:rsid w:val="009A1BC6"/>
    <w:rsid w:val="009A1BDC"/>
    <w:rsid w:val="009A2485"/>
    <w:rsid w:val="009A3706"/>
    <w:rsid w:val="009A3B6C"/>
    <w:rsid w:val="009A40FB"/>
    <w:rsid w:val="009A7D28"/>
    <w:rsid w:val="009B0F13"/>
    <w:rsid w:val="009B1084"/>
    <w:rsid w:val="009B1DE3"/>
    <w:rsid w:val="009B20E6"/>
    <w:rsid w:val="009B23DC"/>
    <w:rsid w:val="009B3768"/>
    <w:rsid w:val="009B3CC2"/>
    <w:rsid w:val="009B420D"/>
    <w:rsid w:val="009B4460"/>
    <w:rsid w:val="009B563E"/>
    <w:rsid w:val="009B7A00"/>
    <w:rsid w:val="009C0AA1"/>
    <w:rsid w:val="009C0EAF"/>
    <w:rsid w:val="009C19A6"/>
    <w:rsid w:val="009C2109"/>
    <w:rsid w:val="009C24AB"/>
    <w:rsid w:val="009C2ACD"/>
    <w:rsid w:val="009C36CD"/>
    <w:rsid w:val="009C3ADC"/>
    <w:rsid w:val="009C468B"/>
    <w:rsid w:val="009C5CE7"/>
    <w:rsid w:val="009C65F5"/>
    <w:rsid w:val="009C6EE4"/>
    <w:rsid w:val="009C6FE5"/>
    <w:rsid w:val="009C733E"/>
    <w:rsid w:val="009C7654"/>
    <w:rsid w:val="009C7741"/>
    <w:rsid w:val="009C7FE4"/>
    <w:rsid w:val="009D0199"/>
    <w:rsid w:val="009D039D"/>
    <w:rsid w:val="009D0D40"/>
    <w:rsid w:val="009D139E"/>
    <w:rsid w:val="009D170A"/>
    <w:rsid w:val="009D1D11"/>
    <w:rsid w:val="009D3715"/>
    <w:rsid w:val="009D37E8"/>
    <w:rsid w:val="009D3F85"/>
    <w:rsid w:val="009D4073"/>
    <w:rsid w:val="009D6B64"/>
    <w:rsid w:val="009D7D62"/>
    <w:rsid w:val="009E01E7"/>
    <w:rsid w:val="009E054D"/>
    <w:rsid w:val="009E09AC"/>
    <w:rsid w:val="009E0FD4"/>
    <w:rsid w:val="009E1720"/>
    <w:rsid w:val="009E21FA"/>
    <w:rsid w:val="009E237C"/>
    <w:rsid w:val="009E2999"/>
    <w:rsid w:val="009E42D7"/>
    <w:rsid w:val="009E52FB"/>
    <w:rsid w:val="009E71E6"/>
    <w:rsid w:val="009E7586"/>
    <w:rsid w:val="009E77BD"/>
    <w:rsid w:val="009F0107"/>
    <w:rsid w:val="009F0F35"/>
    <w:rsid w:val="009F1EE3"/>
    <w:rsid w:val="009F3A75"/>
    <w:rsid w:val="009F42DB"/>
    <w:rsid w:val="009F544A"/>
    <w:rsid w:val="009F5F64"/>
    <w:rsid w:val="009F620B"/>
    <w:rsid w:val="009F6BEB"/>
    <w:rsid w:val="009F6DD7"/>
    <w:rsid w:val="009F6F7B"/>
    <w:rsid w:val="009F729C"/>
    <w:rsid w:val="009F7D7B"/>
    <w:rsid w:val="009F7EB0"/>
    <w:rsid w:val="00A00034"/>
    <w:rsid w:val="00A00DB0"/>
    <w:rsid w:val="00A0138E"/>
    <w:rsid w:val="00A01657"/>
    <w:rsid w:val="00A018B5"/>
    <w:rsid w:val="00A0197E"/>
    <w:rsid w:val="00A03964"/>
    <w:rsid w:val="00A0427F"/>
    <w:rsid w:val="00A04381"/>
    <w:rsid w:val="00A06742"/>
    <w:rsid w:val="00A0685D"/>
    <w:rsid w:val="00A072DB"/>
    <w:rsid w:val="00A07A11"/>
    <w:rsid w:val="00A1024C"/>
    <w:rsid w:val="00A10599"/>
    <w:rsid w:val="00A12AAA"/>
    <w:rsid w:val="00A12E35"/>
    <w:rsid w:val="00A13BF8"/>
    <w:rsid w:val="00A13C81"/>
    <w:rsid w:val="00A13EA7"/>
    <w:rsid w:val="00A144DC"/>
    <w:rsid w:val="00A14AA9"/>
    <w:rsid w:val="00A1584E"/>
    <w:rsid w:val="00A15C84"/>
    <w:rsid w:val="00A1607A"/>
    <w:rsid w:val="00A1658F"/>
    <w:rsid w:val="00A16E7E"/>
    <w:rsid w:val="00A20DC7"/>
    <w:rsid w:val="00A21CCD"/>
    <w:rsid w:val="00A22698"/>
    <w:rsid w:val="00A2351A"/>
    <w:rsid w:val="00A23A16"/>
    <w:rsid w:val="00A23CC9"/>
    <w:rsid w:val="00A240BF"/>
    <w:rsid w:val="00A2553B"/>
    <w:rsid w:val="00A25D12"/>
    <w:rsid w:val="00A26A32"/>
    <w:rsid w:val="00A26DCE"/>
    <w:rsid w:val="00A27446"/>
    <w:rsid w:val="00A27599"/>
    <w:rsid w:val="00A27CDE"/>
    <w:rsid w:val="00A31602"/>
    <w:rsid w:val="00A32CBB"/>
    <w:rsid w:val="00A340D2"/>
    <w:rsid w:val="00A34773"/>
    <w:rsid w:val="00A352D0"/>
    <w:rsid w:val="00A358C7"/>
    <w:rsid w:val="00A360A0"/>
    <w:rsid w:val="00A3726A"/>
    <w:rsid w:val="00A374A2"/>
    <w:rsid w:val="00A3774E"/>
    <w:rsid w:val="00A400FA"/>
    <w:rsid w:val="00A401F6"/>
    <w:rsid w:val="00A40689"/>
    <w:rsid w:val="00A4161E"/>
    <w:rsid w:val="00A417DA"/>
    <w:rsid w:val="00A42911"/>
    <w:rsid w:val="00A434A7"/>
    <w:rsid w:val="00A4413D"/>
    <w:rsid w:val="00A45639"/>
    <w:rsid w:val="00A4661B"/>
    <w:rsid w:val="00A466B3"/>
    <w:rsid w:val="00A467FE"/>
    <w:rsid w:val="00A47287"/>
    <w:rsid w:val="00A50D9C"/>
    <w:rsid w:val="00A539A3"/>
    <w:rsid w:val="00A53B7B"/>
    <w:rsid w:val="00A54280"/>
    <w:rsid w:val="00A547CE"/>
    <w:rsid w:val="00A54DD4"/>
    <w:rsid w:val="00A5534E"/>
    <w:rsid w:val="00A559B8"/>
    <w:rsid w:val="00A560F7"/>
    <w:rsid w:val="00A56B20"/>
    <w:rsid w:val="00A611BE"/>
    <w:rsid w:val="00A61F45"/>
    <w:rsid w:val="00A62B0E"/>
    <w:rsid w:val="00A643CB"/>
    <w:rsid w:val="00A651C8"/>
    <w:rsid w:val="00A66850"/>
    <w:rsid w:val="00A66FEB"/>
    <w:rsid w:val="00A679D2"/>
    <w:rsid w:val="00A67DAC"/>
    <w:rsid w:val="00A705FC"/>
    <w:rsid w:val="00A70F59"/>
    <w:rsid w:val="00A71683"/>
    <w:rsid w:val="00A717CD"/>
    <w:rsid w:val="00A7194D"/>
    <w:rsid w:val="00A7268E"/>
    <w:rsid w:val="00A7476F"/>
    <w:rsid w:val="00A74917"/>
    <w:rsid w:val="00A74D84"/>
    <w:rsid w:val="00A74F1B"/>
    <w:rsid w:val="00A75A52"/>
    <w:rsid w:val="00A75B83"/>
    <w:rsid w:val="00A75CAC"/>
    <w:rsid w:val="00A77B8B"/>
    <w:rsid w:val="00A80746"/>
    <w:rsid w:val="00A80C8F"/>
    <w:rsid w:val="00A81F01"/>
    <w:rsid w:val="00A830FE"/>
    <w:rsid w:val="00A83942"/>
    <w:rsid w:val="00A83BFA"/>
    <w:rsid w:val="00A84BB5"/>
    <w:rsid w:val="00A85771"/>
    <w:rsid w:val="00A906F3"/>
    <w:rsid w:val="00A90819"/>
    <w:rsid w:val="00A90DDE"/>
    <w:rsid w:val="00A92533"/>
    <w:rsid w:val="00A933D7"/>
    <w:rsid w:val="00A949AC"/>
    <w:rsid w:val="00A94A85"/>
    <w:rsid w:val="00A9521A"/>
    <w:rsid w:val="00A95BF6"/>
    <w:rsid w:val="00AA0448"/>
    <w:rsid w:val="00AA3358"/>
    <w:rsid w:val="00AA3B31"/>
    <w:rsid w:val="00AA5E55"/>
    <w:rsid w:val="00AA6E95"/>
    <w:rsid w:val="00AA723E"/>
    <w:rsid w:val="00AA7944"/>
    <w:rsid w:val="00AB0376"/>
    <w:rsid w:val="00AB03BE"/>
    <w:rsid w:val="00AB041A"/>
    <w:rsid w:val="00AB0585"/>
    <w:rsid w:val="00AB1463"/>
    <w:rsid w:val="00AB20AE"/>
    <w:rsid w:val="00AB2246"/>
    <w:rsid w:val="00AB2B3E"/>
    <w:rsid w:val="00AB3ECF"/>
    <w:rsid w:val="00AB4562"/>
    <w:rsid w:val="00AB5531"/>
    <w:rsid w:val="00AB5607"/>
    <w:rsid w:val="00AB6103"/>
    <w:rsid w:val="00AB6352"/>
    <w:rsid w:val="00AB6660"/>
    <w:rsid w:val="00AB739B"/>
    <w:rsid w:val="00AB7500"/>
    <w:rsid w:val="00AC0309"/>
    <w:rsid w:val="00AC03A2"/>
    <w:rsid w:val="00AC11C2"/>
    <w:rsid w:val="00AC1E2F"/>
    <w:rsid w:val="00AC20B8"/>
    <w:rsid w:val="00AC2C6E"/>
    <w:rsid w:val="00AC3A40"/>
    <w:rsid w:val="00AC3EEC"/>
    <w:rsid w:val="00AC4CCB"/>
    <w:rsid w:val="00AC514D"/>
    <w:rsid w:val="00AC59EE"/>
    <w:rsid w:val="00AC6808"/>
    <w:rsid w:val="00AC6831"/>
    <w:rsid w:val="00AC7498"/>
    <w:rsid w:val="00AC7A89"/>
    <w:rsid w:val="00AD049E"/>
    <w:rsid w:val="00AD25A4"/>
    <w:rsid w:val="00AD26DD"/>
    <w:rsid w:val="00AD3894"/>
    <w:rsid w:val="00AD4306"/>
    <w:rsid w:val="00AD4F04"/>
    <w:rsid w:val="00AD50C8"/>
    <w:rsid w:val="00AD5197"/>
    <w:rsid w:val="00AD5C6E"/>
    <w:rsid w:val="00AD5EEE"/>
    <w:rsid w:val="00AD6046"/>
    <w:rsid w:val="00AD6E83"/>
    <w:rsid w:val="00AD7B49"/>
    <w:rsid w:val="00AD7B73"/>
    <w:rsid w:val="00AE06DF"/>
    <w:rsid w:val="00AE0EE4"/>
    <w:rsid w:val="00AE142F"/>
    <w:rsid w:val="00AE26A1"/>
    <w:rsid w:val="00AE303F"/>
    <w:rsid w:val="00AE3530"/>
    <w:rsid w:val="00AE4163"/>
    <w:rsid w:val="00AE5822"/>
    <w:rsid w:val="00AE600A"/>
    <w:rsid w:val="00AE6316"/>
    <w:rsid w:val="00AE6592"/>
    <w:rsid w:val="00AE73DD"/>
    <w:rsid w:val="00AE76EC"/>
    <w:rsid w:val="00AE785D"/>
    <w:rsid w:val="00AF240F"/>
    <w:rsid w:val="00AF2E67"/>
    <w:rsid w:val="00AF31F7"/>
    <w:rsid w:val="00AF4FFA"/>
    <w:rsid w:val="00AF5078"/>
    <w:rsid w:val="00AF5B20"/>
    <w:rsid w:val="00AF5E01"/>
    <w:rsid w:val="00AF624E"/>
    <w:rsid w:val="00AF6FF3"/>
    <w:rsid w:val="00AF7687"/>
    <w:rsid w:val="00B001C7"/>
    <w:rsid w:val="00B01935"/>
    <w:rsid w:val="00B0218D"/>
    <w:rsid w:val="00B02190"/>
    <w:rsid w:val="00B030DA"/>
    <w:rsid w:val="00B04431"/>
    <w:rsid w:val="00B0492F"/>
    <w:rsid w:val="00B04C49"/>
    <w:rsid w:val="00B05102"/>
    <w:rsid w:val="00B05642"/>
    <w:rsid w:val="00B07977"/>
    <w:rsid w:val="00B07B97"/>
    <w:rsid w:val="00B07E3B"/>
    <w:rsid w:val="00B10612"/>
    <w:rsid w:val="00B10DA8"/>
    <w:rsid w:val="00B10EDD"/>
    <w:rsid w:val="00B1130D"/>
    <w:rsid w:val="00B11690"/>
    <w:rsid w:val="00B118A5"/>
    <w:rsid w:val="00B12579"/>
    <w:rsid w:val="00B12B98"/>
    <w:rsid w:val="00B131BE"/>
    <w:rsid w:val="00B13228"/>
    <w:rsid w:val="00B135B1"/>
    <w:rsid w:val="00B13A16"/>
    <w:rsid w:val="00B15B30"/>
    <w:rsid w:val="00B167CE"/>
    <w:rsid w:val="00B16CA4"/>
    <w:rsid w:val="00B17677"/>
    <w:rsid w:val="00B201C8"/>
    <w:rsid w:val="00B20B8C"/>
    <w:rsid w:val="00B213B4"/>
    <w:rsid w:val="00B22708"/>
    <w:rsid w:val="00B22A20"/>
    <w:rsid w:val="00B23061"/>
    <w:rsid w:val="00B23070"/>
    <w:rsid w:val="00B233B3"/>
    <w:rsid w:val="00B234B0"/>
    <w:rsid w:val="00B23A4F"/>
    <w:rsid w:val="00B23B73"/>
    <w:rsid w:val="00B23F2D"/>
    <w:rsid w:val="00B25535"/>
    <w:rsid w:val="00B2577E"/>
    <w:rsid w:val="00B26153"/>
    <w:rsid w:val="00B267AC"/>
    <w:rsid w:val="00B26971"/>
    <w:rsid w:val="00B2776B"/>
    <w:rsid w:val="00B304A4"/>
    <w:rsid w:val="00B31812"/>
    <w:rsid w:val="00B3257D"/>
    <w:rsid w:val="00B343C0"/>
    <w:rsid w:val="00B346F2"/>
    <w:rsid w:val="00B3501F"/>
    <w:rsid w:val="00B35035"/>
    <w:rsid w:val="00B35464"/>
    <w:rsid w:val="00B355D6"/>
    <w:rsid w:val="00B357A1"/>
    <w:rsid w:val="00B366E7"/>
    <w:rsid w:val="00B36DAB"/>
    <w:rsid w:val="00B36FE3"/>
    <w:rsid w:val="00B37A17"/>
    <w:rsid w:val="00B4065F"/>
    <w:rsid w:val="00B40743"/>
    <w:rsid w:val="00B408A3"/>
    <w:rsid w:val="00B42991"/>
    <w:rsid w:val="00B42B30"/>
    <w:rsid w:val="00B444A1"/>
    <w:rsid w:val="00B445E4"/>
    <w:rsid w:val="00B44986"/>
    <w:rsid w:val="00B44AB4"/>
    <w:rsid w:val="00B46025"/>
    <w:rsid w:val="00B46586"/>
    <w:rsid w:val="00B465C1"/>
    <w:rsid w:val="00B4676E"/>
    <w:rsid w:val="00B4739B"/>
    <w:rsid w:val="00B4748C"/>
    <w:rsid w:val="00B47F58"/>
    <w:rsid w:val="00B5081A"/>
    <w:rsid w:val="00B50BE2"/>
    <w:rsid w:val="00B5161B"/>
    <w:rsid w:val="00B5172D"/>
    <w:rsid w:val="00B52B92"/>
    <w:rsid w:val="00B53EF7"/>
    <w:rsid w:val="00B54576"/>
    <w:rsid w:val="00B54609"/>
    <w:rsid w:val="00B549CB"/>
    <w:rsid w:val="00B54D1A"/>
    <w:rsid w:val="00B551FF"/>
    <w:rsid w:val="00B56085"/>
    <w:rsid w:val="00B563A8"/>
    <w:rsid w:val="00B563FA"/>
    <w:rsid w:val="00B5695B"/>
    <w:rsid w:val="00B57580"/>
    <w:rsid w:val="00B5766C"/>
    <w:rsid w:val="00B57850"/>
    <w:rsid w:val="00B60993"/>
    <w:rsid w:val="00B623D7"/>
    <w:rsid w:val="00B625C2"/>
    <w:rsid w:val="00B6411F"/>
    <w:rsid w:val="00B64867"/>
    <w:rsid w:val="00B64986"/>
    <w:rsid w:val="00B70AA4"/>
    <w:rsid w:val="00B71B59"/>
    <w:rsid w:val="00B71B73"/>
    <w:rsid w:val="00B72915"/>
    <w:rsid w:val="00B73147"/>
    <w:rsid w:val="00B73657"/>
    <w:rsid w:val="00B738B3"/>
    <w:rsid w:val="00B74539"/>
    <w:rsid w:val="00B75FED"/>
    <w:rsid w:val="00B76460"/>
    <w:rsid w:val="00B7777D"/>
    <w:rsid w:val="00B811A4"/>
    <w:rsid w:val="00B82169"/>
    <w:rsid w:val="00B84367"/>
    <w:rsid w:val="00B84DC8"/>
    <w:rsid w:val="00B84EF1"/>
    <w:rsid w:val="00B86F65"/>
    <w:rsid w:val="00B916B7"/>
    <w:rsid w:val="00B919A5"/>
    <w:rsid w:val="00B91DC6"/>
    <w:rsid w:val="00B92984"/>
    <w:rsid w:val="00B92D87"/>
    <w:rsid w:val="00B94127"/>
    <w:rsid w:val="00B95DAC"/>
    <w:rsid w:val="00B95EC5"/>
    <w:rsid w:val="00B96D4A"/>
    <w:rsid w:val="00BA015B"/>
    <w:rsid w:val="00BA05C5"/>
    <w:rsid w:val="00BA27C4"/>
    <w:rsid w:val="00BA3764"/>
    <w:rsid w:val="00BA4146"/>
    <w:rsid w:val="00BA474E"/>
    <w:rsid w:val="00BA5152"/>
    <w:rsid w:val="00BA574C"/>
    <w:rsid w:val="00BA75DB"/>
    <w:rsid w:val="00BA7C0B"/>
    <w:rsid w:val="00BB016E"/>
    <w:rsid w:val="00BB05E6"/>
    <w:rsid w:val="00BB0797"/>
    <w:rsid w:val="00BB09BD"/>
    <w:rsid w:val="00BB1173"/>
    <w:rsid w:val="00BB1667"/>
    <w:rsid w:val="00BB19EB"/>
    <w:rsid w:val="00BB2BC0"/>
    <w:rsid w:val="00BB454D"/>
    <w:rsid w:val="00BB4644"/>
    <w:rsid w:val="00BB5963"/>
    <w:rsid w:val="00BB5BE7"/>
    <w:rsid w:val="00BB60E8"/>
    <w:rsid w:val="00BB6D4C"/>
    <w:rsid w:val="00BB71CD"/>
    <w:rsid w:val="00BB7D2E"/>
    <w:rsid w:val="00BC089A"/>
    <w:rsid w:val="00BC0D27"/>
    <w:rsid w:val="00BC0E92"/>
    <w:rsid w:val="00BC1297"/>
    <w:rsid w:val="00BC2B31"/>
    <w:rsid w:val="00BC2C6D"/>
    <w:rsid w:val="00BC3050"/>
    <w:rsid w:val="00BC54EE"/>
    <w:rsid w:val="00BC5B85"/>
    <w:rsid w:val="00BC5DA5"/>
    <w:rsid w:val="00BC6727"/>
    <w:rsid w:val="00BC6BAF"/>
    <w:rsid w:val="00BC71EA"/>
    <w:rsid w:val="00BD002F"/>
    <w:rsid w:val="00BD072D"/>
    <w:rsid w:val="00BD1B5E"/>
    <w:rsid w:val="00BD23B0"/>
    <w:rsid w:val="00BD341E"/>
    <w:rsid w:val="00BD3C60"/>
    <w:rsid w:val="00BD59F9"/>
    <w:rsid w:val="00BD5F7C"/>
    <w:rsid w:val="00BD6381"/>
    <w:rsid w:val="00BD6620"/>
    <w:rsid w:val="00BD7115"/>
    <w:rsid w:val="00BD7359"/>
    <w:rsid w:val="00BD7DCD"/>
    <w:rsid w:val="00BE02EF"/>
    <w:rsid w:val="00BE0535"/>
    <w:rsid w:val="00BE0F4E"/>
    <w:rsid w:val="00BE14CD"/>
    <w:rsid w:val="00BE228B"/>
    <w:rsid w:val="00BE262C"/>
    <w:rsid w:val="00BE2FB2"/>
    <w:rsid w:val="00BE3E22"/>
    <w:rsid w:val="00BE4274"/>
    <w:rsid w:val="00BE4D9B"/>
    <w:rsid w:val="00BE679D"/>
    <w:rsid w:val="00BE76A2"/>
    <w:rsid w:val="00BF255A"/>
    <w:rsid w:val="00BF298B"/>
    <w:rsid w:val="00BF32BA"/>
    <w:rsid w:val="00BF36AB"/>
    <w:rsid w:val="00BF5C0A"/>
    <w:rsid w:val="00BF7EEE"/>
    <w:rsid w:val="00C00B2C"/>
    <w:rsid w:val="00C0130D"/>
    <w:rsid w:val="00C019D7"/>
    <w:rsid w:val="00C028D9"/>
    <w:rsid w:val="00C02CAF"/>
    <w:rsid w:val="00C0375B"/>
    <w:rsid w:val="00C03C37"/>
    <w:rsid w:val="00C049AC"/>
    <w:rsid w:val="00C04F9A"/>
    <w:rsid w:val="00C06778"/>
    <w:rsid w:val="00C07044"/>
    <w:rsid w:val="00C072DE"/>
    <w:rsid w:val="00C0753E"/>
    <w:rsid w:val="00C079C1"/>
    <w:rsid w:val="00C1134B"/>
    <w:rsid w:val="00C11D41"/>
    <w:rsid w:val="00C1201E"/>
    <w:rsid w:val="00C12205"/>
    <w:rsid w:val="00C12262"/>
    <w:rsid w:val="00C1277B"/>
    <w:rsid w:val="00C14005"/>
    <w:rsid w:val="00C14887"/>
    <w:rsid w:val="00C164AE"/>
    <w:rsid w:val="00C16AD9"/>
    <w:rsid w:val="00C16D8C"/>
    <w:rsid w:val="00C1707F"/>
    <w:rsid w:val="00C17D7F"/>
    <w:rsid w:val="00C20491"/>
    <w:rsid w:val="00C206F3"/>
    <w:rsid w:val="00C20A47"/>
    <w:rsid w:val="00C216B6"/>
    <w:rsid w:val="00C2257C"/>
    <w:rsid w:val="00C24DAA"/>
    <w:rsid w:val="00C251BF"/>
    <w:rsid w:val="00C2542E"/>
    <w:rsid w:val="00C254A2"/>
    <w:rsid w:val="00C259BC"/>
    <w:rsid w:val="00C26612"/>
    <w:rsid w:val="00C26CAD"/>
    <w:rsid w:val="00C27E26"/>
    <w:rsid w:val="00C30F7A"/>
    <w:rsid w:val="00C31631"/>
    <w:rsid w:val="00C3173F"/>
    <w:rsid w:val="00C3189F"/>
    <w:rsid w:val="00C318B9"/>
    <w:rsid w:val="00C31B15"/>
    <w:rsid w:val="00C332C4"/>
    <w:rsid w:val="00C33C26"/>
    <w:rsid w:val="00C35B9B"/>
    <w:rsid w:val="00C35D08"/>
    <w:rsid w:val="00C361B7"/>
    <w:rsid w:val="00C36298"/>
    <w:rsid w:val="00C3692F"/>
    <w:rsid w:val="00C37300"/>
    <w:rsid w:val="00C37849"/>
    <w:rsid w:val="00C37D9B"/>
    <w:rsid w:val="00C40229"/>
    <w:rsid w:val="00C41016"/>
    <w:rsid w:val="00C423A3"/>
    <w:rsid w:val="00C42A24"/>
    <w:rsid w:val="00C42A8B"/>
    <w:rsid w:val="00C42AA1"/>
    <w:rsid w:val="00C443CE"/>
    <w:rsid w:val="00C44E2F"/>
    <w:rsid w:val="00C44EE8"/>
    <w:rsid w:val="00C4582E"/>
    <w:rsid w:val="00C45A0B"/>
    <w:rsid w:val="00C45EA4"/>
    <w:rsid w:val="00C46ED0"/>
    <w:rsid w:val="00C47BEC"/>
    <w:rsid w:val="00C506BD"/>
    <w:rsid w:val="00C51732"/>
    <w:rsid w:val="00C51C78"/>
    <w:rsid w:val="00C51CB1"/>
    <w:rsid w:val="00C527DA"/>
    <w:rsid w:val="00C531B9"/>
    <w:rsid w:val="00C5320E"/>
    <w:rsid w:val="00C54627"/>
    <w:rsid w:val="00C55055"/>
    <w:rsid w:val="00C55827"/>
    <w:rsid w:val="00C56023"/>
    <w:rsid w:val="00C563E1"/>
    <w:rsid w:val="00C577B3"/>
    <w:rsid w:val="00C57914"/>
    <w:rsid w:val="00C6386E"/>
    <w:rsid w:val="00C63CDD"/>
    <w:rsid w:val="00C646BE"/>
    <w:rsid w:val="00C64C8C"/>
    <w:rsid w:val="00C66766"/>
    <w:rsid w:val="00C66C83"/>
    <w:rsid w:val="00C66EA2"/>
    <w:rsid w:val="00C674F4"/>
    <w:rsid w:val="00C71188"/>
    <w:rsid w:val="00C72102"/>
    <w:rsid w:val="00C723E8"/>
    <w:rsid w:val="00C72603"/>
    <w:rsid w:val="00C74BF7"/>
    <w:rsid w:val="00C751C9"/>
    <w:rsid w:val="00C75CA6"/>
    <w:rsid w:val="00C7620B"/>
    <w:rsid w:val="00C76B52"/>
    <w:rsid w:val="00C8186A"/>
    <w:rsid w:val="00C82868"/>
    <w:rsid w:val="00C84332"/>
    <w:rsid w:val="00C84A95"/>
    <w:rsid w:val="00C874B6"/>
    <w:rsid w:val="00C87706"/>
    <w:rsid w:val="00C906EF"/>
    <w:rsid w:val="00C907F8"/>
    <w:rsid w:val="00C91A01"/>
    <w:rsid w:val="00C9224D"/>
    <w:rsid w:val="00C9232B"/>
    <w:rsid w:val="00C93120"/>
    <w:rsid w:val="00C93C19"/>
    <w:rsid w:val="00C94690"/>
    <w:rsid w:val="00C959D8"/>
    <w:rsid w:val="00C96241"/>
    <w:rsid w:val="00C96A16"/>
    <w:rsid w:val="00C97325"/>
    <w:rsid w:val="00CA01C0"/>
    <w:rsid w:val="00CA0B08"/>
    <w:rsid w:val="00CA0F40"/>
    <w:rsid w:val="00CA105D"/>
    <w:rsid w:val="00CA21D0"/>
    <w:rsid w:val="00CA34BC"/>
    <w:rsid w:val="00CA3CCE"/>
    <w:rsid w:val="00CA3D23"/>
    <w:rsid w:val="00CA426B"/>
    <w:rsid w:val="00CA47CA"/>
    <w:rsid w:val="00CA485B"/>
    <w:rsid w:val="00CA5EB8"/>
    <w:rsid w:val="00CA623C"/>
    <w:rsid w:val="00CA6E42"/>
    <w:rsid w:val="00CA70F7"/>
    <w:rsid w:val="00CA73E9"/>
    <w:rsid w:val="00CA7954"/>
    <w:rsid w:val="00CB102F"/>
    <w:rsid w:val="00CB21AE"/>
    <w:rsid w:val="00CB3419"/>
    <w:rsid w:val="00CB37DF"/>
    <w:rsid w:val="00CB471B"/>
    <w:rsid w:val="00CB4817"/>
    <w:rsid w:val="00CB4FD5"/>
    <w:rsid w:val="00CB5262"/>
    <w:rsid w:val="00CB5431"/>
    <w:rsid w:val="00CB5830"/>
    <w:rsid w:val="00CB5B06"/>
    <w:rsid w:val="00CB6D1B"/>
    <w:rsid w:val="00CB7882"/>
    <w:rsid w:val="00CB7E2F"/>
    <w:rsid w:val="00CC019B"/>
    <w:rsid w:val="00CC0212"/>
    <w:rsid w:val="00CC03F7"/>
    <w:rsid w:val="00CC074D"/>
    <w:rsid w:val="00CC2E20"/>
    <w:rsid w:val="00CC2E8B"/>
    <w:rsid w:val="00CC32F6"/>
    <w:rsid w:val="00CC5720"/>
    <w:rsid w:val="00CC71BE"/>
    <w:rsid w:val="00CC7C16"/>
    <w:rsid w:val="00CD10FF"/>
    <w:rsid w:val="00CD2336"/>
    <w:rsid w:val="00CD2827"/>
    <w:rsid w:val="00CD2AFE"/>
    <w:rsid w:val="00CD3414"/>
    <w:rsid w:val="00CD3B33"/>
    <w:rsid w:val="00CD4D25"/>
    <w:rsid w:val="00CD513B"/>
    <w:rsid w:val="00CD646F"/>
    <w:rsid w:val="00CD64FC"/>
    <w:rsid w:val="00CD7C4B"/>
    <w:rsid w:val="00CD7CEA"/>
    <w:rsid w:val="00CE1666"/>
    <w:rsid w:val="00CE1C7D"/>
    <w:rsid w:val="00CE1D3E"/>
    <w:rsid w:val="00CE1D6F"/>
    <w:rsid w:val="00CE2E71"/>
    <w:rsid w:val="00CE36C4"/>
    <w:rsid w:val="00CE3808"/>
    <w:rsid w:val="00CE41A4"/>
    <w:rsid w:val="00CE4A78"/>
    <w:rsid w:val="00CE54C9"/>
    <w:rsid w:val="00CE610E"/>
    <w:rsid w:val="00CE6C13"/>
    <w:rsid w:val="00CF1643"/>
    <w:rsid w:val="00CF4D21"/>
    <w:rsid w:val="00CF6A0E"/>
    <w:rsid w:val="00CF6E1E"/>
    <w:rsid w:val="00D00184"/>
    <w:rsid w:val="00D004EF"/>
    <w:rsid w:val="00D008B5"/>
    <w:rsid w:val="00D0094A"/>
    <w:rsid w:val="00D00DA5"/>
    <w:rsid w:val="00D02015"/>
    <w:rsid w:val="00D0220B"/>
    <w:rsid w:val="00D04724"/>
    <w:rsid w:val="00D04F8D"/>
    <w:rsid w:val="00D0573C"/>
    <w:rsid w:val="00D05AAA"/>
    <w:rsid w:val="00D07D49"/>
    <w:rsid w:val="00D1008F"/>
    <w:rsid w:val="00D103AB"/>
    <w:rsid w:val="00D1056D"/>
    <w:rsid w:val="00D10C6B"/>
    <w:rsid w:val="00D11630"/>
    <w:rsid w:val="00D119A6"/>
    <w:rsid w:val="00D11D76"/>
    <w:rsid w:val="00D12A7A"/>
    <w:rsid w:val="00D12C4C"/>
    <w:rsid w:val="00D133CE"/>
    <w:rsid w:val="00D13648"/>
    <w:rsid w:val="00D1517E"/>
    <w:rsid w:val="00D15FD7"/>
    <w:rsid w:val="00D1621A"/>
    <w:rsid w:val="00D16536"/>
    <w:rsid w:val="00D16DDC"/>
    <w:rsid w:val="00D201CD"/>
    <w:rsid w:val="00D227EB"/>
    <w:rsid w:val="00D234C0"/>
    <w:rsid w:val="00D23526"/>
    <w:rsid w:val="00D2418C"/>
    <w:rsid w:val="00D24BE2"/>
    <w:rsid w:val="00D25C59"/>
    <w:rsid w:val="00D266F4"/>
    <w:rsid w:val="00D26705"/>
    <w:rsid w:val="00D26D43"/>
    <w:rsid w:val="00D26FB5"/>
    <w:rsid w:val="00D276A1"/>
    <w:rsid w:val="00D30CDA"/>
    <w:rsid w:val="00D3149D"/>
    <w:rsid w:val="00D31EC0"/>
    <w:rsid w:val="00D32842"/>
    <w:rsid w:val="00D328C0"/>
    <w:rsid w:val="00D32E34"/>
    <w:rsid w:val="00D33725"/>
    <w:rsid w:val="00D33E44"/>
    <w:rsid w:val="00D33E5B"/>
    <w:rsid w:val="00D34A4F"/>
    <w:rsid w:val="00D3649D"/>
    <w:rsid w:val="00D365E2"/>
    <w:rsid w:val="00D3700D"/>
    <w:rsid w:val="00D4088C"/>
    <w:rsid w:val="00D40E01"/>
    <w:rsid w:val="00D418A5"/>
    <w:rsid w:val="00D42FCF"/>
    <w:rsid w:val="00D42FD9"/>
    <w:rsid w:val="00D434F7"/>
    <w:rsid w:val="00D43715"/>
    <w:rsid w:val="00D440BF"/>
    <w:rsid w:val="00D44280"/>
    <w:rsid w:val="00D447A7"/>
    <w:rsid w:val="00D456A7"/>
    <w:rsid w:val="00D46FF9"/>
    <w:rsid w:val="00D47929"/>
    <w:rsid w:val="00D50DB5"/>
    <w:rsid w:val="00D517A7"/>
    <w:rsid w:val="00D51D58"/>
    <w:rsid w:val="00D52101"/>
    <w:rsid w:val="00D52484"/>
    <w:rsid w:val="00D5558E"/>
    <w:rsid w:val="00D55D08"/>
    <w:rsid w:val="00D611D4"/>
    <w:rsid w:val="00D62246"/>
    <w:rsid w:val="00D62354"/>
    <w:rsid w:val="00D62A3B"/>
    <w:rsid w:val="00D63741"/>
    <w:rsid w:val="00D63DE2"/>
    <w:rsid w:val="00D63DFE"/>
    <w:rsid w:val="00D64AA6"/>
    <w:rsid w:val="00D65789"/>
    <w:rsid w:val="00D66785"/>
    <w:rsid w:val="00D66AAD"/>
    <w:rsid w:val="00D673AB"/>
    <w:rsid w:val="00D67E1B"/>
    <w:rsid w:val="00D67EC3"/>
    <w:rsid w:val="00D707C1"/>
    <w:rsid w:val="00D72829"/>
    <w:rsid w:val="00D72C71"/>
    <w:rsid w:val="00D747F8"/>
    <w:rsid w:val="00D75685"/>
    <w:rsid w:val="00D764C0"/>
    <w:rsid w:val="00D80670"/>
    <w:rsid w:val="00D80BC6"/>
    <w:rsid w:val="00D81FCC"/>
    <w:rsid w:val="00D82D82"/>
    <w:rsid w:val="00D83721"/>
    <w:rsid w:val="00D839F0"/>
    <w:rsid w:val="00D8481B"/>
    <w:rsid w:val="00D84AA5"/>
    <w:rsid w:val="00D8681C"/>
    <w:rsid w:val="00D87832"/>
    <w:rsid w:val="00D87DCB"/>
    <w:rsid w:val="00D91728"/>
    <w:rsid w:val="00D91794"/>
    <w:rsid w:val="00D92011"/>
    <w:rsid w:val="00D920B9"/>
    <w:rsid w:val="00D94365"/>
    <w:rsid w:val="00D94531"/>
    <w:rsid w:val="00D94BB4"/>
    <w:rsid w:val="00D95779"/>
    <w:rsid w:val="00D95D61"/>
    <w:rsid w:val="00D971E2"/>
    <w:rsid w:val="00D97292"/>
    <w:rsid w:val="00D97392"/>
    <w:rsid w:val="00DA1129"/>
    <w:rsid w:val="00DA1157"/>
    <w:rsid w:val="00DA1B24"/>
    <w:rsid w:val="00DA25A7"/>
    <w:rsid w:val="00DA2B80"/>
    <w:rsid w:val="00DA3084"/>
    <w:rsid w:val="00DA413C"/>
    <w:rsid w:val="00DA42B4"/>
    <w:rsid w:val="00DA47C3"/>
    <w:rsid w:val="00DA4A1F"/>
    <w:rsid w:val="00DA4F39"/>
    <w:rsid w:val="00DA5057"/>
    <w:rsid w:val="00DA5EE6"/>
    <w:rsid w:val="00DA6062"/>
    <w:rsid w:val="00DA6D07"/>
    <w:rsid w:val="00DA7850"/>
    <w:rsid w:val="00DA794E"/>
    <w:rsid w:val="00DA7B13"/>
    <w:rsid w:val="00DB04B1"/>
    <w:rsid w:val="00DB14C9"/>
    <w:rsid w:val="00DB16E7"/>
    <w:rsid w:val="00DB172E"/>
    <w:rsid w:val="00DB18ED"/>
    <w:rsid w:val="00DB262C"/>
    <w:rsid w:val="00DB2C38"/>
    <w:rsid w:val="00DB3689"/>
    <w:rsid w:val="00DB37FC"/>
    <w:rsid w:val="00DB400F"/>
    <w:rsid w:val="00DB4939"/>
    <w:rsid w:val="00DB4CEE"/>
    <w:rsid w:val="00DB5C4A"/>
    <w:rsid w:val="00DB65D0"/>
    <w:rsid w:val="00DB718B"/>
    <w:rsid w:val="00DB7563"/>
    <w:rsid w:val="00DC0114"/>
    <w:rsid w:val="00DC0BA0"/>
    <w:rsid w:val="00DC1075"/>
    <w:rsid w:val="00DC107A"/>
    <w:rsid w:val="00DC107C"/>
    <w:rsid w:val="00DC14BE"/>
    <w:rsid w:val="00DC18BE"/>
    <w:rsid w:val="00DC2197"/>
    <w:rsid w:val="00DC4710"/>
    <w:rsid w:val="00DC4818"/>
    <w:rsid w:val="00DC5386"/>
    <w:rsid w:val="00DC5DC9"/>
    <w:rsid w:val="00DC5E25"/>
    <w:rsid w:val="00DC7320"/>
    <w:rsid w:val="00DC7A59"/>
    <w:rsid w:val="00DD04E1"/>
    <w:rsid w:val="00DD0FD9"/>
    <w:rsid w:val="00DD201D"/>
    <w:rsid w:val="00DD2AEF"/>
    <w:rsid w:val="00DD3679"/>
    <w:rsid w:val="00DD36CA"/>
    <w:rsid w:val="00DD52B4"/>
    <w:rsid w:val="00DD5370"/>
    <w:rsid w:val="00DD5D0D"/>
    <w:rsid w:val="00DD65FE"/>
    <w:rsid w:val="00DD69AB"/>
    <w:rsid w:val="00DD6D87"/>
    <w:rsid w:val="00DD76F5"/>
    <w:rsid w:val="00DE05F5"/>
    <w:rsid w:val="00DE083E"/>
    <w:rsid w:val="00DE0A23"/>
    <w:rsid w:val="00DE1536"/>
    <w:rsid w:val="00DE161C"/>
    <w:rsid w:val="00DE19D1"/>
    <w:rsid w:val="00DE41B3"/>
    <w:rsid w:val="00DE4734"/>
    <w:rsid w:val="00DE5995"/>
    <w:rsid w:val="00DE69FE"/>
    <w:rsid w:val="00DF03DD"/>
    <w:rsid w:val="00DF077F"/>
    <w:rsid w:val="00DF175A"/>
    <w:rsid w:val="00DF2EA4"/>
    <w:rsid w:val="00DF4323"/>
    <w:rsid w:val="00DF4C90"/>
    <w:rsid w:val="00DF5341"/>
    <w:rsid w:val="00DF5F4A"/>
    <w:rsid w:val="00DF5FF7"/>
    <w:rsid w:val="00DF67E0"/>
    <w:rsid w:val="00DF7190"/>
    <w:rsid w:val="00DF7241"/>
    <w:rsid w:val="00DF7F46"/>
    <w:rsid w:val="00E0014D"/>
    <w:rsid w:val="00E00B51"/>
    <w:rsid w:val="00E017D1"/>
    <w:rsid w:val="00E0286A"/>
    <w:rsid w:val="00E030F7"/>
    <w:rsid w:val="00E03678"/>
    <w:rsid w:val="00E045B3"/>
    <w:rsid w:val="00E0600B"/>
    <w:rsid w:val="00E076E2"/>
    <w:rsid w:val="00E07C76"/>
    <w:rsid w:val="00E10465"/>
    <w:rsid w:val="00E108D4"/>
    <w:rsid w:val="00E10CC8"/>
    <w:rsid w:val="00E110CD"/>
    <w:rsid w:val="00E1129F"/>
    <w:rsid w:val="00E113EC"/>
    <w:rsid w:val="00E1156A"/>
    <w:rsid w:val="00E11724"/>
    <w:rsid w:val="00E11FB2"/>
    <w:rsid w:val="00E128EE"/>
    <w:rsid w:val="00E12969"/>
    <w:rsid w:val="00E13B1F"/>
    <w:rsid w:val="00E14B92"/>
    <w:rsid w:val="00E15163"/>
    <w:rsid w:val="00E15CE7"/>
    <w:rsid w:val="00E172EC"/>
    <w:rsid w:val="00E17A92"/>
    <w:rsid w:val="00E200C1"/>
    <w:rsid w:val="00E202AB"/>
    <w:rsid w:val="00E20893"/>
    <w:rsid w:val="00E22491"/>
    <w:rsid w:val="00E23251"/>
    <w:rsid w:val="00E2338A"/>
    <w:rsid w:val="00E23B4D"/>
    <w:rsid w:val="00E23F9D"/>
    <w:rsid w:val="00E24620"/>
    <w:rsid w:val="00E24A45"/>
    <w:rsid w:val="00E25B79"/>
    <w:rsid w:val="00E27314"/>
    <w:rsid w:val="00E275DB"/>
    <w:rsid w:val="00E27C23"/>
    <w:rsid w:val="00E31240"/>
    <w:rsid w:val="00E32232"/>
    <w:rsid w:val="00E327F4"/>
    <w:rsid w:val="00E32E90"/>
    <w:rsid w:val="00E34CD3"/>
    <w:rsid w:val="00E36086"/>
    <w:rsid w:val="00E3672B"/>
    <w:rsid w:val="00E36CB7"/>
    <w:rsid w:val="00E37181"/>
    <w:rsid w:val="00E37988"/>
    <w:rsid w:val="00E41031"/>
    <w:rsid w:val="00E41D62"/>
    <w:rsid w:val="00E420C8"/>
    <w:rsid w:val="00E43376"/>
    <w:rsid w:val="00E446FD"/>
    <w:rsid w:val="00E44896"/>
    <w:rsid w:val="00E44C5F"/>
    <w:rsid w:val="00E44EED"/>
    <w:rsid w:val="00E45608"/>
    <w:rsid w:val="00E52080"/>
    <w:rsid w:val="00E52BD0"/>
    <w:rsid w:val="00E54145"/>
    <w:rsid w:val="00E5570F"/>
    <w:rsid w:val="00E55BAA"/>
    <w:rsid w:val="00E55CC0"/>
    <w:rsid w:val="00E55E32"/>
    <w:rsid w:val="00E56088"/>
    <w:rsid w:val="00E56E3D"/>
    <w:rsid w:val="00E56EE3"/>
    <w:rsid w:val="00E5770D"/>
    <w:rsid w:val="00E57BF9"/>
    <w:rsid w:val="00E60A36"/>
    <w:rsid w:val="00E61644"/>
    <w:rsid w:val="00E61C4A"/>
    <w:rsid w:val="00E6200A"/>
    <w:rsid w:val="00E64896"/>
    <w:rsid w:val="00E64FF9"/>
    <w:rsid w:val="00E66FB5"/>
    <w:rsid w:val="00E67DB5"/>
    <w:rsid w:val="00E70321"/>
    <w:rsid w:val="00E721AD"/>
    <w:rsid w:val="00E72FE3"/>
    <w:rsid w:val="00E744D8"/>
    <w:rsid w:val="00E7533F"/>
    <w:rsid w:val="00E7665E"/>
    <w:rsid w:val="00E76C33"/>
    <w:rsid w:val="00E77B35"/>
    <w:rsid w:val="00E802B2"/>
    <w:rsid w:val="00E805E8"/>
    <w:rsid w:val="00E80EEF"/>
    <w:rsid w:val="00E810C9"/>
    <w:rsid w:val="00E8123E"/>
    <w:rsid w:val="00E81549"/>
    <w:rsid w:val="00E82AB5"/>
    <w:rsid w:val="00E82F88"/>
    <w:rsid w:val="00E84D91"/>
    <w:rsid w:val="00E86133"/>
    <w:rsid w:val="00E87CA4"/>
    <w:rsid w:val="00E90AD1"/>
    <w:rsid w:val="00E90AEF"/>
    <w:rsid w:val="00E90BE4"/>
    <w:rsid w:val="00E90D82"/>
    <w:rsid w:val="00E90FC0"/>
    <w:rsid w:val="00E91637"/>
    <w:rsid w:val="00E91812"/>
    <w:rsid w:val="00E922F8"/>
    <w:rsid w:val="00E94478"/>
    <w:rsid w:val="00E955D3"/>
    <w:rsid w:val="00E95820"/>
    <w:rsid w:val="00E96D8F"/>
    <w:rsid w:val="00E96DEF"/>
    <w:rsid w:val="00E9734E"/>
    <w:rsid w:val="00EA0383"/>
    <w:rsid w:val="00EA0963"/>
    <w:rsid w:val="00EA2AED"/>
    <w:rsid w:val="00EA2B1A"/>
    <w:rsid w:val="00EA3378"/>
    <w:rsid w:val="00EA34E0"/>
    <w:rsid w:val="00EA3D09"/>
    <w:rsid w:val="00EA44E9"/>
    <w:rsid w:val="00EA47A8"/>
    <w:rsid w:val="00EA4F36"/>
    <w:rsid w:val="00EA4F7B"/>
    <w:rsid w:val="00EA5621"/>
    <w:rsid w:val="00EA5712"/>
    <w:rsid w:val="00EA743D"/>
    <w:rsid w:val="00EA7446"/>
    <w:rsid w:val="00EA7721"/>
    <w:rsid w:val="00EA7A17"/>
    <w:rsid w:val="00EB0C59"/>
    <w:rsid w:val="00EB12A4"/>
    <w:rsid w:val="00EB2E6E"/>
    <w:rsid w:val="00EB586A"/>
    <w:rsid w:val="00EB5B49"/>
    <w:rsid w:val="00EC219C"/>
    <w:rsid w:val="00EC2F04"/>
    <w:rsid w:val="00EC47E1"/>
    <w:rsid w:val="00EC4E3F"/>
    <w:rsid w:val="00EC5470"/>
    <w:rsid w:val="00EC5B44"/>
    <w:rsid w:val="00EC5B50"/>
    <w:rsid w:val="00EC60AA"/>
    <w:rsid w:val="00EC6109"/>
    <w:rsid w:val="00EC6BF1"/>
    <w:rsid w:val="00EC797B"/>
    <w:rsid w:val="00EC7B71"/>
    <w:rsid w:val="00EC7E15"/>
    <w:rsid w:val="00ED1E1B"/>
    <w:rsid w:val="00ED2C7D"/>
    <w:rsid w:val="00ED3322"/>
    <w:rsid w:val="00ED33CC"/>
    <w:rsid w:val="00ED3C5E"/>
    <w:rsid w:val="00ED4E62"/>
    <w:rsid w:val="00ED53C0"/>
    <w:rsid w:val="00ED5460"/>
    <w:rsid w:val="00ED5E9B"/>
    <w:rsid w:val="00ED66E2"/>
    <w:rsid w:val="00ED6834"/>
    <w:rsid w:val="00EE0D27"/>
    <w:rsid w:val="00EE0FA7"/>
    <w:rsid w:val="00EE2811"/>
    <w:rsid w:val="00EE2BA6"/>
    <w:rsid w:val="00EE304A"/>
    <w:rsid w:val="00EE31B0"/>
    <w:rsid w:val="00EE37A9"/>
    <w:rsid w:val="00EE4A01"/>
    <w:rsid w:val="00EE4CCD"/>
    <w:rsid w:val="00EE4DA5"/>
    <w:rsid w:val="00EE5A1B"/>
    <w:rsid w:val="00EE66FB"/>
    <w:rsid w:val="00EE6703"/>
    <w:rsid w:val="00EE68DD"/>
    <w:rsid w:val="00EE7691"/>
    <w:rsid w:val="00EF1D0C"/>
    <w:rsid w:val="00EF23A0"/>
    <w:rsid w:val="00EF3B5B"/>
    <w:rsid w:val="00EF47D2"/>
    <w:rsid w:val="00EF4DAA"/>
    <w:rsid w:val="00EF4FA2"/>
    <w:rsid w:val="00EF5960"/>
    <w:rsid w:val="00EF7E7A"/>
    <w:rsid w:val="00F000D3"/>
    <w:rsid w:val="00F002E0"/>
    <w:rsid w:val="00F01DEC"/>
    <w:rsid w:val="00F01F9F"/>
    <w:rsid w:val="00F028EB"/>
    <w:rsid w:val="00F02B17"/>
    <w:rsid w:val="00F05523"/>
    <w:rsid w:val="00F05CFB"/>
    <w:rsid w:val="00F06863"/>
    <w:rsid w:val="00F10588"/>
    <w:rsid w:val="00F10CAB"/>
    <w:rsid w:val="00F11F8D"/>
    <w:rsid w:val="00F12759"/>
    <w:rsid w:val="00F12760"/>
    <w:rsid w:val="00F130E7"/>
    <w:rsid w:val="00F13542"/>
    <w:rsid w:val="00F153BB"/>
    <w:rsid w:val="00F15A2C"/>
    <w:rsid w:val="00F15CCC"/>
    <w:rsid w:val="00F1623D"/>
    <w:rsid w:val="00F16346"/>
    <w:rsid w:val="00F175D3"/>
    <w:rsid w:val="00F17796"/>
    <w:rsid w:val="00F20ED5"/>
    <w:rsid w:val="00F2152A"/>
    <w:rsid w:val="00F2450E"/>
    <w:rsid w:val="00F24AC5"/>
    <w:rsid w:val="00F2618D"/>
    <w:rsid w:val="00F26953"/>
    <w:rsid w:val="00F26BA8"/>
    <w:rsid w:val="00F26E4F"/>
    <w:rsid w:val="00F271C6"/>
    <w:rsid w:val="00F275BA"/>
    <w:rsid w:val="00F276F5"/>
    <w:rsid w:val="00F279E8"/>
    <w:rsid w:val="00F30180"/>
    <w:rsid w:val="00F3046F"/>
    <w:rsid w:val="00F31170"/>
    <w:rsid w:val="00F317B8"/>
    <w:rsid w:val="00F3198B"/>
    <w:rsid w:val="00F31B61"/>
    <w:rsid w:val="00F32060"/>
    <w:rsid w:val="00F3274E"/>
    <w:rsid w:val="00F344C9"/>
    <w:rsid w:val="00F347B6"/>
    <w:rsid w:val="00F34C1A"/>
    <w:rsid w:val="00F355B8"/>
    <w:rsid w:val="00F35BEB"/>
    <w:rsid w:val="00F35FE1"/>
    <w:rsid w:val="00F368EA"/>
    <w:rsid w:val="00F3763B"/>
    <w:rsid w:val="00F37BC3"/>
    <w:rsid w:val="00F37F6E"/>
    <w:rsid w:val="00F37F8D"/>
    <w:rsid w:val="00F41192"/>
    <w:rsid w:val="00F41A8D"/>
    <w:rsid w:val="00F43A2B"/>
    <w:rsid w:val="00F43A86"/>
    <w:rsid w:val="00F43B88"/>
    <w:rsid w:val="00F441C6"/>
    <w:rsid w:val="00F4494A"/>
    <w:rsid w:val="00F45899"/>
    <w:rsid w:val="00F458D4"/>
    <w:rsid w:val="00F4644E"/>
    <w:rsid w:val="00F470A4"/>
    <w:rsid w:val="00F4754B"/>
    <w:rsid w:val="00F47574"/>
    <w:rsid w:val="00F47CA2"/>
    <w:rsid w:val="00F50074"/>
    <w:rsid w:val="00F503EC"/>
    <w:rsid w:val="00F50491"/>
    <w:rsid w:val="00F515AE"/>
    <w:rsid w:val="00F53A04"/>
    <w:rsid w:val="00F53B92"/>
    <w:rsid w:val="00F54962"/>
    <w:rsid w:val="00F54A10"/>
    <w:rsid w:val="00F55294"/>
    <w:rsid w:val="00F56B29"/>
    <w:rsid w:val="00F56FE8"/>
    <w:rsid w:val="00F5708E"/>
    <w:rsid w:val="00F57170"/>
    <w:rsid w:val="00F577A0"/>
    <w:rsid w:val="00F57B75"/>
    <w:rsid w:val="00F57F2B"/>
    <w:rsid w:val="00F6030B"/>
    <w:rsid w:val="00F6128A"/>
    <w:rsid w:val="00F615FF"/>
    <w:rsid w:val="00F62B10"/>
    <w:rsid w:val="00F62B26"/>
    <w:rsid w:val="00F62C0D"/>
    <w:rsid w:val="00F63D56"/>
    <w:rsid w:val="00F64D9D"/>
    <w:rsid w:val="00F67975"/>
    <w:rsid w:val="00F70691"/>
    <w:rsid w:val="00F72D2F"/>
    <w:rsid w:val="00F75B1F"/>
    <w:rsid w:val="00F75F33"/>
    <w:rsid w:val="00F760E3"/>
    <w:rsid w:val="00F7620F"/>
    <w:rsid w:val="00F76926"/>
    <w:rsid w:val="00F76E44"/>
    <w:rsid w:val="00F805F9"/>
    <w:rsid w:val="00F80905"/>
    <w:rsid w:val="00F8283C"/>
    <w:rsid w:val="00F8315D"/>
    <w:rsid w:val="00F83D72"/>
    <w:rsid w:val="00F855EB"/>
    <w:rsid w:val="00F85A6A"/>
    <w:rsid w:val="00F85D2E"/>
    <w:rsid w:val="00F8697B"/>
    <w:rsid w:val="00F87DEE"/>
    <w:rsid w:val="00F90C72"/>
    <w:rsid w:val="00F91A29"/>
    <w:rsid w:val="00F92193"/>
    <w:rsid w:val="00F93787"/>
    <w:rsid w:val="00F939FD"/>
    <w:rsid w:val="00F94619"/>
    <w:rsid w:val="00F949CC"/>
    <w:rsid w:val="00F94A87"/>
    <w:rsid w:val="00F94DB2"/>
    <w:rsid w:val="00F95579"/>
    <w:rsid w:val="00F95769"/>
    <w:rsid w:val="00F95BAB"/>
    <w:rsid w:val="00F961AD"/>
    <w:rsid w:val="00F96596"/>
    <w:rsid w:val="00F9682A"/>
    <w:rsid w:val="00F97CA3"/>
    <w:rsid w:val="00F97FE4"/>
    <w:rsid w:val="00FA09C5"/>
    <w:rsid w:val="00FA18BA"/>
    <w:rsid w:val="00FA328C"/>
    <w:rsid w:val="00FA3801"/>
    <w:rsid w:val="00FA3BBB"/>
    <w:rsid w:val="00FA41AD"/>
    <w:rsid w:val="00FA6096"/>
    <w:rsid w:val="00FA61AD"/>
    <w:rsid w:val="00FA719F"/>
    <w:rsid w:val="00FB00F7"/>
    <w:rsid w:val="00FB10DD"/>
    <w:rsid w:val="00FB2081"/>
    <w:rsid w:val="00FB218B"/>
    <w:rsid w:val="00FB23C9"/>
    <w:rsid w:val="00FB267F"/>
    <w:rsid w:val="00FB2EE5"/>
    <w:rsid w:val="00FB33C7"/>
    <w:rsid w:val="00FB3A2F"/>
    <w:rsid w:val="00FB4178"/>
    <w:rsid w:val="00FB418D"/>
    <w:rsid w:val="00FB48A4"/>
    <w:rsid w:val="00FB48AE"/>
    <w:rsid w:val="00FB53A1"/>
    <w:rsid w:val="00FB5FB6"/>
    <w:rsid w:val="00FB742B"/>
    <w:rsid w:val="00FB76FB"/>
    <w:rsid w:val="00FC2808"/>
    <w:rsid w:val="00FC344B"/>
    <w:rsid w:val="00FC35EA"/>
    <w:rsid w:val="00FC4000"/>
    <w:rsid w:val="00FC4830"/>
    <w:rsid w:val="00FC5943"/>
    <w:rsid w:val="00FC5C8C"/>
    <w:rsid w:val="00FC6602"/>
    <w:rsid w:val="00FC778A"/>
    <w:rsid w:val="00FC7798"/>
    <w:rsid w:val="00FD0296"/>
    <w:rsid w:val="00FD2028"/>
    <w:rsid w:val="00FD253E"/>
    <w:rsid w:val="00FD3F7B"/>
    <w:rsid w:val="00FD3FDC"/>
    <w:rsid w:val="00FD40E0"/>
    <w:rsid w:val="00FD5094"/>
    <w:rsid w:val="00FD5119"/>
    <w:rsid w:val="00FD595D"/>
    <w:rsid w:val="00FD7F16"/>
    <w:rsid w:val="00FE0DCD"/>
    <w:rsid w:val="00FE0F21"/>
    <w:rsid w:val="00FE0F3F"/>
    <w:rsid w:val="00FE1830"/>
    <w:rsid w:val="00FE3808"/>
    <w:rsid w:val="00FE3834"/>
    <w:rsid w:val="00FE4077"/>
    <w:rsid w:val="00FE41A2"/>
    <w:rsid w:val="00FE433F"/>
    <w:rsid w:val="00FE466C"/>
    <w:rsid w:val="00FE603F"/>
    <w:rsid w:val="00FE6554"/>
    <w:rsid w:val="00FE677A"/>
    <w:rsid w:val="00FE6A51"/>
    <w:rsid w:val="00FE728C"/>
    <w:rsid w:val="00FF02F9"/>
    <w:rsid w:val="00FF1024"/>
    <w:rsid w:val="00FF2260"/>
    <w:rsid w:val="00FF2BA6"/>
    <w:rsid w:val="00FF4959"/>
    <w:rsid w:val="00FF4A16"/>
    <w:rsid w:val="00FF624D"/>
    <w:rsid w:val="00FF7AC0"/>
    <w:rsid w:val="00FF7BA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341"/>
    <w:pPr>
      <w:spacing w:line="360" w:lineRule="auto"/>
      <w:jc w:val="center"/>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F5341"/>
    <w:pPr>
      <w:ind w:left="720"/>
      <w:contextualSpacing/>
    </w:pPr>
  </w:style>
  <w:style w:type="paragraph" w:styleId="NormalWeb">
    <w:name w:val="Normal (Web)"/>
    <w:basedOn w:val="Normal"/>
    <w:uiPriority w:val="99"/>
    <w:rsid w:val="00DF5341"/>
    <w:pPr>
      <w:spacing w:before="100" w:beforeAutospacing="1" w:after="119" w:line="240" w:lineRule="auto"/>
      <w:jc w:val="left"/>
    </w:pPr>
    <w:rPr>
      <w:rFonts w:ascii="Times New Roman" w:eastAsia="Times New Roman" w:hAnsi="Times New Roman"/>
      <w:sz w:val="24"/>
      <w:szCs w:val="24"/>
      <w:lang w:eastAsia="it-IT"/>
    </w:rPr>
  </w:style>
  <w:style w:type="paragraph" w:styleId="FootnoteText">
    <w:name w:val="footnote text"/>
    <w:basedOn w:val="Normal"/>
    <w:link w:val="FootnoteTextChar"/>
    <w:uiPriority w:val="99"/>
    <w:semiHidden/>
    <w:rsid w:val="00B54609"/>
    <w:pPr>
      <w:spacing w:line="240" w:lineRule="auto"/>
    </w:pPr>
    <w:rPr>
      <w:sz w:val="20"/>
      <w:szCs w:val="20"/>
    </w:rPr>
  </w:style>
  <w:style w:type="character" w:customStyle="1" w:styleId="FootnoteTextChar">
    <w:name w:val="Footnote Text Char"/>
    <w:basedOn w:val="DefaultParagraphFont"/>
    <w:link w:val="FootnoteText"/>
    <w:uiPriority w:val="99"/>
    <w:semiHidden/>
    <w:locked/>
    <w:rsid w:val="00B54609"/>
    <w:rPr>
      <w:rFonts w:cs="Times New Roman"/>
      <w:sz w:val="20"/>
      <w:szCs w:val="20"/>
    </w:rPr>
  </w:style>
  <w:style w:type="character" w:styleId="FootnoteReference">
    <w:name w:val="footnote reference"/>
    <w:basedOn w:val="DefaultParagraphFont"/>
    <w:uiPriority w:val="99"/>
    <w:semiHidden/>
    <w:rsid w:val="00B54609"/>
    <w:rPr>
      <w:rFonts w:cs="Times New Roman"/>
      <w:vertAlign w:val="superscript"/>
    </w:rPr>
  </w:style>
  <w:style w:type="paragraph" w:customStyle="1" w:styleId="Default">
    <w:name w:val="Default"/>
    <w:uiPriority w:val="99"/>
    <w:rsid w:val="00B54609"/>
    <w:pPr>
      <w:autoSpaceDE w:val="0"/>
      <w:autoSpaceDN w:val="0"/>
      <w:adjustRightInd w:val="0"/>
    </w:pPr>
    <w:rPr>
      <w:rFonts w:ascii="Times New Roman" w:hAnsi="Times New Roman"/>
      <w:color w:val="000000"/>
      <w:sz w:val="24"/>
      <w:szCs w:val="24"/>
      <w:lang w:eastAsia="en-US"/>
    </w:rPr>
  </w:style>
  <w:style w:type="character" w:customStyle="1" w:styleId="apple-converted-space">
    <w:name w:val="apple-converted-space"/>
    <w:uiPriority w:val="99"/>
    <w:rsid w:val="00094B5E"/>
  </w:style>
  <w:style w:type="paragraph" w:styleId="Header">
    <w:name w:val="header"/>
    <w:basedOn w:val="Normal"/>
    <w:link w:val="HeaderChar"/>
    <w:uiPriority w:val="99"/>
    <w:rsid w:val="00094B5E"/>
    <w:pPr>
      <w:tabs>
        <w:tab w:val="center" w:pos="4819"/>
        <w:tab w:val="right" w:pos="9638"/>
      </w:tabs>
      <w:autoSpaceDE w:val="0"/>
      <w:autoSpaceDN w:val="0"/>
      <w:spacing w:line="240" w:lineRule="auto"/>
      <w:jc w:val="left"/>
    </w:pPr>
    <w:rPr>
      <w:rFonts w:ascii="Times New Roman" w:eastAsia="Times New Roman" w:hAnsi="Times New Roman"/>
      <w:sz w:val="20"/>
      <w:szCs w:val="20"/>
      <w:lang w:eastAsia="it-IT"/>
    </w:rPr>
  </w:style>
  <w:style w:type="character" w:customStyle="1" w:styleId="HeaderChar">
    <w:name w:val="Header Char"/>
    <w:basedOn w:val="DefaultParagraphFont"/>
    <w:link w:val="Header"/>
    <w:uiPriority w:val="99"/>
    <w:locked/>
    <w:rsid w:val="00094B5E"/>
    <w:rPr>
      <w:rFonts w:ascii="Times New Roman" w:hAnsi="Times New Roman" w:cs="Times New Roman"/>
      <w:sz w:val="20"/>
      <w:szCs w:val="20"/>
      <w:lang w:eastAsia="it-IT"/>
    </w:rPr>
  </w:style>
  <w:style w:type="paragraph" w:styleId="Footer">
    <w:name w:val="footer"/>
    <w:basedOn w:val="Normal"/>
    <w:link w:val="FooterChar"/>
    <w:uiPriority w:val="99"/>
    <w:rsid w:val="00094B5E"/>
    <w:pPr>
      <w:tabs>
        <w:tab w:val="center" w:pos="4819"/>
        <w:tab w:val="right" w:pos="9638"/>
      </w:tabs>
      <w:spacing w:line="240" w:lineRule="auto"/>
    </w:pPr>
  </w:style>
  <w:style w:type="character" w:customStyle="1" w:styleId="FooterChar">
    <w:name w:val="Footer Char"/>
    <w:basedOn w:val="DefaultParagraphFont"/>
    <w:link w:val="Footer"/>
    <w:uiPriority w:val="99"/>
    <w:locked/>
    <w:rsid w:val="00094B5E"/>
    <w:rPr>
      <w:rFonts w:cs="Times New Roman"/>
    </w:rPr>
  </w:style>
  <w:style w:type="character" w:styleId="Hyperlink">
    <w:name w:val="Hyperlink"/>
    <w:basedOn w:val="DefaultParagraphFont"/>
    <w:uiPriority w:val="99"/>
    <w:semiHidden/>
    <w:rsid w:val="00094B5E"/>
    <w:rPr>
      <w:rFonts w:cs="Times New Roman"/>
      <w:color w:val="0000FF"/>
      <w:u w:val="single"/>
    </w:rPr>
  </w:style>
  <w:style w:type="paragraph" w:customStyle="1" w:styleId="NormaleWeb1">
    <w:name w:val="Normale (Web)1"/>
    <w:basedOn w:val="Normal"/>
    <w:uiPriority w:val="99"/>
    <w:rsid w:val="00094B5E"/>
    <w:pPr>
      <w:suppressAutoHyphens/>
      <w:spacing w:before="100" w:after="100" w:line="100" w:lineRule="atLeast"/>
      <w:jc w:val="left"/>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097097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2</Pages>
  <Words>352</Words>
  <Characters>2010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dc:creator>
  <cp:keywords/>
  <dc:description/>
  <cp:lastModifiedBy>admin</cp:lastModifiedBy>
  <cp:revision>15</cp:revision>
  <dcterms:created xsi:type="dcterms:W3CDTF">2013-03-21T10:41:00Z</dcterms:created>
  <dcterms:modified xsi:type="dcterms:W3CDTF">2018-04-06T09:08:00Z</dcterms:modified>
</cp:coreProperties>
</file>