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AA" w:rsidRDefault="00BC57AA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:rsidR="00BC57AA" w:rsidRDefault="00BC57AA" w:rsidP="00CD54A5">
      <w:pPr>
        <w:pStyle w:val="Default"/>
      </w:pPr>
      <w:r>
        <w:t xml:space="preserve"> </w:t>
      </w:r>
    </w:p>
    <w:p w:rsidR="00BC57AA" w:rsidRPr="00F34722" w:rsidRDefault="00BC57AA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:rsidR="00BC57AA" w:rsidRDefault="00BC57AA" w:rsidP="00CD54A5">
      <w:pPr>
        <w:pStyle w:val="Default"/>
        <w:jc w:val="center"/>
        <w:rPr>
          <w:sz w:val="20"/>
          <w:szCs w:val="20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</w:t>
      </w:r>
      <w:smartTag w:uri="urn:schemas-microsoft-com:office:smarttags" w:element="PersonName">
        <w:smartTagPr>
          <w:attr w:name="ProductID" w:val="La Sottoscritt"/>
        </w:smartTagPr>
        <w:r>
          <w:rPr>
            <w:sz w:val="23"/>
            <w:szCs w:val="23"/>
          </w:rPr>
          <w:t>La Sottoscritt</w:t>
        </w:r>
      </w:smartTag>
      <w:r>
        <w:rPr>
          <w:sz w:val="23"/>
          <w:szCs w:val="23"/>
        </w:rPr>
        <w:t xml:space="preserve">_ __________________________________________________________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nat_ a __________________________________ il 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2017/201</w:t>
      </w:r>
      <w:bookmarkStart w:id="0" w:name="_GoBack"/>
      <w:bookmarkEnd w:id="0"/>
      <w:r>
        <w:rPr>
          <w:sz w:val="23"/>
          <w:szCs w:val="23"/>
        </w:rPr>
        <w:t xml:space="preserve">8 (considerando che l’anno scolastico in corso non si calcola) e la valutazione dello stesso anno prestato, senza soluzione di continuità, nella scuola di attuale titolarità.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</w:p>
    <w:p w:rsidR="00BC57AA" w:rsidRDefault="00BC57AA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BC57AA" w:rsidSect="00C2012F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4A5"/>
    <w:rsid w:val="00046C75"/>
    <w:rsid w:val="000C2CE5"/>
    <w:rsid w:val="00167481"/>
    <w:rsid w:val="001957FF"/>
    <w:rsid w:val="001968BE"/>
    <w:rsid w:val="00240EFF"/>
    <w:rsid w:val="00292369"/>
    <w:rsid w:val="002A272E"/>
    <w:rsid w:val="003546F2"/>
    <w:rsid w:val="003A004C"/>
    <w:rsid w:val="003E1A2F"/>
    <w:rsid w:val="004A51E3"/>
    <w:rsid w:val="004F08C0"/>
    <w:rsid w:val="00542966"/>
    <w:rsid w:val="005C5A8D"/>
    <w:rsid w:val="005E3897"/>
    <w:rsid w:val="00620562"/>
    <w:rsid w:val="00627F58"/>
    <w:rsid w:val="00660B31"/>
    <w:rsid w:val="006C13F7"/>
    <w:rsid w:val="006C3E39"/>
    <w:rsid w:val="0076694C"/>
    <w:rsid w:val="009A48BF"/>
    <w:rsid w:val="00A06118"/>
    <w:rsid w:val="00A638DE"/>
    <w:rsid w:val="00AE2A85"/>
    <w:rsid w:val="00AE2F7D"/>
    <w:rsid w:val="00AE35B9"/>
    <w:rsid w:val="00B1640E"/>
    <w:rsid w:val="00BC4D41"/>
    <w:rsid w:val="00BC57AA"/>
    <w:rsid w:val="00BC6F23"/>
    <w:rsid w:val="00BE4C1A"/>
    <w:rsid w:val="00C2012F"/>
    <w:rsid w:val="00CD54A5"/>
    <w:rsid w:val="00DE3936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201</Words>
  <Characters>1151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 Cellamare</dc:creator>
  <cp:keywords/>
  <dc:description/>
  <cp:lastModifiedBy>admin</cp:lastModifiedBy>
  <cp:revision>6</cp:revision>
  <cp:lastPrinted>2018-03-20T08:04:00Z</cp:lastPrinted>
  <dcterms:created xsi:type="dcterms:W3CDTF">2017-04-04T05:59:00Z</dcterms:created>
  <dcterms:modified xsi:type="dcterms:W3CDTF">2018-04-06T09:10:00Z</dcterms:modified>
</cp:coreProperties>
</file>